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9C4" w:rsidRPr="00C778E9" w:rsidRDefault="00FE39C4" w:rsidP="00FE39C4">
      <w:pPr>
        <w:framePr w:hSpace="180" w:wrap="around" w:vAnchor="page" w:hAnchor="margin" w:y="1291"/>
        <w:jc w:val="right"/>
      </w:pPr>
      <w:r w:rsidRPr="00C778E9">
        <w:t xml:space="preserve">Приложение </w:t>
      </w:r>
      <w:r w:rsidR="00FE7444">
        <w:t>5</w:t>
      </w:r>
    </w:p>
    <w:p w:rsidR="00FE39C4" w:rsidRPr="00C778E9" w:rsidRDefault="00FE39C4" w:rsidP="00FE39C4">
      <w:pPr>
        <w:framePr w:hSpace="180" w:wrap="around" w:vAnchor="page" w:hAnchor="margin" w:y="1291"/>
        <w:jc w:val="right"/>
      </w:pPr>
      <w:r w:rsidRPr="00C778E9">
        <w:t>к письму ГУ КЦОКО Забайкальского края</w:t>
      </w:r>
    </w:p>
    <w:p w:rsidR="00FE7444" w:rsidRDefault="00FE7444" w:rsidP="00FE7444">
      <w:pPr>
        <w:framePr w:hSpace="180" w:wrap="around" w:vAnchor="page" w:hAnchor="margin" w:y="1291"/>
        <w:jc w:val="right"/>
      </w:pPr>
      <w:r w:rsidRPr="00A508FA">
        <w:t>от</w:t>
      </w:r>
      <w:r w:rsidRPr="008E0ACB">
        <w:t xml:space="preserve"> </w:t>
      </w:r>
      <w:r>
        <w:t>_____________</w:t>
      </w:r>
      <w:r w:rsidRPr="00A508FA">
        <w:t xml:space="preserve"> №</w:t>
      </w:r>
      <w:r>
        <w:t xml:space="preserve"> _______</w:t>
      </w:r>
    </w:p>
    <w:p w:rsidR="000F6735" w:rsidRPr="00C778E9" w:rsidRDefault="000F6735" w:rsidP="0018122B">
      <w:pPr>
        <w:spacing w:line="360" w:lineRule="auto"/>
        <w:jc w:val="both"/>
        <w:outlineLvl w:val="0"/>
        <w:rPr>
          <w:rStyle w:val="ad"/>
          <w:i w:val="0"/>
          <w:sz w:val="28"/>
          <w:szCs w:val="28"/>
          <w:u w:val="single"/>
        </w:rPr>
      </w:pPr>
    </w:p>
    <w:p w:rsidR="00143307" w:rsidRDefault="00143307" w:rsidP="008B7E5C">
      <w:pPr>
        <w:spacing w:line="360" w:lineRule="auto"/>
        <w:jc w:val="both"/>
        <w:outlineLvl w:val="0"/>
        <w:rPr>
          <w:rStyle w:val="ad"/>
          <w:i w:val="0"/>
          <w:sz w:val="28"/>
          <w:szCs w:val="28"/>
          <w:u w:val="single"/>
        </w:rPr>
      </w:pPr>
    </w:p>
    <w:p w:rsidR="008B7E5C" w:rsidRPr="00C778E9" w:rsidRDefault="008B7E5C" w:rsidP="008B7E5C">
      <w:pPr>
        <w:spacing w:line="360" w:lineRule="auto"/>
        <w:jc w:val="both"/>
        <w:outlineLvl w:val="0"/>
        <w:rPr>
          <w:rStyle w:val="ad"/>
          <w:i w:val="0"/>
          <w:sz w:val="28"/>
          <w:szCs w:val="28"/>
          <w:u w:val="single"/>
        </w:rPr>
      </w:pPr>
      <w:r w:rsidRPr="00C778E9">
        <w:rPr>
          <w:rStyle w:val="ad"/>
          <w:i w:val="0"/>
          <w:sz w:val="28"/>
          <w:szCs w:val="28"/>
          <w:u w:val="single"/>
        </w:rPr>
        <w:t xml:space="preserve">Перечень </w:t>
      </w:r>
      <w:r w:rsidR="000F4077">
        <w:rPr>
          <w:rStyle w:val="ad"/>
          <w:i w:val="0"/>
          <w:sz w:val="28"/>
          <w:szCs w:val="28"/>
          <w:u w:val="single"/>
        </w:rPr>
        <w:t xml:space="preserve">рекомендуемых </w:t>
      </w:r>
      <w:r w:rsidRPr="00C778E9">
        <w:rPr>
          <w:rStyle w:val="ad"/>
          <w:i w:val="0"/>
          <w:sz w:val="28"/>
          <w:szCs w:val="28"/>
          <w:u w:val="single"/>
        </w:rPr>
        <w:t>форм заявлений для участников ЕГЭ:</w:t>
      </w:r>
    </w:p>
    <w:p w:rsidR="00596293" w:rsidRPr="00C778E9" w:rsidRDefault="00596293" w:rsidP="00596293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C778E9">
        <w:rPr>
          <w:sz w:val="28"/>
          <w:szCs w:val="28"/>
        </w:rPr>
        <w:t xml:space="preserve">Заявление на участие в ЕГЭ </w:t>
      </w:r>
      <w:r w:rsidR="00E97909">
        <w:rPr>
          <w:sz w:val="28"/>
          <w:szCs w:val="28"/>
        </w:rPr>
        <w:t>(</w:t>
      </w:r>
      <w:r w:rsidRPr="00C778E9">
        <w:rPr>
          <w:sz w:val="28"/>
          <w:szCs w:val="28"/>
        </w:rPr>
        <w:t>после 01 февраля</w:t>
      </w:r>
      <w:r w:rsidR="00E97909">
        <w:rPr>
          <w:sz w:val="28"/>
          <w:szCs w:val="28"/>
        </w:rPr>
        <w:t>)</w:t>
      </w:r>
    </w:p>
    <w:p w:rsidR="00596293" w:rsidRPr="00FE7444" w:rsidRDefault="008B7E5C" w:rsidP="00596293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C778E9">
        <w:rPr>
          <w:sz w:val="28"/>
          <w:szCs w:val="28"/>
        </w:rPr>
        <w:t>Заявление на изменение сроков участия в ГИА-11</w:t>
      </w:r>
    </w:p>
    <w:p w:rsidR="00FE7444" w:rsidRPr="009A342D" w:rsidRDefault="00FE7444" w:rsidP="00FE7444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9A342D">
        <w:rPr>
          <w:sz w:val="28"/>
          <w:szCs w:val="28"/>
        </w:rPr>
        <w:t>Заявление на дополнение перечня учебных предметов для сдачи экзаменов</w:t>
      </w:r>
    </w:p>
    <w:p w:rsidR="00FE7444" w:rsidRPr="009A342D" w:rsidRDefault="00FE7444" w:rsidP="00FE7444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9A342D">
        <w:rPr>
          <w:sz w:val="28"/>
          <w:szCs w:val="28"/>
        </w:rPr>
        <w:t>Заявление на удаление отдельных учебных предметов из перечня ранее заявленных экзаменов</w:t>
      </w:r>
    </w:p>
    <w:p w:rsidR="008B7E5C" w:rsidRPr="00C778E9" w:rsidRDefault="008B7E5C" w:rsidP="00596293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C778E9">
        <w:rPr>
          <w:sz w:val="28"/>
          <w:szCs w:val="28"/>
        </w:rPr>
        <w:t xml:space="preserve">Заявление на повторный допуск к сдаче экзамена - для не </w:t>
      </w:r>
      <w:proofErr w:type="gramStart"/>
      <w:r w:rsidRPr="00C778E9">
        <w:rPr>
          <w:sz w:val="28"/>
          <w:szCs w:val="28"/>
        </w:rPr>
        <w:t>явившихся</w:t>
      </w:r>
      <w:proofErr w:type="gramEnd"/>
      <w:r w:rsidRPr="00C778E9">
        <w:rPr>
          <w:sz w:val="28"/>
          <w:szCs w:val="28"/>
        </w:rPr>
        <w:t xml:space="preserve"> на  экзамен по уважительным причинам, подтвержденным документально</w:t>
      </w:r>
    </w:p>
    <w:p w:rsidR="008B7E5C" w:rsidRPr="00C778E9" w:rsidRDefault="008B7E5C" w:rsidP="008B7E5C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C778E9">
        <w:rPr>
          <w:sz w:val="28"/>
          <w:szCs w:val="28"/>
        </w:rPr>
        <w:t xml:space="preserve">Заявление на повторный допуск к сдаче экзамена - для не </w:t>
      </w:r>
      <w:proofErr w:type="gramStart"/>
      <w:r w:rsidRPr="00C778E9">
        <w:rPr>
          <w:sz w:val="28"/>
          <w:szCs w:val="28"/>
        </w:rPr>
        <w:t>завершивших</w:t>
      </w:r>
      <w:proofErr w:type="gramEnd"/>
      <w:r w:rsidRPr="00C778E9">
        <w:rPr>
          <w:sz w:val="28"/>
          <w:szCs w:val="28"/>
        </w:rPr>
        <w:t xml:space="preserve"> выполнение экзаменационной работы по уважительным причинам, подтвержденным документально</w:t>
      </w:r>
    </w:p>
    <w:p w:rsidR="008B7E5C" w:rsidRPr="00C778E9" w:rsidRDefault="008B7E5C" w:rsidP="008B7E5C">
      <w:pPr>
        <w:spacing w:line="360" w:lineRule="auto"/>
        <w:ind w:left="720"/>
        <w:jc w:val="both"/>
        <w:outlineLvl w:val="0"/>
        <w:rPr>
          <w:spacing w:val="30"/>
          <w:sz w:val="28"/>
          <w:szCs w:val="28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8B7E5C" w:rsidRPr="00C778E9" w:rsidRDefault="008B7E5C" w:rsidP="0018122B">
      <w:pPr>
        <w:spacing w:line="360" w:lineRule="auto"/>
        <w:jc w:val="both"/>
        <w:outlineLvl w:val="0"/>
        <w:rPr>
          <w:spacing w:val="30"/>
        </w:rPr>
      </w:pPr>
    </w:p>
    <w:p w:rsidR="00B14D13" w:rsidRPr="00C778E9" w:rsidRDefault="00B14D13" w:rsidP="0018122B">
      <w:pPr>
        <w:spacing w:line="360" w:lineRule="auto"/>
        <w:jc w:val="both"/>
        <w:outlineLvl w:val="0"/>
        <w:rPr>
          <w:spacing w:val="30"/>
        </w:rPr>
      </w:pPr>
    </w:p>
    <w:p w:rsidR="00B14D13" w:rsidRPr="00C778E9" w:rsidRDefault="00B14D13" w:rsidP="0018122B">
      <w:pPr>
        <w:spacing w:line="360" w:lineRule="auto"/>
        <w:jc w:val="both"/>
        <w:outlineLvl w:val="0"/>
        <w:rPr>
          <w:spacing w:val="30"/>
        </w:rPr>
      </w:pPr>
    </w:p>
    <w:p w:rsidR="00B14D13" w:rsidRDefault="00B14D13" w:rsidP="0018122B">
      <w:pPr>
        <w:spacing w:line="360" w:lineRule="auto"/>
        <w:jc w:val="both"/>
        <w:outlineLvl w:val="0"/>
        <w:rPr>
          <w:spacing w:val="30"/>
        </w:rPr>
      </w:pPr>
    </w:p>
    <w:p w:rsidR="00C22923" w:rsidRPr="00C778E9" w:rsidRDefault="00C22923" w:rsidP="0018122B">
      <w:pPr>
        <w:spacing w:line="360" w:lineRule="auto"/>
        <w:jc w:val="both"/>
        <w:outlineLvl w:val="0"/>
        <w:rPr>
          <w:spacing w:val="30"/>
        </w:rPr>
      </w:pPr>
    </w:p>
    <w:p w:rsidR="00FE7444" w:rsidRPr="00C22923" w:rsidRDefault="00C22923" w:rsidP="00825776">
      <w:pPr>
        <w:pStyle w:val="ac"/>
        <w:numPr>
          <w:ilvl w:val="0"/>
          <w:numId w:val="19"/>
        </w:numPr>
        <w:spacing w:line="360" w:lineRule="auto"/>
        <w:ind w:left="142" w:hanging="568"/>
        <w:jc w:val="both"/>
        <w:outlineLvl w:val="0"/>
        <w:rPr>
          <w:i/>
          <w:spacing w:val="30"/>
          <w:sz w:val="18"/>
          <w:szCs w:val="18"/>
        </w:rPr>
      </w:pPr>
      <w:r w:rsidRPr="00C22923">
        <w:rPr>
          <w:i/>
          <w:sz w:val="18"/>
          <w:szCs w:val="18"/>
        </w:rPr>
        <w:lastRenderedPageBreak/>
        <w:t>Заявление на участие в ЕГЭ (после 01 февраля)</w:t>
      </w:r>
    </w:p>
    <w:p w:rsidR="00C22923" w:rsidRPr="00C22923" w:rsidRDefault="00C22923" w:rsidP="00C22923">
      <w:pPr>
        <w:pStyle w:val="ac"/>
        <w:spacing w:line="360" w:lineRule="auto"/>
        <w:ind w:left="644"/>
        <w:jc w:val="both"/>
        <w:outlineLvl w:val="0"/>
        <w:rPr>
          <w:i/>
          <w:spacing w:val="30"/>
          <w:sz w:val="18"/>
          <w:szCs w:val="18"/>
        </w:rPr>
      </w:pPr>
    </w:p>
    <w:p w:rsidR="002D6EA2" w:rsidRPr="00C778E9" w:rsidRDefault="002D6EA2" w:rsidP="002D6EA2">
      <w:pPr>
        <w:ind w:left="5245"/>
        <w:contextualSpacing/>
        <w:jc w:val="center"/>
      </w:pPr>
      <w:r w:rsidRPr="00C778E9">
        <w:t xml:space="preserve">Председателю </w:t>
      </w:r>
    </w:p>
    <w:p w:rsidR="002D6EA2" w:rsidRPr="00C778E9" w:rsidRDefault="002D6EA2" w:rsidP="002D6EA2">
      <w:pPr>
        <w:ind w:left="5245"/>
        <w:contextualSpacing/>
        <w:jc w:val="center"/>
      </w:pPr>
      <w:r w:rsidRPr="00C778E9">
        <w:t>государственной экзаменационной комиссии</w:t>
      </w:r>
    </w:p>
    <w:p w:rsidR="002D6EA2" w:rsidRPr="00C778E9" w:rsidRDefault="002D6EA2" w:rsidP="002D6EA2">
      <w:pPr>
        <w:ind w:left="5245"/>
        <w:contextualSpacing/>
        <w:jc w:val="center"/>
      </w:pPr>
      <w:r w:rsidRPr="00C778E9">
        <w:t>Забайкальского края</w:t>
      </w:r>
    </w:p>
    <w:p w:rsidR="002D6EA2" w:rsidRPr="00C778E9" w:rsidRDefault="002D6EA2" w:rsidP="002D6EA2">
      <w:pPr>
        <w:tabs>
          <w:tab w:val="left" w:pos="6525"/>
        </w:tabs>
        <w:ind w:left="5670"/>
        <w:contextualSpacing/>
        <w:jc w:val="center"/>
        <w:rPr>
          <w:b/>
          <w:sz w:val="28"/>
          <w:szCs w:val="28"/>
        </w:rPr>
      </w:pPr>
      <w:r w:rsidRPr="00C778E9">
        <w:t>________________________</w:t>
      </w:r>
    </w:p>
    <w:p w:rsidR="004C5FA0" w:rsidRPr="00C778E9" w:rsidRDefault="002D6EA2" w:rsidP="00952523">
      <w:pPr>
        <w:ind w:left="284" w:hanging="284"/>
        <w:jc w:val="center"/>
        <w:rPr>
          <w:b/>
          <w:spacing w:val="30"/>
        </w:rPr>
      </w:pPr>
      <w:r w:rsidRPr="00C778E9">
        <w:rPr>
          <w:b/>
          <w:spacing w:val="30"/>
        </w:rPr>
        <w:t>з</w:t>
      </w:r>
      <w:r w:rsidR="004C5FA0" w:rsidRPr="00C778E9">
        <w:rPr>
          <w:b/>
          <w:spacing w:val="30"/>
        </w:rPr>
        <w:t>аявлени</w:t>
      </w:r>
      <w:r w:rsidR="00952523" w:rsidRPr="00C778E9">
        <w:rPr>
          <w:b/>
          <w:spacing w:val="30"/>
        </w:rPr>
        <w:t>е</w:t>
      </w:r>
      <w:r w:rsidRPr="00C778E9">
        <w:rPr>
          <w:b/>
          <w:spacing w:val="30"/>
        </w:rPr>
        <w:t>*</w:t>
      </w:r>
    </w:p>
    <w:p w:rsidR="00952523" w:rsidRPr="00C778E9" w:rsidRDefault="00952523" w:rsidP="00952523">
      <w:pPr>
        <w:ind w:left="284" w:hanging="284"/>
        <w:jc w:val="center"/>
        <w:rPr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1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40"/>
        <w:gridCol w:w="339"/>
        <w:gridCol w:w="340"/>
        <w:gridCol w:w="339"/>
        <w:gridCol w:w="340"/>
        <w:gridCol w:w="339"/>
        <w:gridCol w:w="340"/>
        <w:gridCol w:w="339"/>
      </w:tblGrid>
      <w:tr w:rsidR="004C5FA0" w:rsidRPr="00C778E9" w:rsidTr="004C5FA0">
        <w:trPr>
          <w:trHeight w:val="284"/>
        </w:trPr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C5FA0" w:rsidRPr="00C778E9" w:rsidRDefault="004C5FA0">
            <w:pPr>
              <w:jc w:val="both"/>
            </w:pPr>
            <w:r w:rsidRPr="00C778E9">
              <w:t>Я,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</w:tr>
    </w:tbl>
    <w:p w:rsidR="004C5FA0" w:rsidRPr="00C778E9" w:rsidRDefault="004C5FA0" w:rsidP="004C5FA0">
      <w:pPr>
        <w:ind w:left="284" w:hanging="284"/>
        <w:jc w:val="center"/>
        <w:rPr>
          <w:vertAlign w:val="superscript"/>
        </w:rPr>
      </w:pPr>
      <w:r w:rsidRPr="00C778E9">
        <w:rPr>
          <w:vertAlign w:val="superscript"/>
        </w:rPr>
        <w:t>фамилия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1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40"/>
        <w:gridCol w:w="339"/>
        <w:gridCol w:w="340"/>
        <w:gridCol w:w="339"/>
        <w:gridCol w:w="340"/>
        <w:gridCol w:w="339"/>
        <w:gridCol w:w="340"/>
        <w:gridCol w:w="339"/>
      </w:tblGrid>
      <w:tr w:rsidR="004C5FA0" w:rsidRPr="00C778E9" w:rsidTr="004C5FA0">
        <w:trPr>
          <w:trHeight w:val="273"/>
        </w:trPr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</w:tr>
    </w:tbl>
    <w:p w:rsidR="004C5FA0" w:rsidRPr="00C778E9" w:rsidRDefault="004C5FA0" w:rsidP="004C5FA0">
      <w:pPr>
        <w:ind w:left="284" w:hanging="284"/>
        <w:jc w:val="center"/>
        <w:rPr>
          <w:vertAlign w:val="superscript"/>
        </w:rPr>
      </w:pPr>
      <w:r w:rsidRPr="00C778E9">
        <w:rPr>
          <w:vertAlign w:val="superscript"/>
        </w:rPr>
        <w:t>имя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1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39"/>
        <w:gridCol w:w="340"/>
        <w:gridCol w:w="340"/>
        <w:gridCol w:w="339"/>
        <w:gridCol w:w="340"/>
        <w:gridCol w:w="339"/>
        <w:gridCol w:w="340"/>
        <w:gridCol w:w="339"/>
        <w:gridCol w:w="340"/>
        <w:gridCol w:w="339"/>
      </w:tblGrid>
      <w:tr w:rsidR="004C5FA0" w:rsidRPr="00C778E9" w:rsidTr="004C5FA0">
        <w:trPr>
          <w:trHeight w:val="302"/>
        </w:trPr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center"/>
            </w:pPr>
          </w:p>
        </w:tc>
      </w:tr>
    </w:tbl>
    <w:p w:rsidR="004C5FA0" w:rsidRPr="00C778E9" w:rsidRDefault="004C5FA0" w:rsidP="004C5FA0">
      <w:pPr>
        <w:ind w:left="284" w:hanging="284"/>
        <w:jc w:val="center"/>
        <w:rPr>
          <w:vertAlign w:val="superscript"/>
        </w:rPr>
      </w:pPr>
      <w:r w:rsidRPr="00C778E9">
        <w:rPr>
          <w:vertAlign w:val="superscript"/>
        </w:rPr>
        <w:t>отчество</w:t>
      </w:r>
    </w:p>
    <w:tbl>
      <w:tblPr>
        <w:tblW w:w="10668" w:type="dxa"/>
        <w:jc w:val="center"/>
        <w:tblInd w:w="-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"/>
        <w:gridCol w:w="10157"/>
      </w:tblGrid>
      <w:tr w:rsidR="004C5FA0" w:rsidRPr="00C778E9" w:rsidTr="004C5FA0">
        <w:trPr>
          <w:trHeight w:hRule="exact" w:val="295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tabs>
                <w:tab w:val="left" w:pos="0"/>
              </w:tabs>
              <w:spacing w:after="160"/>
              <w:jc w:val="both"/>
            </w:pPr>
          </w:p>
        </w:tc>
        <w:tc>
          <w:tcPr>
            <w:tcW w:w="1015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C5FA0" w:rsidRPr="00C778E9" w:rsidRDefault="004C5FA0">
            <w:pPr>
              <w:tabs>
                <w:tab w:val="left" w:pos="0"/>
              </w:tabs>
              <w:spacing w:after="160"/>
              <w:jc w:val="both"/>
            </w:pPr>
            <w:r w:rsidRPr="00C778E9">
              <w:t xml:space="preserve">выпускник прошлых лет </w:t>
            </w:r>
          </w:p>
        </w:tc>
      </w:tr>
      <w:tr w:rsidR="004C5FA0" w:rsidRPr="00C778E9" w:rsidTr="004C5FA0">
        <w:trPr>
          <w:trHeight w:hRule="exact" w:val="97"/>
          <w:jc w:val="center"/>
        </w:trPr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5FA0" w:rsidRPr="00C778E9" w:rsidRDefault="004C5FA0">
            <w:pPr>
              <w:tabs>
                <w:tab w:val="left" w:pos="0"/>
              </w:tabs>
              <w:spacing w:after="160"/>
              <w:jc w:val="both"/>
            </w:pPr>
          </w:p>
        </w:tc>
        <w:tc>
          <w:tcPr>
            <w:tcW w:w="10157" w:type="dxa"/>
            <w:tcBorders>
              <w:top w:val="nil"/>
              <w:left w:val="nil"/>
              <w:bottom w:val="nil"/>
              <w:right w:val="nil"/>
            </w:tcBorders>
          </w:tcPr>
          <w:p w:rsidR="004C5FA0" w:rsidRPr="00C778E9" w:rsidRDefault="004C5FA0">
            <w:pPr>
              <w:tabs>
                <w:tab w:val="left" w:pos="0"/>
              </w:tabs>
              <w:spacing w:after="160"/>
              <w:jc w:val="both"/>
            </w:pPr>
          </w:p>
        </w:tc>
      </w:tr>
      <w:tr w:rsidR="004C5FA0" w:rsidRPr="00C778E9" w:rsidTr="004C5FA0">
        <w:trPr>
          <w:trHeight w:hRule="exact" w:val="315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tabs>
                <w:tab w:val="left" w:pos="0"/>
              </w:tabs>
              <w:spacing w:after="160"/>
              <w:jc w:val="both"/>
            </w:pPr>
          </w:p>
        </w:tc>
        <w:tc>
          <w:tcPr>
            <w:tcW w:w="1015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C5FA0" w:rsidRPr="00C778E9" w:rsidRDefault="004C5FA0">
            <w:pPr>
              <w:tabs>
                <w:tab w:val="left" w:pos="0"/>
              </w:tabs>
              <w:spacing w:after="160"/>
              <w:jc w:val="both"/>
            </w:pPr>
            <w:r w:rsidRPr="00C778E9">
              <w:t>обучающи</w:t>
            </w:r>
            <w:proofErr w:type="gramStart"/>
            <w:r w:rsidRPr="00C778E9">
              <w:t>й(</w:t>
            </w:r>
            <w:proofErr w:type="spellStart"/>
            <w:proofErr w:type="gramEnd"/>
            <w:r w:rsidRPr="00C778E9">
              <w:t>ая</w:t>
            </w:r>
            <w:proofErr w:type="spellEnd"/>
            <w:r w:rsidRPr="00C778E9">
              <w:t>)</w:t>
            </w:r>
            <w:proofErr w:type="spellStart"/>
            <w:r w:rsidRPr="00C778E9">
              <w:t>ся</w:t>
            </w:r>
            <w:proofErr w:type="spellEnd"/>
            <w:r w:rsidRPr="00C778E9">
              <w:t xml:space="preserve"> по образовательным программам среднего профессионального образования</w:t>
            </w:r>
          </w:p>
        </w:tc>
      </w:tr>
      <w:tr w:rsidR="004C5FA0" w:rsidRPr="00C778E9" w:rsidTr="004C5FA0">
        <w:trPr>
          <w:trHeight w:hRule="exact" w:val="97"/>
          <w:jc w:val="center"/>
        </w:trPr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FA0" w:rsidRPr="00C778E9" w:rsidRDefault="004C5FA0">
            <w:pPr>
              <w:tabs>
                <w:tab w:val="left" w:pos="0"/>
              </w:tabs>
              <w:spacing w:after="160"/>
              <w:jc w:val="both"/>
            </w:pPr>
          </w:p>
        </w:tc>
        <w:tc>
          <w:tcPr>
            <w:tcW w:w="10157" w:type="dxa"/>
            <w:tcBorders>
              <w:top w:val="nil"/>
              <w:left w:val="nil"/>
              <w:bottom w:val="nil"/>
              <w:right w:val="nil"/>
            </w:tcBorders>
          </w:tcPr>
          <w:p w:rsidR="004C5FA0" w:rsidRPr="00C778E9" w:rsidRDefault="004C5FA0">
            <w:pPr>
              <w:tabs>
                <w:tab w:val="left" w:pos="0"/>
              </w:tabs>
              <w:spacing w:after="160"/>
              <w:jc w:val="both"/>
            </w:pPr>
          </w:p>
        </w:tc>
      </w:tr>
      <w:tr w:rsidR="004C5FA0" w:rsidRPr="00C778E9" w:rsidTr="004C5FA0">
        <w:trPr>
          <w:trHeight w:hRule="exact" w:val="3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tabs>
                <w:tab w:val="left" w:pos="0"/>
              </w:tabs>
              <w:spacing w:after="160"/>
              <w:jc w:val="both"/>
            </w:pPr>
          </w:p>
        </w:tc>
        <w:tc>
          <w:tcPr>
            <w:tcW w:w="1015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C5FA0" w:rsidRPr="00C778E9" w:rsidRDefault="004C5FA0">
            <w:pPr>
              <w:tabs>
                <w:tab w:val="left" w:pos="0"/>
              </w:tabs>
              <w:spacing w:after="160"/>
              <w:jc w:val="both"/>
            </w:pPr>
            <w:r w:rsidRPr="00C778E9">
              <w:t>обучающи</w:t>
            </w:r>
            <w:proofErr w:type="gramStart"/>
            <w:r w:rsidRPr="00C778E9">
              <w:t>й(</w:t>
            </w:r>
            <w:proofErr w:type="spellStart"/>
            <w:proofErr w:type="gramEnd"/>
            <w:r w:rsidRPr="00C778E9">
              <w:t>ая</w:t>
            </w:r>
            <w:proofErr w:type="spellEnd"/>
            <w:r w:rsidRPr="00C778E9">
              <w:t>)</w:t>
            </w:r>
            <w:proofErr w:type="spellStart"/>
            <w:r w:rsidRPr="00C778E9">
              <w:t>ся</w:t>
            </w:r>
            <w:proofErr w:type="spellEnd"/>
            <w:r w:rsidRPr="00C778E9">
              <w:t>, получающий(</w:t>
            </w:r>
            <w:proofErr w:type="spellStart"/>
            <w:r w:rsidRPr="00C778E9">
              <w:t>ая</w:t>
            </w:r>
            <w:proofErr w:type="spellEnd"/>
            <w:r w:rsidRPr="00C778E9">
              <w:t>) среднее общее образование в иностранной ОО</w:t>
            </w:r>
          </w:p>
        </w:tc>
      </w:tr>
    </w:tbl>
    <w:p w:rsidR="004C5FA0" w:rsidRPr="00C778E9" w:rsidRDefault="004C5FA0" w:rsidP="004C5FA0">
      <w:pPr>
        <w:rPr>
          <w:vertAlign w:val="superscript"/>
        </w:rPr>
      </w:pPr>
    </w:p>
    <w:tbl>
      <w:tblPr>
        <w:tblpPr w:leftFromText="180" w:rightFromText="180" w:vertAnchor="text" w:horzAnchor="page" w:tblpX="3891" w:tblpY="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"/>
        <w:gridCol w:w="368"/>
        <w:gridCol w:w="255"/>
        <w:gridCol w:w="368"/>
        <w:gridCol w:w="368"/>
        <w:gridCol w:w="255"/>
        <w:gridCol w:w="368"/>
        <w:gridCol w:w="368"/>
        <w:gridCol w:w="368"/>
        <w:gridCol w:w="368"/>
      </w:tblGrid>
      <w:tr w:rsidR="004C5FA0" w:rsidRPr="00C778E9" w:rsidTr="00952523">
        <w:trPr>
          <w:trHeight w:val="30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 w:rsidP="00952523">
            <w:pPr>
              <w:ind w:left="284" w:hanging="284"/>
              <w:jc w:val="both"/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 w:rsidP="00952523">
            <w:pPr>
              <w:ind w:left="284" w:hanging="284"/>
              <w:jc w:val="both"/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5FA0" w:rsidRPr="00C778E9" w:rsidRDefault="004C5FA0" w:rsidP="00952523">
            <w:pPr>
              <w:ind w:left="284" w:hanging="284"/>
              <w:jc w:val="both"/>
              <w:rPr>
                <w:b/>
              </w:rPr>
            </w:pPr>
            <w:r w:rsidRPr="00C778E9">
              <w:rPr>
                <w:b/>
              </w:rPr>
              <w:t>.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 w:rsidP="00952523">
            <w:pPr>
              <w:ind w:left="284" w:hanging="284"/>
              <w:jc w:val="both"/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 w:rsidP="00952523">
            <w:pPr>
              <w:ind w:left="284" w:hanging="284"/>
              <w:jc w:val="both"/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5FA0" w:rsidRPr="00C778E9" w:rsidRDefault="004C5FA0" w:rsidP="00952523">
            <w:pPr>
              <w:ind w:left="284" w:hanging="284"/>
              <w:jc w:val="both"/>
            </w:pPr>
            <w:r w:rsidRPr="00C778E9">
              <w:rPr>
                <w:b/>
              </w:rPr>
              <w:t>.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 w:rsidP="00952523">
            <w:pPr>
              <w:ind w:left="284" w:hanging="284"/>
              <w:jc w:val="both"/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 w:rsidP="00952523">
            <w:pPr>
              <w:ind w:left="284" w:hanging="284"/>
              <w:jc w:val="both"/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 w:rsidP="00952523">
            <w:pPr>
              <w:ind w:left="284" w:hanging="284"/>
              <w:jc w:val="both"/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 w:rsidP="00952523">
            <w:pPr>
              <w:ind w:left="284" w:hanging="284"/>
              <w:jc w:val="both"/>
            </w:pPr>
          </w:p>
        </w:tc>
      </w:tr>
    </w:tbl>
    <w:p w:rsidR="004C5FA0" w:rsidRPr="00C778E9" w:rsidRDefault="00952523" w:rsidP="004C5FA0">
      <w:pPr>
        <w:jc w:val="both"/>
        <w:rPr>
          <w:b/>
        </w:rPr>
      </w:pPr>
      <w:r w:rsidRPr="00C778E9">
        <w:rPr>
          <w:b/>
        </w:rPr>
        <w:t xml:space="preserve">Дата </w:t>
      </w:r>
      <w:r w:rsidR="004C5FA0" w:rsidRPr="00C778E9">
        <w:rPr>
          <w:b/>
        </w:rPr>
        <w:t>рождения:</w:t>
      </w:r>
    </w:p>
    <w:p w:rsidR="004C5FA0" w:rsidRPr="00C778E9" w:rsidRDefault="004C5FA0" w:rsidP="004C5FA0">
      <w:pPr>
        <w:jc w:val="both"/>
        <w:rPr>
          <w:b/>
        </w:rPr>
      </w:pPr>
    </w:p>
    <w:p w:rsidR="004C5FA0" w:rsidRPr="00C778E9" w:rsidRDefault="004C5FA0" w:rsidP="004C5FA0">
      <w:pPr>
        <w:ind w:left="284" w:hanging="284"/>
        <w:jc w:val="both"/>
        <w:rPr>
          <w:b/>
        </w:rPr>
      </w:pPr>
      <w:r w:rsidRPr="00C778E9">
        <w:t xml:space="preserve"> </w:t>
      </w:r>
      <w:r w:rsidRPr="00C778E9">
        <w:rPr>
          <w:b/>
        </w:rPr>
        <w:t>Документ, удостоверяющий личность: __________________________________________</w:t>
      </w:r>
    </w:p>
    <w:p w:rsidR="004C5FA0" w:rsidRPr="00C778E9" w:rsidRDefault="004C5FA0" w:rsidP="004C5FA0">
      <w:pPr>
        <w:ind w:left="284" w:hanging="284"/>
        <w:jc w:val="both"/>
        <w:rPr>
          <w:b/>
        </w:rPr>
      </w:pPr>
    </w:p>
    <w:tbl>
      <w:tblPr>
        <w:tblW w:w="8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967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</w:tblGrid>
      <w:tr w:rsidR="004C5FA0" w:rsidRPr="00C778E9" w:rsidTr="002D6EA2">
        <w:trPr>
          <w:trHeight w:val="318"/>
        </w:trPr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C5FA0" w:rsidRPr="00C778E9" w:rsidRDefault="004C5FA0">
            <w:pPr>
              <w:ind w:left="284" w:hanging="284"/>
              <w:jc w:val="both"/>
              <w:rPr>
                <w:b/>
              </w:rPr>
            </w:pPr>
            <w:r w:rsidRPr="00C778E9">
              <w:rPr>
                <w:b/>
              </w:rPr>
              <w:t>Серия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C5FA0" w:rsidRPr="00C778E9" w:rsidRDefault="004C5FA0">
            <w:pPr>
              <w:ind w:left="284" w:hanging="284"/>
              <w:jc w:val="both"/>
              <w:rPr>
                <w:b/>
              </w:rPr>
            </w:pPr>
            <w:r w:rsidRPr="00C778E9">
              <w:rPr>
                <w:b/>
              </w:rPr>
              <w:t>Номер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ind w:left="284" w:hanging="284"/>
              <w:jc w:val="both"/>
            </w:pPr>
          </w:p>
        </w:tc>
      </w:tr>
    </w:tbl>
    <w:p w:rsidR="004C5FA0" w:rsidRPr="00C778E9" w:rsidRDefault="004C5FA0" w:rsidP="004C5FA0">
      <w:pPr>
        <w:rPr>
          <w:vanish/>
        </w:rPr>
      </w:pPr>
    </w:p>
    <w:tbl>
      <w:tblPr>
        <w:tblpPr w:leftFromText="180" w:rightFromText="180" w:vertAnchor="text" w:horzAnchor="margin" w:tblpY="65"/>
        <w:tblW w:w="6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4"/>
        <w:gridCol w:w="377"/>
        <w:gridCol w:w="368"/>
        <w:gridCol w:w="373"/>
        <w:gridCol w:w="400"/>
        <w:gridCol w:w="373"/>
        <w:gridCol w:w="372"/>
        <w:gridCol w:w="375"/>
        <w:gridCol w:w="378"/>
        <w:gridCol w:w="372"/>
        <w:gridCol w:w="372"/>
        <w:gridCol w:w="369"/>
      </w:tblGrid>
      <w:tr w:rsidR="004C5FA0" w:rsidRPr="00C778E9" w:rsidTr="004C5FA0">
        <w:trPr>
          <w:trHeight w:hRule="exact" w:val="340"/>
        </w:trPr>
        <w:tc>
          <w:tcPr>
            <w:tcW w:w="26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5FA0" w:rsidRPr="00C778E9" w:rsidRDefault="004C5FA0">
            <w:pPr>
              <w:spacing w:after="160"/>
              <w:contextualSpacing/>
              <w:rPr>
                <w:b/>
              </w:rPr>
            </w:pPr>
            <w:r w:rsidRPr="00C778E9">
              <w:rPr>
                <w:b/>
              </w:rPr>
              <w:t xml:space="preserve">СНИЛС </w:t>
            </w:r>
            <w:r w:rsidRPr="00C778E9">
              <w:rPr>
                <w:i/>
              </w:rPr>
              <w:t>(при наличии)</w:t>
            </w:r>
          </w:p>
          <w:p w:rsidR="004C5FA0" w:rsidRPr="00C778E9" w:rsidRDefault="004C5FA0">
            <w:pPr>
              <w:spacing w:after="160"/>
              <w:contextualSpacing/>
            </w:pP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spacing w:after="160"/>
              <w:contextualSpacing/>
              <w:jc w:val="both"/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spacing w:after="160"/>
              <w:ind w:firstLine="426"/>
              <w:contextualSpacing/>
              <w:jc w:val="both"/>
            </w:pP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spacing w:after="160"/>
              <w:ind w:firstLine="426"/>
              <w:contextualSpacing/>
              <w:jc w:val="both"/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spacing w:after="160"/>
              <w:ind w:firstLine="426"/>
              <w:contextualSpacing/>
              <w:jc w:val="both"/>
            </w:pP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spacing w:after="160"/>
              <w:ind w:firstLine="426"/>
              <w:contextualSpacing/>
              <w:jc w:val="both"/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spacing w:after="160"/>
              <w:ind w:firstLine="426"/>
              <w:contextualSpacing/>
              <w:jc w:val="both"/>
            </w:pP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spacing w:after="160"/>
              <w:ind w:firstLine="426"/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spacing w:after="160"/>
              <w:ind w:firstLine="426"/>
              <w:contextualSpacing/>
              <w:jc w:val="both"/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spacing w:after="160"/>
              <w:ind w:firstLine="426"/>
              <w:contextualSpacing/>
              <w:jc w:val="both"/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spacing w:after="160"/>
              <w:ind w:firstLine="426"/>
              <w:contextualSpacing/>
              <w:jc w:val="both"/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5FA0" w:rsidRPr="00C778E9" w:rsidRDefault="004C5FA0">
            <w:pPr>
              <w:spacing w:after="160"/>
              <w:ind w:firstLine="426"/>
              <w:contextualSpacing/>
              <w:jc w:val="both"/>
            </w:pPr>
          </w:p>
        </w:tc>
      </w:tr>
    </w:tbl>
    <w:p w:rsidR="004C5FA0" w:rsidRPr="00C778E9" w:rsidRDefault="004C5FA0" w:rsidP="004C5FA0">
      <w:pPr>
        <w:spacing w:line="276" w:lineRule="auto"/>
        <w:jc w:val="both"/>
        <w:rPr>
          <w:b/>
        </w:rPr>
      </w:pPr>
    </w:p>
    <w:p w:rsidR="004C5FA0" w:rsidRPr="00C778E9" w:rsidRDefault="004C5FA0" w:rsidP="004C5FA0">
      <w:pPr>
        <w:spacing w:line="276" w:lineRule="auto"/>
        <w:jc w:val="both"/>
        <w:rPr>
          <w:b/>
        </w:rPr>
      </w:pPr>
    </w:p>
    <w:p w:rsidR="004C5FA0" w:rsidRPr="00C778E9" w:rsidRDefault="004C5FA0" w:rsidP="004C5FA0">
      <w:pPr>
        <w:spacing w:line="276" w:lineRule="auto"/>
        <w:jc w:val="both"/>
      </w:pPr>
      <w:r w:rsidRPr="00C778E9">
        <w:rPr>
          <w:b/>
        </w:rPr>
        <w:t>Документ  об образовании</w:t>
      </w:r>
      <w:r w:rsidR="009A342D">
        <w:rPr>
          <w:b/>
        </w:rPr>
        <w:t xml:space="preserve"> </w:t>
      </w:r>
      <w:proofErr w:type="spellStart"/>
      <w:r w:rsidRPr="00C778E9">
        <w:t>____________________________</w:t>
      </w:r>
      <w:r w:rsidRPr="00C778E9">
        <w:rPr>
          <w:b/>
        </w:rPr>
        <w:t>Год</w:t>
      </w:r>
      <w:proofErr w:type="spellEnd"/>
      <w:r w:rsidRPr="00C778E9">
        <w:rPr>
          <w:b/>
        </w:rPr>
        <w:t xml:space="preserve"> окончания ОО</w:t>
      </w:r>
      <w:r w:rsidRPr="00C778E9">
        <w:t xml:space="preserve"> __________</w:t>
      </w:r>
    </w:p>
    <w:p w:rsidR="002D6EA2" w:rsidRPr="00C778E9" w:rsidRDefault="002D6EA2" w:rsidP="004C5FA0">
      <w:pPr>
        <w:jc w:val="both"/>
        <w:rPr>
          <w:b/>
        </w:rPr>
      </w:pPr>
    </w:p>
    <w:p w:rsidR="00FE7444" w:rsidRPr="00143307" w:rsidRDefault="00FE7444" w:rsidP="00FE7444">
      <w:pPr>
        <w:ind w:left="-284"/>
        <w:jc w:val="both"/>
        <w:rPr>
          <w:i/>
        </w:rPr>
      </w:pPr>
      <w:r w:rsidRPr="00143307">
        <w:rPr>
          <w:i/>
          <w:w w:val="105"/>
        </w:rPr>
        <w:t>ВПЛ вправе участвовать в ЕГЭ в резервные сроки основного периода проведения ЕГЭ. Участие в ЕГЭ ВПЛ в иные сроки проведения ЕГЭ допускается только при наличии у них уважительных причин (болезни или иных обстоятельств), подтвержденных документально, и соответствующего решения ГЭК.</w:t>
      </w:r>
      <w:r w:rsidRPr="00143307">
        <w:rPr>
          <w:i/>
        </w:rPr>
        <w:t xml:space="preserve"> </w:t>
      </w:r>
    </w:p>
    <w:p w:rsidR="002D6EA2" w:rsidRPr="00C778E9" w:rsidRDefault="002D6EA2" w:rsidP="004C5FA0">
      <w:pPr>
        <w:jc w:val="both"/>
        <w:rPr>
          <w:sz w:val="22"/>
          <w:szCs w:val="22"/>
        </w:rPr>
      </w:pPr>
    </w:p>
    <w:p w:rsidR="004C5FA0" w:rsidRPr="00C778E9" w:rsidRDefault="004C5FA0" w:rsidP="004C5FA0">
      <w:pPr>
        <w:jc w:val="both"/>
        <w:rPr>
          <w:b/>
        </w:rPr>
      </w:pPr>
      <w:r w:rsidRPr="00C778E9">
        <w:rPr>
          <w:b/>
        </w:rPr>
        <w:t>прошу зарегистрировать  меня для  участия в ЕГЭ  по следующим учебным  предметам:</w:t>
      </w:r>
    </w:p>
    <w:tbl>
      <w:tblPr>
        <w:tblW w:w="103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4111"/>
        <w:gridCol w:w="3686"/>
        <w:gridCol w:w="1133"/>
      </w:tblGrid>
      <w:tr w:rsidR="00FE7444" w:rsidRPr="00FE7444" w:rsidTr="00BF4CDD">
        <w:trPr>
          <w:trHeight w:val="23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44" w:rsidRPr="00FE7444" w:rsidRDefault="00FE7444" w:rsidP="00CF2368">
            <w:pPr>
              <w:ind w:left="284" w:hanging="284"/>
              <w:jc w:val="center"/>
            </w:pPr>
            <w:r w:rsidRPr="00FE7444">
              <w:t>Код</w:t>
            </w:r>
          </w:p>
          <w:p w:rsidR="00FE7444" w:rsidRPr="00FE7444" w:rsidRDefault="00FE7444" w:rsidP="00CF2368">
            <w:pPr>
              <w:ind w:left="284" w:hanging="284"/>
              <w:jc w:val="center"/>
            </w:pPr>
            <w:r w:rsidRPr="00FE7444">
              <w:t>предмета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44" w:rsidRPr="00FE7444" w:rsidRDefault="00FE7444" w:rsidP="00CF2368">
            <w:pPr>
              <w:ind w:left="284" w:hanging="284"/>
              <w:jc w:val="both"/>
            </w:pPr>
            <w:r w:rsidRPr="00FE7444">
              <w:t>Наименование предмета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44" w:rsidRPr="00FE7444" w:rsidRDefault="00FE7444" w:rsidP="00EE1D06">
            <w:pPr>
              <w:ind w:left="29" w:firstLine="142"/>
              <w:jc w:val="center"/>
            </w:pPr>
            <w:r w:rsidRPr="00FE7444">
              <w:t xml:space="preserve">Дата экзамена, в соответствии с расписанием ЕГЭ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>
            <w:pPr>
              <w:ind w:left="29" w:firstLine="142"/>
              <w:jc w:val="center"/>
            </w:pPr>
            <w:r w:rsidRPr="00FE7444">
              <w:t>Форма</w:t>
            </w:r>
          </w:p>
        </w:tc>
      </w:tr>
      <w:tr w:rsidR="00FE7444" w:rsidRPr="00FE7444" w:rsidTr="00BF4CDD">
        <w:trPr>
          <w:trHeight w:val="11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44" w:rsidRPr="00FE7444" w:rsidRDefault="00FE7444"/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44" w:rsidRPr="00FE7444" w:rsidRDefault="00FE7444"/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44" w:rsidRPr="00FE7444" w:rsidRDefault="00FE7444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>
            <w:pPr>
              <w:jc w:val="center"/>
            </w:pPr>
            <w:r w:rsidRPr="00FE7444">
              <w:t>ЕГЭ</w:t>
            </w:r>
          </w:p>
        </w:tc>
      </w:tr>
      <w:tr w:rsidR="00FE7444" w:rsidRPr="00FE7444" w:rsidTr="00BF4CDD">
        <w:trPr>
          <w:trHeight w:val="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Русский язык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Математика (профильный уровень)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Физика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04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Химия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06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Биология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rPr>
          <w:trHeight w:val="22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07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 xml:space="preserve">История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08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География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2B3E3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09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44" w:rsidRPr="00FE7444" w:rsidRDefault="00FE7444" w:rsidP="00CF2368">
            <w:pPr>
              <w:ind w:right="-98"/>
            </w:pPr>
            <w:r w:rsidRPr="00FE7444">
              <w:t>Английский язык (письменная часть)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2B3E3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Немецкий язык  (письменная часть)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Французский язык (письменная часть)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Обществознание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Испанский язык (письменная часть)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Китайский язык (письменная часть)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Литература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2B3E3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44" w:rsidRPr="00FE7444" w:rsidRDefault="00FE7444" w:rsidP="00CF2368">
            <w:pPr>
              <w:ind w:right="-98"/>
            </w:pPr>
            <w:r w:rsidRPr="00FE7444">
              <w:t>Информатика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44" w:rsidRPr="00FE7444" w:rsidRDefault="00FE7444" w:rsidP="00CF2368">
            <w:pPr>
              <w:ind w:right="-98"/>
            </w:pPr>
            <w:r w:rsidRPr="00FE7444">
              <w:t>Английский язык (устная часть)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Немецкий язык (устная часть)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Французский язык (устная часть)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Испанский язык (устная часть)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  <w:tr w:rsidR="00FE7444" w:rsidRPr="00FE7444" w:rsidTr="00BF4CD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44" w:rsidRPr="00FE7444" w:rsidRDefault="00FE7444" w:rsidP="00CF2368">
            <w:pPr>
              <w:ind w:left="34"/>
              <w:jc w:val="center"/>
            </w:pPr>
            <w:r w:rsidRPr="00FE7444">
              <w:t>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444" w:rsidRPr="00FE7444" w:rsidRDefault="00FE7444" w:rsidP="00CF2368">
            <w:pPr>
              <w:ind w:right="-98"/>
              <w:jc w:val="both"/>
            </w:pPr>
            <w:r w:rsidRPr="00FE7444">
              <w:t>Китайский язык (устная часть)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44" w:rsidRPr="00FE7444" w:rsidRDefault="00FE7444">
            <w:pPr>
              <w:jc w:val="both"/>
            </w:pPr>
          </w:p>
        </w:tc>
      </w:tr>
    </w:tbl>
    <w:p w:rsidR="00BF4CDD" w:rsidRPr="00C778E9" w:rsidRDefault="00BF4CDD" w:rsidP="004C5FA0">
      <w:pPr>
        <w:autoSpaceDE w:val="0"/>
        <w:autoSpaceDN w:val="0"/>
        <w:adjustRightInd w:val="0"/>
        <w:jc w:val="both"/>
      </w:pPr>
    </w:p>
    <w:p w:rsidR="004C5FA0" w:rsidRPr="00C778E9" w:rsidRDefault="004C5FA0" w:rsidP="004C5FA0">
      <w:pPr>
        <w:autoSpaceDE w:val="0"/>
        <w:autoSpaceDN w:val="0"/>
        <w:adjustRightInd w:val="0"/>
        <w:jc w:val="both"/>
      </w:pPr>
      <w:r w:rsidRPr="00C778E9">
        <w:t xml:space="preserve">заявление в установленные сроки </w:t>
      </w:r>
      <w:r w:rsidR="005B0F6B" w:rsidRPr="00C778E9">
        <w:t>не име</w:t>
      </w:r>
      <w:proofErr w:type="gramStart"/>
      <w:r w:rsidR="005B0F6B" w:rsidRPr="00C778E9">
        <w:t>л(</w:t>
      </w:r>
      <w:proofErr w:type="gramEnd"/>
      <w:r w:rsidR="005B0F6B" w:rsidRPr="00C778E9">
        <w:t>а) возможности подать по причине _______________</w:t>
      </w:r>
    </w:p>
    <w:p w:rsidR="00403BE4" w:rsidRPr="00C778E9" w:rsidRDefault="00403BE4" w:rsidP="004C5FA0">
      <w:pPr>
        <w:autoSpaceDE w:val="0"/>
        <w:autoSpaceDN w:val="0"/>
        <w:adjustRightInd w:val="0"/>
        <w:jc w:val="both"/>
      </w:pPr>
      <w:r w:rsidRPr="00C778E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2523" w:rsidRPr="00C778E9" w:rsidRDefault="00952523" w:rsidP="004C5FA0">
      <w:pPr>
        <w:autoSpaceDE w:val="0"/>
        <w:autoSpaceDN w:val="0"/>
        <w:adjustRightInd w:val="0"/>
        <w:jc w:val="both"/>
      </w:pPr>
    </w:p>
    <w:p w:rsidR="00403BE4" w:rsidRPr="00C778E9" w:rsidRDefault="00403BE4" w:rsidP="004C5FA0">
      <w:pPr>
        <w:autoSpaceDE w:val="0"/>
        <w:autoSpaceDN w:val="0"/>
        <w:adjustRightInd w:val="0"/>
        <w:jc w:val="both"/>
      </w:pPr>
      <w:r w:rsidRPr="00C778E9">
        <w:t>Подтверждающие документы ________________________________________________________</w:t>
      </w:r>
    </w:p>
    <w:p w:rsidR="00403BE4" w:rsidRPr="00C778E9" w:rsidRDefault="00403BE4" w:rsidP="004C5FA0">
      <w:pPr>
        <w:autoSpaceDE w:val="0"/>
        <w:autoSpaceDN w:val="0"/>
        <w:adjustRightInd w:val="0"/>
        <w:jc w:val="both"/>
      </w:pPr>
      <w:r w:rsidRPr="00C778E9">
        <w:t>____________________________________________________________________________________________________________________________________________________________________</w:t>
      </w:r>
    </w:p>
    <w:p w:rsidR="004C5FA0" w:rsidRPr="00C778E9" w:rsidRDefault="004C5FA0" w:rsidP="004C5FA0"/>
    <w:p w:rsidR="00952523" w:rsidRPr="00C778E9" w:rsidRDefault="00952523" w:rsidP="004C5FA0"/>
    <w:p w:rsidR="000251BD" w:rsidRPr="00143307" w:rsidRDefault="000251BD" w:rsidP="000251BD">
      <w:pPr>
        <w:tabs>
          <w:tab w:val="left" w:pos="9639"/>
          <w:tab w:val="left" w:pos="10065"/>
        </w:tabs>
        <w:jc w:val="both"/>
      </w:pPr>
      <w:r w:rsidRPr="00143307">
        <w:t>Прошу организовать проведение экзаменов в условиях, учитывающих состояние моего здоровья, особенности психофизического развития, подтверждаемые</w:t>
      </w:r>
    </w:p>
    <w:tbl>
      <w:tblPr>
        <w:tblpPr w:leftFromText="180" w:rightFromText="180" w:vertAnchor="text" w:horzAnchor="margin" w:tblpY="2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6"/>
      </w:tblGrid>
      <w:tr w:rsidR="000251BD" w:rsidRPr="00143307" w:rsidTr="00CF2368">
        <w:trPr>
          <w:trHeight w:val="348"/>
        </w:trPr>
        <w:tc>
          <w:tcPr>
            <w:tcW w:w="376" w:type="dxa"/>
          </w:tcPr>
          <w:p w:rsidR="000251BD" w:rsidRPr="00143307" w:rsidRDefault="000251BD" w:rsidP="00CF2368"/>
        </w:tc>
      </w:tr>
    </w:tbl>
    <w:p w:rsidR="000251BD" w:rsidRPr="00143307" w:rsidRDefault="000251BD" w:rsidP="000251BD"/>
    <w:p w:rsidR="000251BD" w:rsidRPr="00143307" w:rsidRDefault="000251BD" w:rsidP="000251BD">
      <w:pPr>
        <w:jc w:val="both"/>
      </w:pPr>
      <w:r w:rsidRPr="00143307">
        <w:t xml:space="preserve">оригиналом или надлежащим образом заверенной копией рекомендаций </w:t>
      </w:r>
      <w:proofErr w:type="spellStart"/>
      <w:r w:rsidRPr="00143307">
        <w:t>психолого-медико-педагогической</w:t>
      </w:r>
      <w:proofErr w:type="spellEnd"/>
      <w:r w:rsidRPr="00143307">
        <w:t xml:space="preserve"> комиссии</w:t>
      </w:r>
    </w:p>
    <w:p w:rsidR="000251BD" w:rsidRPr="00143307" w:rsidRDefault="000251BD" w:rsidP="000251BD">
      <w:pPr>
        <w:jc w:val="both"/>
      </w:pP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6"/>
      </w:tblGrid>
      <w:tr w:rsidR="000251BD" w:rsidRPr="00143307" w:rsidTr="00CF2368">
        <w:trPr>
          <w:trHeight w:val="353"/>
        </w:trPr>
        <w:tc>
          <w:tcPr>
            <w:tcW w:w="376" w:type="dxa"/>
          </w:tcPr>
          <w:p w:rsidR="000251BD" w:rsidRPr="00143307" w:rsidRDefault="000251BD" w:rsidP="00CF2368">
            <w:pPr>
              <w:jc w:val="both"/>
            </w:pPr>
          </w:p>
        </w:tc>
      </w:tr>
    </w:tbl>
    <w:p w:rsidR="000251BD" w:rsidRPr="00143307" w:rsidRDefault="000251BD" w:rsidP="000251BD">
      <w:pPr>
        <w:jc w:val="both"/>
      </w:pPr>
      <w:r w:rsidRPr="00143307">
        <w:t>оригиналом или надлежащим образом 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0251BD" w:rsidRPr="00143307" w:rsidRDefault="000251BD" w:rsidP="000251BD">
      <w:pPr>
        <w:spacing w:before="240" w:after="120"/>
        <w:jc w:val="both"/>
      </w:pPr>
      <w:r w:rsidRPr="00143307">
        <w:rPr>
          <w:i/>
        </w:rPr>
        <w:t>Указать дополнительные условия,</w:t>
      </w:r>
      <w:r w:rsidRPr="00143307">
        <w:t xml:space="preserve"> </w:t>
      </w:r>
      <w:r w:rsidRPr="00143307">
        <w:rPr>
          <w:i/>
        </w:rPr>
        <w:t>учитывающие состояние здоровья, особенности психофизического развития</w:t>
      </w:r>
    </w:p>
    <w:p w:rsidR="000251BD" w:rsidRPr="00143307" w:rsidRDefault="000251BD" w:rsidP="000251BD"/>
    <w:tbl>
      <w:tblPr>
        <w:tblpPr w:leftFromText="180" w:rightFromText="180" w:vertAnchor="text" w:horzAnchor="margin" w:tblpY="-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7"/>
      </w:tblGrid>
      <w:tr w:rsidR="000251BD" w:rsidRPr="00143307" w:rsidTr="00CF2368">
        <w:trPr>
          <w:trHeight w:val="420"/>
        </w:trPr>
        <w:tc>
          <w:tcPr>
            <w:tcW w:w="447" w:type="dxa"/>
          </w:tcPr>
          <w:p w:rsidR="000251BD" w:rsidRPr="00143307" w:rsidRDefault="000251BD" w:rsidP="00CF2368"/>
        </w:tc>
      </w:tr>
    </w:tbl>
    <w:p w:rsidR="000251BD" w:rsidRPr="00143307" w:rsidRDefault="000251BD" w:rsidP="000251BD">
      <w:r w:rsidRPr="00143307">
        <w:t>Специализированная аудитория</w:t>
      </w:r>
    </w:p>
    <w:tbl>
      <w:tblPr>
        <w:tblpPr w:leftFromText="180" w:rightFromText="180" w:vertAnchor="text" w:horzAnchor="margin" w:tblpY="2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9"/>
      </w:tblGrid>
      <w:tr w:rsidR="000251BD" w:rsidRPr="00143307" w:rsidTr="00CF2368">
        <w:trPr>
          <w:trHeight w:val="420"/>
        </w:trPr>
        <w:tc>
          <w:tcPr>
            <w:tcW w:w="429" w:type="dxa"/>
          </w:tcPr>
          <w:p w:rsidR="000251BD" w:rsidRPr="00143307" w:rsidRDefault="000251BD" w:rsidP="00CF2368"/>
        </w:tc>
      </w:tr>
    </w:tbl>
    <w:p w:rsidR="000251BD" w:rsidRPr="00143307" w:rsidRDefault="000251BD" w:rsidP="000251BD"/>
    <w:p w:rsidR="000251BD" w:rsidRPr="00143307" w:rsidRDefault="000251BD" w:rsidP="000251BD">
      <w:r w:rsidRPr="00143307">
        <w:t>Увеличение продолжительности выполнения экзаменационной работы ЕГЭ на 1,5 часа</w:t>
      </w:r>
    </w:p>
    <w:tbl>
      <w:tblPr>
        <w:tblpPr w:leftFromText="180" w:rightFromText="180" w:vertAnchor="text" w:horzAnchor="margin" w:tblpY="3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8"/>
      </w:tblGrid>
      <w:tr w:rsidR="000251BD" w:rsidRPr="00143307" w:rsidTr="00CF2368">
        <w:trPr>
          <w:trHeight w:val="411"/>
        </w:trPr>
        <w:tc>
          <w:tcPr>
            <w:tcW w:w="448" w:type="dxa"/>
          </w:tcPr>
          <w:p w:rsidR="000251BD" w:rsidRPr="00143307" w:rsidRDefault="000251BD" w:rsidP="00CF2368"/>
        </w:tc>
      </w:tr>
    </w:tbl>
    <w:p w:rsidR="000251BD" w:rsidRPr="00143307" w:rsidRDefault="000251BD" w:rsidP="000251BD"/>
    <w:p w:rsidR="000251BD" w:rsidRPr="00143307" w:rsidRDefault="000251BD" w:rsidP="000251BD">
      <w:r w:rsidRPr="00143307">
        <w:t>Увеличение продолжительности выполнения экзаменационной работы ЕГЭ по иностранным языкам (раздел «Говорение») на 30 минут</w:t>
      </w:r>
    </w:p>
    <w:tbl>
      <w:tblPr>
        <w:tblpPr w:leftFromText="180" w:rightFromText="180" w:vertAnchor="text" w:horzAnchor="margin" w:tblpY="1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9"/>
      </w:tblGrid>
      <w:tr w:rsidR="000251BD" w:rsidRPr="00143307" w:rsidTr="00CF2368">
        <w:trPr>
          <w:trHeight w:val="387"/>
        </w:trPr>
        <w:tc>
          <w:tcPr>
            <w:tcW w:w="429" w:type="dxa"/>
          </w:tcPr>
          <w:p w:rsidR="000251BD" w:rsidRPr="00143307" w:rsidRDefault="000251BD" w:rsidP="00CF2368"/>
        </w:tc>
      </w:tr>
    </w:tbl>
    <w:p w:rsidR="000251BD" w:rsidRPr="00143307" w:rsidRDefault="000251BD" w:rsidP="000251BD">
      <w:pPr>
        <w:ind w:left="-142"/>
      </w:pPr>
    </w:p>
    <w:p w:rsidR="000251BD" w:rsidRPr="00106D59" w:rsidRDefault="000251BD" w:rsidP="000251BD">
      <w:pPr>
        <w:jc w:val="center"/>
        <w:rPr>
          <w:sz w:val="22"/>
          <w:szCs w:val="22"/>
        </w:rPr>
      </w:pPr>
      <w:r w:rsidRPr="00106D59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_______________________________</w:t>
      </w:r>
    </w:p>
    <w:p w:rsidR="000251BD" w:rsidRPr="00106D59" w:rsidRDefault="000251BD" w:rsidP="000251BD">
      <w:pPr>
        <w:jc w:val="center"/>
        <w:rPr>
          <w:sz w:val="22"/>
          <w:szCs w:val="22"/>
        </w:rPr>
      </w:pPr>
      <w:r w:rsidRPr="00106D59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__________________________</w:t>
      </w:r>
    </w:p>
    <w:p w:rsidR="000251BD" w:rsidRPr="00106D59" w:rsidRDefault="000251BD" w:rsidP="000251BD">
      <w:pPr>
        <w:jc w:val="center"/>
        <w:rPr>
          <w:sz w:val="20"/>
          <w:szCs w:val="20"/>
        </w:rPr>
      </w:pPr>
      <w:r w:rsidRPr="00106D59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_______________________________</w:t>
      </w:r>
      <w:r w:rsidRPr="00106D59">
        <w:rPr>
          <w:sz w:val="22"/>
          <w:szCs w:val="22"/>
        </w:rPr>
        <w:t>(</w:t>
      </w:r>
      <w:r w:rsidRPr="00106D59">
        <w:rPr>
          <w:i/>
          <w:sz w:val="20"/>
          <w:szCs w:val="20"/>
        </w:rPr>
        <w:t>иные дополнительные условия/материально-техническое оснащение,</w:t>
      </w:r>
      <w:r w:rsidRPr="00106D59">
        <w:rPr>
          <w:sz w:val="20"/>
          <w:szCs w:val="20"/>
        </w:rPr>
        <w:t xml:space="preserve"> </w:t>
      </w:r>
      <w:r w:rsidRPr="00106D59">
        <w:rPr>
          <w:i/>
          <w:sz w:val="20"/>
          <w:szCs w:val="20"/>
        </w:rPr>
        <w:t>учитывающие состояние здоровья, особенности психофизического развития)</w:t>
      </w:r>
    </w:p>
    <w:p w:rsidR="002D6EA2" w:rsidRPr="00C778E9" w:rsidRDefault="002D6EA2" w:rsidP="004C5FA0"/>
    <w:p w:rsidR="00FE7444" w:rsidRPr="00143307" w:rsidRDefault="00FE7444" w:rsidP="00FE7444">
      <w:pPr>
        <w:ind w:left="-284"/>
        <w:jc w:val="both"/>
        <w:rPr>
          <w:sz w:val="22"/>
          <w:szCs w:val="22"/>
        </w:rPr>
      </w:pPr>
      <w:r w:rsidRPr="00143307">
        <w:rPr>
          <w:sz w:val="22"/>
          <w:szCs w:val="22"/>
        </w:rPr>
        <w:t>С порядком проведения ЕГЭ, в том числе со сроками, местами проведения ЕГЭ, с основаниями для удаления из ППЭ, с процедурой досрочного завершения экзамена по объективным причинам, правилами заполнения бланков, о ведении в ППЭ и аудиториях видеозаписи, с порядком подачи и рассмотрения апелляций о нарушении Порядка и о несогласии с выставленными баллами, со временем и местом ознакомления с результатами ЕГЭ, ознакомлен /ознакомлена.</w:t>
      </w: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2D6EA2" w:rsidRPr="00FE7444" w:rsidTr="00357163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D6EA2" w:rsidRPr="00C778E9" w:rsidRDefault="002D6EA2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C778E9">
              <w:rPr>
                <w:lang w:val="en-US"/>
              </w:rPr>
              <w:t>Контактный</w:t>
            </w:r>
            <w:r w:rsidRPr="00C778E9">
              <w:rPr>
                <w:rFonts w:ascii="Baskerville Old Face" w:hAnsi="Baskerville Old Face"/>
                <w:lang w:val="en-US"/>
              </w:rPr>
              <w:t xml:space="preserve"> </w:t>
            </w:r>
            <w:r w:rsidRPr="00C778E9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6EA2" w:rsidRPr="00C778E9" w:rsidRDefault="002D6EA2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A2" w:rsidRPr="00C778E9" w:rsidRDefault="002D6EA2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A2" w:rsidRPr="00C778E9" w:rsidRDefault="002D6EA2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A2" w:rsidRPr="00C778E9" w:rsidRDefault="002D6EA2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A2" w:rsidRPr="00C778E9" w:rsidRDefault="002D6EA2" w:rsidP="00357163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A2" w:rsidRPr="00C778E9" w:rsidRDefault="002D6EA2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A2" w:rsidRPr="00C778E9" w:rsidRDefault="002D6EA2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A2" w:rsidRPr="00FE7444" w:rsidRDefault="002D6EA2" w:rsidP="00357163">
            <w:pPr>
              <w:spacing w:after="160" w:line="240" w:lineRule="exact"/>
              <w:rPr>
                <w:rFonts w:ascii="Baskerville Old Face" w:hAnsi="Baskerville Old Face"/>
                <w:i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A2" w:rsidRPr="00FE7444" w:rsidRDefault="002D6EA2" w:rsidP="00357163">
            <w:pPr>
              <w:spacing w:after="160" w:line="240" w:lineRule="exact"/>
              <w:rPr>
                <w:rFonts w:ascii="Verdana" w:hAnsi="Verdana"/>
                <w:i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A2" w:rsidRPr="00FE7444" w:rsidRDefault="002D6EA2" w:rsidP="00357163">
            <w:pPr>
              <w:spacing w:after="160" w:line="240" w:lineRule="exact"/>
              <w:rPr>
                <w:rFonts w:ascii="Baskerville Old Face" w:hAnsi="Baskerville Old Face"/>
                <w:i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A2" w:rsidRPr="00FE7444" w:rsidRDefault="002D6EA2" w:rsidP="00357163">
            <w:pPr>
              <w:spacing w:after="160" w:line="240" w:lineRule="exact"/>
              <w:rPr>
                <w:rFonts w:ascii="Baskerville Old Face" w:hAnsi="Baskerville Old Face"/>
                <w:i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EA2" w:rsidRPr="00FE7444" w:rsidRDefault="002D6EA2" w:rsidP="00357163">
            <w:pPr>
              <w:spacing w:after="160" w:line="240" w:lineRule="exact"/>
              <w:rPr>
                <w:rFonts w:ascii="Verdana" w:hAnsi="Verdana"/>
                <w:i/>
              </w:rPr>
            </w:pPr>
          </w:p>
        </w:tc>
      </w:tr>
      <w:tr w:rsidR="002D6EA2" w:rsidRPr="00FE7444" w:rsidTr="00357163">
        <w:trPr>
          <w:trHeight w:val="72"/>
        </w:trPr>
        <w:tc>
          <w:tcPr>
            <w:tcW w:w="10031" w:type="dxa"/>
            <w:gridSpan w:val="13"/>
            <w:hideMark/>
          </w:tcPr>
          <w:p w:rsidR="002D6EA2" w:rsidRPr="00FE7444" w:rsidRDefault="002D6EA2" w:rsidP="00357163">
            <w:pPr>
              <w:spacing w:after="160" w:line="240" w:lineRule="exact"/>
              <w:rPr>
                <w:i/>
              </w:rPr>
            </w:pPr>
          </w:p>
          <w:p w:rsidR="002D6EA2" w:rsidRPr="00FE7444" w:rsidRDefault="002D6EA2" w:rsidP="00357163">
            <w:pPr>
              <w:spacing w:after="160" w:line="240" w:lineRule="exact"/>
              <w:rPr>
                <w:i/>
              </w:rPr>
            </w:pPr>
            <w:r w:rsidRPr="00C221FF">
              <w:t xml:space="preserve">Электронная почта:  </w:t>
            </w:r>
            <w:r w:rsidRPr="00FE7444">
              <w:rPr>
                <w:i/>
              </w:rPr>
              <w:t>_____________________________________________________________</w:t>
            </w:r>
          </w:p>
        </w:tc>
      </w:tr>
    </w:tbl>
    <w:p w:rsidR="002D6EA2" w:rsidRPr="00C778E9" w:rsidRDefault="002D6EA2" w:rsidP="004C5FA0"/>
    <w:p w:rsidR="002D6EA2" w:rsidRPr="00C778E9" w:rsidRDefault="002D6EA2" w:rsidP="002D6EA2">
      <w:r w:rsidRPr="00C778E9">
        <w:t>Участник ЕГЭ ________________/</w:t>
      </w:r>
      <w:r w:rsidR="000251BD">
        <w:t>_______</w:t>
      </w:r>
      <w:r w:rsidRPr="00C778E9">
        <w:t xml:space="preserve">___________________/ </w:t>
      </w:r>
    </w:p>
    <w:p w:rsidR="002D6EA2" w:rsidRPr="00C778E9" w:rsidRDefault="000251BD" w:rsidP="002D6EA2">
      <w:r>
        <w:rPr>
          <w:vertAlign w:val="superscript"/>
        </w:rPr>
        <w:t xml:space="preserve">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="002D6EA2" w:rsidRPr="00C778E9">
        <w:rPr>
          <w:vertAlign w:val="superscript"/>
        </w:rPr>
        <w:t xml:space="preserve">Подпись                                              ФИО    </w:t>
      </w:r>
    </w:p>
    <w:p w:rsidR="002D6EA2" w:rsidRPr="00C778E9" w:rsidRDefault="002D6EA2" w:rsidP="002D6EA2">
      <w:pPr>
        <w:rPr>
          <w:b/>
        </w:rPr>
      </w:pPr>
      <w:r w:rsidRPr="00C778E9">
        <w:t>«_____»____________20___г.</w:t>
      </w:r>
    </w:p>
    <w:p w:rsidR="004C5FA0" w:rsidRPr="00C778E9" w:rsidRDefault="004C5FA0" w:rsidP="004C5FA0">
      <w:pPr>
        <w:ind w:left="142" w:hanging="284"/>
        <w:outlineLvl w:val="0"/>
        <w:rPr>
          <w:vertAlign w:val="superscript"/>
        </w:rPr>
      </w:pPr>
      <w:r w:rsidRPr="00C778E9">
        <w:rPr>
          <w:vertAlign w:val="superscript"/>
        </w:rPr>
        <w:t xml:space="preserve">                                                        </w:t>
      </w:r>
    </w:p>
    <w:p w:rsidR="002D6EA2" w:rsidRPr="00C778E9" w:rsidRDefault="004C5FA0" w:rsidP="004C5FA0">
      <w:pPr>
        <w:ind w:left="284" w:hanging="284"/>
        <w:jc w:val="both"/>
        <w:outlineLvl w:val="0"/>
      </w:pPr>
      <w:r w:rsidRPr="00C778E9">
        <w:t>Заявление принял ___</w:t>
      </w:r>
      <w:r w:rsidR="000251BD">
        <w:t>______________</w:t>
      </w:r>
      <w:r w:rsidR="002D6EA2" w:rsidRPr="00C778E9">
        <w:t>__</w:t>
      </w:r>
      <w:r w:rsidRPr="00C778E9">
        <w:t>_/_________</w:t>
      </w:r>
      <w:r w:rsidR="000251BD">
        <w:t>__________</w:t>
      </w:r>
      <w:r w:rsidRPr="00C778E9">
        <w:t xml:space="preserve">____/  </w:t>
      </w:r>
    </w:p>
    <w:p w:rsidR="000251BD" w:rsidRDefault="000251BD" w:rsidP="000251BD">
      <w:pPr>
        <w:ind w:left="284" w:hanging="284"/>
        <w:outlineLvl w:val="0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</w:t>
      </w:r>
      <w:r w:rsidRPr="00C778E9">
        <w:rPr>
          <w:vertAlign w:val="superscript"/>
        </w:rPr>
        <w:t xml:space="preserve">Подпись                                              ФИО    </w:t>
      </w:r>
    </w:p>
    <w:p w:rsidR="004C5FA0" w:rsidRPr="00C778E9" w:rsidRDefault="004C5FA0" w:rsidP="004C5FA0">
      <w:pPr>
        <w:ind w:left="284" w:hanging="284"/>
        <w:jc w:val="both"/>
        <w:outlineLvl w:val="0"/>
        <w:rPr>
          <w:vertAlign w:val="superscript"/>
        </w:rPr>
      </w:pPr>
      <w:r w:rsidRPr="00C778E9">
        <w:t>«_____»____________20___г</w:t>
      </w:r>
    </w:p>
    <w:p w:rsidR="004C5FA0" w:rsidRPr="00C778E9" w:rsidRDefault="004C5FA0" w:rsidP="004C5FA0">
      <w:pPr>
        <w:ind w:left="284" w:hanging="284"/>
        <w:jc w:val="both"/>
        <w:outlineLvl w:val="0"/>
        <w:rPr>
          <w:vertAlign w:val="superscript"/>
        </w:rPr>
      </w:pPr>
      <w:r w:rsidRPr="00C778E9">
        <w:rPr>
          <w:b/>
        </w:rPr>
        <w:t xml:space="preserve">                                    </w:t>
      </w:r>
    </w:p>
    <w:p w:rsidR="002D6EA2" w:rsidRPr="00C778E9" w:rsidRDefault="002D6EA2" w:rsidP="004C5FA0">
      <w:pPr>
        <w:rPr>
          <w:b/>
        </w:rPr>
      </w:pPr>
    </w:p>
    <w:p w:rsidR="004C5FA0" w:rsidRDefault="004C5FA0" w:rsidP="004C5FA0">
      <w:pPr>
        <w:rPr>
          <w:vertAlign w:val="subscript"/>
        </w:rPr>
      </w:pPr>
    </w:p>
    <w:p w:rsidR="00C22923" w:rsidRDefault="00C22923" w:rsidP="004C5FA0">
      <w:pPr>
        <w:rPr>
          <w:vertAlign w:val="subscript"/>
        </w:rPr>
      </w:pPr>
    </w:p>
    <w:p w:rsidR="000251BD" w:rsidRPr="00C22923" w:rsidRDefault="00C22923" w:rsidP="00143307">
      <w:pPr>
        <w:pStyle w:val="ac"/>
        <w:numPr>
          <w:ilvl w:val="0"/>
          <w:numId w:val="19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C22923">
        <w:rPr>
          <w:i/>
          <w:sz w:val="18"/>
          <w:szCs w:val="18"/>
        </w:rPr>
        <w:t>Заявление на изменение сроков участия в ГИА-11</w:t>
      </w:r>
    </w:p>
    <w:p w:rsidR="00B14D13" w:rsidRPr="00C778E9" w:rsidRDefault="00B14D13" w:rsidP="00B14D13">
      <w:pPr>
        <w:ind w:left="5245"/>
        <w:contextualSpacing/>
        <w:jc w:val="center"/>
      </w:pPr>
      <w:r w:rsidRPr="00C778E9">
        <w:t xml:space="preserve">Председателю </w:t>
      </w:r>
    </w:p>
    <w:p w:rsidR="00B14D13" w:rsidRPr="00C778E9" w:rsidRDefault="00B14D13" w:rsidP="00B14D13">
      <w:pPr>
        <w:ind w:left="5245"/>
        <w:contextualSpacing/>
        <w:jc w:val="center"/>
      </w:pPr>
      <w:r w:rsidRPr="00C778E9">
        <w:t>государственной экзаменационной комиссии</w:t>
      </w:r>
    </w:p>
    <w:p w:rsidR="00B14D13" w:rsidRPr="00C778E9" w:rsidRDefault="00B14D13" w:rsidP="00B14D13">
      <w:pPr>
        <w:ind w:left="5245"/>
        <w:contextualSpacing/>
        <w:jc w:val="center"/>
      </w:pPr>
      <w:r w:rsidRPr="00C778E9">
        <w:t>Забайкальского края</w:t>
      </w:r>
    </w:p>
    <w:p w:rsidR="00B14D13" w:rsidRPr="00C778E9" w:rsidRDefault="0061067A" w:rsidP="0061067A">
      <w:pPr>
        <w:tabs>
          <w:tab w:val="left" w:pos="6525"/>
        </w:tabs>
        <w:ind w:left="5670"/>
        <w:contextualSpacing/>
        <w:jc w:val="center"/>
        <w:rPr>
          <w:b/>
          <w:sz w:val="28"/>
          <w:szCs w:val="28"/>
        </w:rPr>
      </w:pPr>
      <w:r w:rsidRPr="00C778E9">
        <w:t>________________________</w:t>
      </w:r>
    </w:p>
    <w:p w:rsidR="00B14D13" w:rsidRPr="00C778E9" w:rsidRDefault="00B14D13" w:rsidP="00B14D13">
      <w:pPr>
        <w:tabs>
          <w:tab w:val="left" w:pos="3045"/>
        </w:tabs>
        <w:jc w:val="center"/>
        <w:rPr>
          <w:b/>
        </w:rPr>
      </w:pPr>
      <w:r w:rsidRPr="00C778E9">
        <w:rPr>
          <w:b/>
        </w:rPr>
        <w:t>заявление.</w:t>
      </w:r>
    </w:p>
    <w:p w:rsidR="00B14D13" w:rsidRPr="00C778E9" w:rsidRDefault="00B14D13" w:rsidP="00B14D13">
      <w:pPr>
        <w:tabs>
          <w:tab w:val="left" w:pos="3045"/>
        </w:tabs>
        <w:jc w:val="center"/>
        <w:rPr>
          <w:b/>
          <w:sz w:val="28"/>
          <w:szCs w:val="28"/>
        </w:rPr>
      </w:pPr>
    </w:p>
    <w:tbl>
      <w:tblPr>
        <w:tblW w:w="1134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"/>
        <w:gridCol w:w="97"/>
        <w:gridCol w:w="284"/>
        <w:gridCol w:w="71"/>
        <w:gridCol w:w="85"/>
        <w:gridCol w:w="280"/>
        <w:gridCol w:w="129"/>
        <w:gridCol w:w="246"/>
        <w:gridCol w:w="166"/>
        <w:gridCol w:w="208"/>
        <w:gridCol w:w="205"/>
        <w:gridCol w:w="171"/>
        <w:gridCol w:w="243"/>
        <w:gridCol w:w="133"/>
        <w:gridCol w:w="281"/>
        <w:gridCol w:w="93"/>
        <w:gridCol w:w="320"/>
        <w:gridCol w:w="56"/>
        <w:gridCol w:w="358"/>
        <w:gridCol w:w="18"/>
        <w:gridCol w:w="376"/>
        <w:gridCol w:w="20"/>
        <w:gridCol w:w="353"/>
        <w:gridCol w:w="61"/>
        <w:gridCol w:w="312"/>
        <w:gridCol w:w="101"/>
        <w:gridCol w:w="276"/>
        <w:gridCol w:w="138"/>
        <w:gridCol w:w="237"/>
        <w:gridCol w:w="177"/>
        <w:gridCol w:w="198"/>
        <w:gridCol w:w="215"/>
        <w:gridCol w:w="158"/>
        <w:gridCol w:w="256"/>
        <w:gridCol w:w="117"/>
        <w:gridCol w:w="297"/>
        <w:gridCol w:w="76"/>
        <w:gridCol w:w="337"/>
        <w:gridCol w:w="36"/>
        <w:gridCol w:w="373"/>
        <w:gridCol w:w="9"/>
        <w:gridCol w:w="364"/>
        <w:gridCol w:w="50"/>
        <w:gridCol w:w="323"/>
        <w:gridCol w:w="90"/>
        <w:gridCol w:w="374"/>
        <w:gridCol w:w="39"/>
        <w:gridCol w:w="335"/>
        <w:gridCol w:w="78"/>
        <w:gridCol w:w="391"/>
        <w:gridCol w:w="25"/>
        <w:gridCol w:w="398"/>
        <w:gridCol w:w="46"/>
        <w:gridCol w:w="791"/>
      </w:tblGrid>
      <w:tr w:rsidR="00B14D13" w:rsidRPr="00C778E9" w:rsidTr="00BF4CDD">
        <w:trPr>
          <w:gridAfter w:val="2"/>
          <w:wAfter w:w="837" w:type="dxa"/>
          <w:trHeight w:hRule="exact" w:val="322"/>
        </w:trPr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14D13" w:rsidRPr="00C778E9" w:rsidRDefault="00B14D13" w:rsidP="00B14D13">
            <w:pPr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C778E9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452" w:type="dxa"/>
            <w:gridSpan w:val="3"/>
            <w:tcBorders>
              <w:left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5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4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r w:rsidRPr="00C778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469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3" w:type="dxa"/>
            <w:gridSpan w:val="2"/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B14D13" w:rsidRPr="00C778E9" w:rsidTr="00BF4CDD">
        <w:trPr>
          <w:gridAfter w:val="1"/>
          <w:wAfter w:w="791" w:type="dxa"/>
          <w:trHeight w:hRule="exact" w:val="221"/>
        </w:trPr>
        <w:tc>
          <w:tcPr>
            <w:tcW w:w="1055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B14D13" w:rsidRPr="00C778E9" w:rsidRDefault="00B14D13" w:rsidP="00B14D13">
            <w:pPr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C778E9">
              <w:rPr>
                <w:i/>
                <w:szCs w:val="26"/>
                <w:vertAlign w:val="superscript"/>
              </w:rPr>
              <w:t>фамилия</w:t>
            </w:r>
          </w:p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B14D13" w:rsidRPr="00C778E9" w:rsidTr="00BF4CDD">
        <w:trPr>
          <w:gridAfter w:val="2"/>
          <w:wAfter w:w="837" w:type="dxa"/>
          <w:trHeight w:hRule="exact" w:val="322"/>
        </w:trPr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5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3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B14D13" w:rsidRPr="00C778E9" w:rsidTr="00BF4CDD">
        <w:trPr>
          <w:gridAfter w:val="2"/>
          <w:wAfter w:w="837" w:type="dxa"/>
          <w:trHeight w:hRule="exact" w:val="203"/>
        </w:trPr>
        <w:tc>
          <w:tcPr>
            <w:tcW w:w="10504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B14D13" w:rsidRPr="00C778E9" w:rsidRDefault="00B14D13" w:rsidP="00B14D13">
            <w:pPr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C778E9">
              <w:rPr>
                <w:i/>
                <w:szCs w:val="26"/>
                <w:vertAlign w:val="superscript"/>
              </w:rPr>
              <w:t>имя</w:t>
            </w:r>
          </w:p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B14D13" w:rsidRPr="00C778E9" w:rsidTr="00BF4CDD">
        <w:trPr>
          <w:gridAfter w:val="2"/>
          <w:wAfter w:w="837" w:type="dxa"/>
          <w:trHeight w:hRule="exact" w:val="322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B14D13" w:rsidRPr="00C778E9" w:rsidRDefault="00B14D13" w:rsidP="00B14D1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B14D13" w:rsidRPr="00C778E9" w:rsidTr="00BF4CDD">
        <w:trPr>
          <w:gridAfter w:val="2"/>
          <w:wAfter w:w="837" w:type="dxa"/>
          <w:trHeight w:hRule="exact" w:val="197"/>
        </w:trPr>
        <w:tc>
          <w:tcPr>
            <w:tcW w:w="10504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B14D13" w:rsidRPr="00C778E9" w:rsidRDefault="00B14D13" w:rsidP="00B14D13">
            <w:pPr>
              <w:contextualSpacing/>
              <w:mirrorIndents/>
              <w:jc w:val="center"/>
              <w:rPr>
                <w:sz w:val="26"/>
                <w:szCs w:val="26"/>
              </w:rPr>
            </w:pPr>
            <w:r w:rsidRPr="00C778E9">
              <w:rPr>
                <w:i/>
                <w:szCs w:val="26"/>
                <w:vertAlign w:val="superscript"/>
              </w:rPr>
              <w:t>отчество</w:t>
            </w:r>
          </w:p>
        </w:tc>
      </w:tr>
      <w:tr w:rsidR="00B14D13" w:rsidRPr="00C778E9" w:rsidTr="00BF4CDD">
        <w:tblPrEx>
          <w:tblLook w:val="04A0"/>
        </w:tblPrEx>
        <w:trPr>
          <w:gridBefore w:val="1"/>
          <w:wBefore w:w="470" w:type="dxa"/>
        </w:trPr>
        <w:tc>
          <w:tcPr>
            <w:tcW w:w="3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14D13" w:rsidRPr="00C778E9" w:rsidRDefault="00B14D13" w:rsidP="00B14D13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4D13" w:rsidRPr="00C778E9" w:rsidRDefault="00B14D13" w:rsidP="00B14D13">
            <w:pPr>
              <w:tabs>
                <w:tab w:val="left" w:pos="0"/>
              </w:tabs>
              <w:jc w:val="both"/>
            </w:pPr>
            <w:r w:rsidRPr="00C778E9">
              <w:t xml:space="preserve">выпускник прошлых лет </w:t>
            </w:r>
          </w:p>
        </w:tc>
      </w:tr>
      <w:tr w:rsidR="00B14D13" w:rsidRPr="00C778E9" w:rsidTr="00BF4CDD">
        <w:tblPrEx>
          <w:tblLook w:val="04A0"/>
        </w:tblPrEx>
        <w:trPr>
          <w:gridBefore w:val="1"/>
          <w:wBefore w:w="470" w:type="dxa"/>
        </w:trPr>
        <w:tc>
          <w:tcPr>
            <w:tcW w:w="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4D13" w:rsidRPr="00C778E9" w:rsidRDefault="00B14D13" w:rsidP="00B14D13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B14D13" w:rsidRPr="00C778E9" w:rsidRDefault="00B14D13" w:rsidP="00B14D13">
            <w:pPr>
              <w:tabs>
                <w:tab w:val="left" w:pos="0"/>
              </w:tabs>
              <w:jc w:val="both"/>
            </w:pPr>
          </w:p>
        </w:tc>
      </w:tr>
      <w:tr w:rsidR="00B14D13" w:rsidRPr="00C778E9" w:rsidTr="00BF4CDD">
        <w:tblPrEx>
          <w:tblLook w:val="04A0"/>
        </w:tblPrEx>
        <w:trPr>
          <w:gridBefore w:val="1"/>
          <w:wBefore w:w="470" w:type="dxa"/>
          <w:trHeight w:val="379"/>
        </w:trPr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D13" w:rsidRPr="00C778E9" w:rsidRDefault="00B14D13" w:rsidP="00B14D13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4D13" w:rsidRPr="00C778E9" w:rsidRDefault="00B14D13" w:rsidP="00B14D13">
            <w:pPr>
              <w:tabs>
                <w:tab w:val="left" w:pos="0"/>
              </w:tabs>
              <w:jc w:val="both"/>
            </w:pPr>
            <w:r w:rsidRPr="00C778E9">
              <w:t>обучающи</w:t>
            </w:r>
            <w:proofErr w:type="gramStart"/>
            <w:r w:rsidRPr="00C778E9">
              <w:t>й(</w:t>
            </w:r>
            <w:proofErr w:type="spellStart"/>
            <w:proofErr w:type="gramEnd"/>
            <w:r w:rsidRPr="00C778E9">
              <w:t>ая</w:t>
            </w:r>
            <w:proofErr w:type="spellEnd"/>
            <w:r w:rsidRPr="00C778E9">
              <w:t>)</w:t>
            </w:r>
            <w:proofErr w:type="spellStart"/>
            <w:r w:rsidRPr="00C778E9">
              <w:t>ся</w:t>
            </w:r>
            <w:proofErr w:type="spellEnd"/>
            <w:r w:rsidRPr="00C778E9">
              <w:t xml:space="preserve"> по образовательным программам среднего</w:t>
            </w:r>
            <w:r w:rsidR="002D6EA2" w:rsidRPr="00C778E9">
              <w:t xml:space="preserve"> </w:t>
            </w:r>
            <w:r w:rsidR="00BF4CDD" w:rsidRPr="00C778E9">
              <w:t>профессионального образования</w:t>
            </w:r>
          </w:p>
        </w:tc>
      </w:tr>
      <w:tr w:rsidR="00B14D13" w:rsidRPr="00C778E9" w:rsidTr="00BF4CDD">
        <w:tblPrEx>
          <w:tblLook w:val="04A0"/>
        </w:tblPrEx>
        <w:trPr>
          <w:gridBefore w:val="1"/>
          <w:wBefore w:w="470" w:type="dxa"/>
        </w:trPr>
        <w:tc>
          <w:tcPr>
            <w:tcW w:w="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4D13" w:rsidRPr="00C778E9" w:rsidRDefault="00B14D13" w:rsidP="00B14D13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B14D13" w:rsidRPr="00C778E9" w:rsidRDefault="00B14D13" w:rsidP="00B14D13">
            <w:pPr>
              <w:tabs>
                <w:tab w:val="left" w:pos="0"/>
              </w:tabs>
              <w:jc w:val="both"/>
            </w:pPr>
          </w:p>
        </w:tc>
      </w:tr>
      <w:tr w:rsidR="00B14D13" w:rsidRPr="00C778E9" w:rsidTr="00BF4CDD">
        <w:tblPrEx>
          <w:tblLook w:val="04A0"/>
        </w:tblPrEx>
        <w:trPr>
          <w:gridBefore w:val="1"/>
          <w:wBefore w:w="470" w:type="dxa"/>
        </w:trPr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D13" w:rsidRPr="00C778E9" w:rsidRDefault="00B14D13" w:rsidP="00B14D13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4D13" w:rsidRPr="00C778E9" w:rsidRDefault="00B14D13" w:rsidP="00B14D13">
            <w:pPr>
              <w:tabs>
                <w:tab w:val="left" w:pos="0"/>
              </w:tabs>
              <w:jc w:val="both"/>
            </w:pPr>
            <w:r w:rsidRPr="00C778E9">
              <w:t>обучающи</w:t>
            </w:r>
            <w:proofErr w:type="gramStart"/>
            <w:r w:rsidRPr="00C778E9">
              <w:t>й(</w:t>
            </w:r>
            <w:proofErr w:type="spellStart"/>
            <w:proofErr w:type="gramEnd"/>
            <w:r w:rsidRPr="00C778E9">
              <w:t>ая</w:t>
            </w:r>
            <w:proofErr w:type="spellEnd"/>
            <w:r w:rsidRPr="00C778E9">
              <w:t>)</w:t>
            </w:r>
            <w:proofErr w:type="spellStart"/>
            <w:r w:rsidRPr="00C778E9">
              <w:t>ся</w:t>
            </w:r>
            <w:proofErr w:type="spellEnd"/>
            <w:r w:rsidRPr="00C778E9">
              <w:t>, получающий(</w:t>
            </w:r>
            <w:proofErr w:type="spellStart"/>
            <w:r w:rsidRPr="00C778E9">
              <w:t>ая</w:t>
            </w:r>
            <w:proofErr w:type="spellEnd"/>
            <w:r w:rsidRPr="00C778E9">
              <w:t>) среднее общее образование в иностранной</w:t>
            </w:r>
          </w:p>
        </w:tc>
      </w:tr>
      <w:tr w:rsidR="00B14D13" w:rsidRPr="00C778E9" w:rsidTr="00BF4CDD">
        <w:tblPrEx>
          <w:tblLook w:val="04A0"/>
        </w:tblPrEx>
        <w:trPr>
          <w:gridBefore w:val="1"/>
          <w:wBefore w:w="470" w:type="dxa"/>
        </w:trPr>
        <w:tc>
          <w:tcPr>
            <w:tcW w:w="3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4D13" w:rsidRPr="00C778E9" w:rsidRDefault="00B14D13" w:rsidP="00B14D13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B14D13" w:rsidRPr="00C778E9" w:rsidRDefault="00B14D13" w:rsidP="00B14D13">
            <w:pPr>
              <w:tabs>
                <w:tab w:val="left" w:pos="0"/>
              </w:tabs>
              <w:jc w:val="both"/>
            </w:pPr>
            <w:r w:rsidRPr="00C778E9">
              <w:t>образовательной организации</w:t>
            </w:r>
          </w:p>
        </w:tc>
      </w:tr>
    </w:tbl>
    <w:p w:rsidR="00694BE9" w:rsidRPr="00C778E9" w:rsidRDefault="00694BE9" w:rsidP="00694BE9">
      <w:pPr>
        <w:spacing w:line="240" w:lineRule="atLeast"/>
        <w:ind w:right="-143"/>
        <w:rPr>
          <w:b/>
          <w:lang w:val="en-US"/>
        </w:rPr>
      </w:pPr>
    </w:p>
    <w:p w:rsidR="00694BE9" w:rsidRPr="00C778E9" w:rsidRDefault="00694BE9" w:rsidP="00694BE9">
      <w:pPr>
        <w:spacing w:line="240" w:lineRule="atLeast"/>
        <w:ind w:right="-143"/>
        <w:rPr>
          <w:lang w:val="en-US"/>
        </w:rPr>
      </w:pPr>
      <w:r w:rsidRPr="00C778E9">
        <w:rPr>
          <w:b/>
        </w:rPr>
        <w:t>Наименование документа, удостоверяющего личность______________________________</w:t>
      </w:r>
      <w:r w:rsidRPr="00C778E9">
        <w:rPr>
          <w:b/>
          <w:lang w:val="en-US"/>
        </w:rPr>
        <w:t>____</w:t>
      </w:r>
    </w:p>
    <w:p w:rsidR="00694BE9" w:rsidRPr="00C778E9" w:rsidRDefault="00694BE9" w:rsidP="00694BE9">
      <w:pPr>
        <w:rPr>
          <w:b/>
        </w:rPr>
      </w:pPr>
    </w:p>
    <w:p w:rsidR="00694BE9" w:rsidRPr="00C778E9" w:rsidRDefault="00694BE9" w:rsidP="00694BE9">
      <w:pPr>
        <w:rPr>
          <w:b/>
        </w:rPr>
      </w:pPr>
      <w:r w:rsidRPr="00C778E9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468"/>
        <w:gridCol w:w="468"/>
        <w:gridCol w:w="468"/>
        <w:gridCol w:w="468"/>
        <w:gridCol w:w="2702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694BE9" w:rsidRPr="00C778E9" w:rsidTr="009A342D">
        <w:trPr>
          <w:trHeight w:val="299"/>
        </w:trPr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4BE9" w:rsidRPr="00C778E9" w:rsidRDefault="00694BE9" w:rsidP="00694BE9">
            <w:pPr>
              <w:rPr>
                <w:b/>
              </w:rPr>
            </w:pPr>
            <w:r w:rsidRPr="00C778E9">
              <w:rPr>
                <w:b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BE9" w:rsidRPr="00C778E9" w:rsidRDefault="00694BE9" w:rsidP="00694BE9">
            <w:pPr>
              <w:rPr>
                <w:b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BE9" w:rsidRPr="00C778E9" w:rsidRDefault="00694BE9" w:rsidP="00694BE9">
            <w:pPr>
              <w:rPr>
                <w:b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BE9" w:rsidRPr="00C778E9" w:rsidRDefault="00694BE9" w:rsidP="00694BE9">
            <w:pPr>
              <w:rPr>
                <w:b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BE9" w:rsidRPr="00C778E9" w:rsidRDefault="00694BE9" w:rsidP="00694BE9">
            <w:pPr>
              <w:rPr>
                <w:b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4BE9" w:rsidRPr="00C778E9" w:rsidRDefault="00694BE9" w:rsidP="00694BE9">
            <w:pPr>
              <w:jc w:val="right"/>
              <w:rPr>
                <w:b/>
              </w:rPr>
            </w:pPr>
            <w:r w:rsidRPr="00C778E9">
              <w:rPr>
                <w:b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BE9" w:rsidRPr="00C778E9" w:rsidRDefault="00694BE9" w:rsidP="00694BE9">
            <w:pPr>
              <w:rPr>
                <w:b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BE9" w:rsidRPr="00C778E9" w:rsidRDefault="00694BE9" w:rsidP="00694BE9">
            <w:pPr>
              <w:rPr>
                <w:b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BE9" w:rsidRPr="00C778E9" w:rsidRDefault="00694BE9" w:rsidP="00694BE9">
            <w:pPr>
              <w:rPr>
                <w:b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BE9" w:rsidRPr="00C778E9" w:rsidRDefault="00694BE9" w:rsidP="00694BE9">
            <w:pPr>
              <w:rPr>
                <w:b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BE9" w:rsidRPr="00C778E9" w:rsidRDefault="00694BE9" w:rsidP="00694BE9">
            <w:pPr>
              <w:rPr>
                <w:b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BE9" w:rsidRPr="00C778E9" w:rsidRDefault="00694BE9" w:rsidP="00694BE9">
            <w:pPr>
              <w:rPr>
                <w:b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BE9" w:rsidRPr="00C778E9" w:rsidRDefault="00694BE9" w:rsidP="00694BE9">
            <w:pPr>
              <w:rPr>
                <w:b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BE9" w:rsidRPr="00C778E9" w:rsidRDefault="00694BE9" w:rsidP="00694BE9">
            <w:pPr>
              <w:rPr>
                <w:b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BE9" w:rsidRPr="00C778E9" w:rsidRDefault="00694BE9" w:rsidP="00694BE9">
            <w:pPr>
              <w:rPr>
                <w:b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BE9" w:rsidRPr="00C778E9" w:rsidRDefault="00694BE9" w:rsidP="00694BE9">
            <w:pPr>
              <w:rPr>
                <w:b/>
              </w:rPr>
            </w:pPr>
          </w:p>
        </w:tc>
      </w:tr>
    </w:tbl>
    <w:p w:rsidR="00B14D13" w:rsidRPr="00C778E9" w:rsidRDefault="00B14D13" w:rsidP="00B14D13">
      <w:pPr>
        <w:tabs>
          <w:tab w:val="left" w:pos="0"/>
        </w:tabs>
        <w:jc w:val="both"/>
      </w:pPr>
    </w:p>
    <w:p w:rsidR="00B14D13" w:rsidRPr="00C778E9" w:rsidRDefault="00B14D13" w:rsidP="00B14D13">
      <w:pPr>
        <w:ind w:left="1274" w:firstLine="850"/>
        <w:jc w:val="both"/>
      </w:pPr>
      <w:r w:rsidRPr="00C778E9">
        <w:rPr>
          <w:b/>
        </w:rPr>
        <w:t>прошу перенести сроки участия в</w:t>
      </w:r>
      <w:r w:rsidRPr="00C778E9">
        <w:t xml:space="preserve"> </w:t>
      </w:r>
      <w:r w:rsidRPr="00C778E9">
        <w:rPr>
          <w:b/>
        </w:rPr>
        <w:t>ЕГЭ</w:t>
      </w:r>
      <w:r w:rsidRPr="00C778E9">
        <w:t>:</w:t>
      </w:r>
    </w:p>
    <w:p w:rsidR="00B14D13" w:rsidRPr="00C778E9" w:rsidRDefault="00B14D13" w:rsidP="00B14D13">
      <w:pPr>
        <w:tabs>
          <w:tab w:val="left" w:pos="0"/>
        </w:tabs>
        <w:jc w:val="both"/>
      </w:pPr>
    </w:p>
    <w:tbl>
      <w:tblPr>
        <w:tblW w:w="5209" w:type="pct"/>
        <w:tblInd w:w="-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1"/>
        <w:gridCol w:w="3905"/>
        <w:gridCol w:w="3577"/>
      </w:tblGrid>
      <w:tr w:rsidR="00B14D13" w:rsidRPr="00C778E9" w:rsidTr="00B14D13">
        <w:tc>
          <w:tcPr>
            <w:tcW w:w="1458" w:type="pct"/>
          </w:tcPr>
          <w:p w:rsidR="00B14D13" w:rsidRPr="00C778E9" w:rsidRDefault="00B14D13" w:rsidP="00B14D13">
            <w:pPr>
              <w:tabs>
                <w:tab w:val="left" w:pos="0"/>
              </w:tabs>
              <w:spacing w:after="160" w:line="240" w:lineRule="exact"/>
              <w:jc w:val="center"/>
            </w:pPr>
            <w:r w:rsidRPr="00C778E9">
              <w:t>Предмет</w:t>
            </w:r>
          </w:p>
        </w:tc>
        <w:tc>
          <w:tcPr>
            <w:tcW w:w="1848" w:type="pct"/>
          </w:tcPr>
          <w:p w:rsidR="00B14D13" w:rsidRPr="00C778E9" w:rsidRDefault="00B14D13" w:rsidP="00B14D13">
            <w:pPr>
              <w:tabs>
                <w:tab w:val="left" w:pos="0"/>
              </w:tabs>
              <w:spacing w:after="160" w:line="240" w:lineRule="exact"/>
              <w:jc w:val="center"/>
            </w:pPr>
            <w:r w:rsidRPr="00C778E9">
              <w:t xml:space="preserve">Ранее указанные сроки участия </w:t>
            </w:r>
          </w:p>
        </w:tc>
        <w:tc>
          <w:tcPr>
            <w:tcW w:w="1693" w:type="pct"/>
          </w:tcPr>
          <w:p w:rsidR="00B14D13" w:rsidRPr="00C778E9" w:rsidRDefault="00B14D13" w:rsidP="00B14D13">
            <w:pPr>
              <w:tabs>
                <w:tab w:val="left" w:pos="0"/>
              </w:tabs>
              <w:spacing w:after="160" w:line="240" w:lineRule="exact"/>
              <w:jc w:val="center"/>
            </w:pPr>
            <w:r w:rsidRPr="00C778E9">
              <w:t xml:space="preserve">Необходимые сроки участия </w:t>
            </w:r>
          </w:p>
        </w:tc>
      </w:tr>
      <w:tr w:rsidR="00B14D13" w:rsidRPr="00C778E9" w:rsidTr="00B14D13">
        <w:tc>
          <w:tcPr>
            <w:tcW w:w="1458" w:type="pct"/>
          </w:tcPr>
          <w:p w:rsidR="00B14D13" w:rsidRPr="00C778E9" w:rsidRDefault="00B14D13" w:rsidP="00B14D13">
            <w:pPr>
              <w:tabs>
                <w:tab w:val="left" w:pos="0"/>
              </w:tabs>
              <w:spacing w:after="160" w:line="240" w:lineRule="exact"/>
              <w:jc w:val="both"/>
            </w:pPr>
          </w:p>
        </w:tc>
        <w:tc>
          <w:tcPr>
            <w:tcW w:w="1848" w:type="pct"/>
          </w:tcPr>
          <w:p w:rsidR="00B14D13" w:rsidRPr="00C778E9" w:rsidRDefault="00B14D13" w:rsidP="00B14D13">
            <w:pPr>
              <w:tabs>
                <w:tab w:val="left" w:pos="0"/>
              </w:tabs>
              <w:spacing w:after="160" w:line="240" w:lineRule="exact"/>
              <w:jc w:val="both"/>
            </w:pPr>
          </w:p>
        </w:tc>
        <w:tc>
          <w:tcPr>
            <w:tcW w:w="1693" w:type="pct"/>
          </w:tcPr>
          <w:p w:rsidR="00B14D13" w:rsidRPr="00C778E9" w:rsidRDefault="00B14D13" w:rsidP="00B14D13">
            <w:pPr>
              <w:tabs>
                <w:tab w:val="left" w:pos="0"/>
              </w:tabs>
              <w:spacing w:after="160" w:line="240" w:lineRule="exact"/>
              <w:jc w:val="both"/>
            </w:pPr>
          </w:p>
        </w:tc>
      </w:tr>
      <w:tr w:rsidR="00BF4CDD" w:rsidRPr="00C778E9" w:rsidTr="00B14D13">
        <w:tc>
          <w:tcPr>
            <w:tcW w:w="1458" w:type="pct"/>
          </w:tcPr>
          <w:p w:rsidR="00BF4CDD" w:rsidRPr="00C778E9" w:rsidRDefault="00BF4CDD" w:rsidP="00B14D13">
            <w:pPr>
              <w:tabs>
                <w:tab w:val="left" w:pos="0"/>
              </w:tabs>
              <w:spacing w:after="160" w:line="240" w:lineRule="exact"/>
              <w:jc w:val="both"/>
            </w:pPr>
          </w:p>
        </w:tc>
        <w:tc>
          <w:tcPr>
            <w:tcW w:w="1848" w:type="pct"/>
          </w:tcPr>
          <w:p w:rsidR="00BF4CDD" w:rsidRPr="00C778E9" w:rsidRDefault="00BF4CDD" w:rsidP="00B14D13">
            <w:pPr>
              <w:tabs>
                <w:tab w:val="left" w:pos="0"/>
              </w:tabs>
              <w:spacing w:after="160" w:line="240" w:lineRule="exact"/>
              <w:jc w:val="both"/>
            </w:pPr>
          </w:p>
        </w:tc>
        <w:tc>
          <w:tcPr>
            <w:tcW w:w="1693" w:type="pct"/>
          </w:tcPr>
          <w:p w:rsidR="00BF4CDD" w:rsidRPr="00C778E9" w:rsidRDefault="00BF4CDD" w:rsidP="00B14D13">
            <w:pPr>
              <w:tabs>
                <w:tab w:val="left" w:pos="0"/>
              </w:tabs>
              <w:spacing w:after="160" w:line="240" w:lineRule="exact"/>
              <w:jc w:val="both"/>
            </w:pPr>
          </w:p>
        </w:tc>
      </w:tr>
    </w:tbl>
    <w:p w:rsidR="00B14D13" w:rsidRPr="00C778E9" w:rsidRDefault="00B14D13" w:rsidP="00B14D13">
      <w:pPr>
        <w:tabs>
          <w:tab w:val="left" w:pos="0"/>
        </w:tabs>
        <w:jc w:val="both"/>
      </w:pPr>
    </w:p>
    <w:p w:rsidR="00B14D13" w:rsidRPr="00C778E9" w:rsidRDefault="00B14D13" w:rsidP="00B14D13">
      <w:pPr>
        <w:ind w:left="-426"/>
        <w:jc w:val="both"/>
      </w:pPr>
      <w:r w:rsidRPr="00C778E9">
        <w:t>Сроки участия в ЕГЭ необходимо перенести по причине ________________________</w:t>
      </w:r>
      <w:r w:rsidR="00D16B56" w:rsidRPr="00C778E9">
        <w:t>_____</w:t>
      </w:r>
    </w:p>
    <w:p w:rsidR="00B14D13" w:rsidRPr="00C778E9" w:rsidRDefault="00B14D13" w:rsidP="00B14D13">
      <w:pPr>
        <w:tabs>
          <w:tab w:val="left" w:pos="1095"/>
        </w:tabs>
        <w:ind w:left="-426"/>
        <w:jc w:val="center"/>
      </w:pPr>
      <w:r w:rsidRPr="00C778E9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4CDD" w:rsidRPr="00C778E9">
        <w:t>__________</w:t>
      </w:r>
    </w:p>
    <w:p w:rsidR="00B14D13" w:rsidRPr="00C778E9" w:rsidRDefault="00B14D13" w:rsidP="00B14D13">
      <w:pPr>
        <w:tabs>
          <w:tab w:val="left" w:pos="1095"/>
        </w:tabs>
        <w:ind w:left="-426"/>
        <w:jc w:val="center"/>
      </w:pPr>
    </w:p>
    <w:p w:rsidR="00B14D13" w:rsidRPr="00C778E9" w:rsidRDefault="00B14D13" w:rsidP="00B14D13">
      <w:pPr>
        <w:ind w:left="-426"/>
        <w:jc w:val="both"/>
      </w:pPr>
      <w:r w:rsidRPr="00C778E9">
        <w:t xml:space="preserve">Документ _____________________________________________________________, </w:t>
      </w:r>
    </w:p>
    <w:p w:rsidR="00B14D13" w:rsidRPr="00C778E9" w:rsidRDefault="00B14D13" w:rsidP="00B14D13">
      <w:pPr>
        <w:ind w:left="-426"/>
        <w:jc w:val="both"/>
      </w:pPr>
      <w:r w:rsidRPr="00C778E9">
        <w:tab/>
      </w:r>
      <w:r w:rsidRPr="00C778E9">
        <w:tab/>
      </w:r>
      <w:r w:rsidRPr="00C778E9">
        <w:tab/>
      </w:r>
      <w:r w:rsidRPr="00C778E9">
        <w:tab/>
      </w:r>
      <w:r w:rsidRPr="00C778E9">
        <w:tab/>
      </w:r>
      <w:r w:rsidRPr="00C778E9">
        <w:tab/>
      </w:r>
      <w:r w:rsidRPr="00C778E9">
        <w:tab/>
        <w:t>(</w:t>
      </w:r>
      <w:r w:rsidRPr="00C778E9">
        <w:rPr>
          <w:i/>
        </w:rPr>
        <w:t>наименование и реквизиты документа)</w:t>
      </w:r>
    </w:p>
    <w:p w:rsidR="00B14D13" w:rsidRPr="00C778E9" w:rsidRDefault="00B14D13" w:rsidP="00B14D13">
      <w:pPr>
        <w:ind w:left="-426"/>
        <w:jc w:val="both"/>
      </w:pPr>
      <w:proofErr w:type="gramStart"/>
      <w:r w:rsidRPr="00C778E9">
        <w:t>подтверждающий</w:t>
      </w:r>
      <w:proofErr w:type="gramEnd"/>
      <w:r w:rsidRPr="00C778E9">
        <w:t xml:space="preserve"> наличие уважительной причины, прилагается.</w:t>
      </w:r>
    </w:p>
    <w:p w:rsidR="00B14D13" w:rsidRPr="00C778E9" w:rsidRDefault="00B14D13" w:rsidP="00B14D13">
      <w:pPr>
        <w:ind w:left="-426"/>
        <w:jc w:val="both"/>
      </w:pP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BF4CDD" w:rsidRPr="00C778E9" w:rsidTr="00357163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C778E9">
              <w:rPr>
                <w:lang w:val="en-US"/>
              </w:rPr>
              <w:t>Контактный</w:t>
            </w:r>
            <w:r w:rsidRPr="00C778E9">
              <w:rPr>
                <w:rFonts w:ascii="Baskerville Old Face" w:hAnsi="Baskerville Old Face"/>
                <w:lang w:val="en-US"/>
              </w:rPr>
              <w:t xml:space="preserve"> </w:t>
            </w:r>
            <w:r w:rsidRPr="00C778E9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CDD" w:rsidRPr="00C778E9" w:rsidRDefault="00BF4CDD" w:rsidP="00357163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CDD" w:rsidRPr="00C778E9" w:rsidRDefault="00BF4CDD" w:rsidP="00357163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CDD" w:rsidRPr="00C778E9" w:rsidRDefault="00BF4CDD" w:rsidP="00357163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BF4CDD" w:rsidRPr="00C778E9" w:rsidTr="00357163">
        <w:trPr>
          <w:trHeight w:val="72"/>
        </w:trPr>
        <w:tc>
          <w:tcPr>
            <w:tcW w:w="10031" w:type="dxa"/>
            <w:gridSpan w:val="13"/>
            <w:hideMark/>
          </w:tcPr>
          <w:p w:rsidR="00BF4CDD" w:rsidRPr="00C778E9" w:rsidRDefault="00BF4CDD" w:rsidP="00357163">
            <w:pPr>
              <w:spacing w:after="160" w:line="240" w:lineRule="exact"/>
            </w:pPr>
          </w:p>
          <w:p w:rsidR="00BF4CDD" w:rsidRPr="00C778E9" w:rsidRDefault="00BF4CDD" w:rsidP="00357163">
            <w:pPr>
              <w:spacing w:after="160" w:line="240" w:lineRule="exact"/>
            </w:pPr>
            <w:r w:rsidRPr="00C778E9">
              <w:t>Электронная почта:  _______________________________________________________________</w:t>
            </w:r>
          </w:p>
          <w:p w:rsidR="00BF4CDD" w:rsidRPr="00C778E9" w:rsidRDefault="00BF4CDD" w:rsidP="00357163">
            <w:pPr>
              <w:spacing w:after="160" w:line="240" w:lineRule="exact"/>
            </w:pPr>
          </w:p>
        </w:tc>
      </w:tr>
    </w:tbl>
    <w:p w:rsidR="00BF4CDD" w:rsidRPr="00C778E9" w:rsidRDefault="00BF4CDD" w:rsidP="00BF4CDD"/>
    <w:p w:rsidR="00BF4CDD" w:rsidRPr="00C778E9" w:rsidRDefault="00BF4CDD" w:rsidP="00BF4CDD">
      <w:r w:rsidRPr="00C778E9">
        <w:rPr>
          <w:b/>
        </w:rPr>
        <w:t xml:space="preserve">  Участник  ЕГЭ</w:t>
      </w:r>
      <w:r w:rsidRPr="00C778E9">
        <w:rPr>
          <w:b/>
        </w:rPr>
        <w:tab/>
        <w:t>__________________________</w:t>
      </w:r>
      <w:r w:rsidRPr="00C778E9">
        <w:t>____________________________________</w:t>
      </w:r>
    </w:p>
    <w:p w:rsidR="00BF4CDD" w:rsidRPr="00C778E9" w:rsidRDefault="00BF4CDD" w:rsidP="00BF4CDD">
      <w:pPr>
        <w:rPr>
          <w:sz w:val="16"/>
          <w:szCs w:val="16"/>
        </w:rPr>
      </w:pPr>
      <w:r w:rsidRPr="00C778E9">
        <w:t xml:space="preserve">                                                          </w:t>
      </w:r>
      <w:r w:rsidRPr="00C778E9">
        <w:rPr>
          <w:i/>
          <w:sz w:val="16"/>
          <w:szCs w:val="16"/>
        </w:rPr>
        <w:t xml:space="preserve">(подпись)                                                  </w:t>
      </w:r>
      <w:r w:rsidRPr="00C778E9">
        <w:rPr>
          <w:i/>
          <w:sz w:val="16"/>
          <w:szCs w:val="16"/>
        </w:rPr>
        <w:tab/>
      </w:r>
      <w:r w:rsidRPr="00C778E9">
        <w:rPr>
          <w:i/>
          <w:sz w:val="16"/>
          <w:szCs w:val="16"/>
        </w:rPr>
        <w:tab/>
      </w:r>
      <w:r w:rsidRPr="00C778E9">
        <w:rPr>
          <w:i/>
          <w:sz w:val="16"/>
          <w:szCs w:val="16"/>
        </w:rPr>
        <w:tab/>
      </w:r>
      <w:r w:rsidRPr="00C778E9">
        <w:rPr>
          <w:i/>
          <w:sz w:val="16"/>
          <w:szCs w:val="16"/>
        </w:rPr>
        <w:tab/>
        <w:t xml:space="preserve">  (ФИО)</w:t>
      </w:r>
    </w:p>
    <w:p w:rsidR="00BF4CDD" w:rsidRPr="00C778E9" w:rsidRDefault="00BF4CDD" w:rsidP="00BF4CDD"/>
    <w:p w:rsidR="00BF4CDD" w:rsidRPr="00C778E9" w:rsidRDefault="00BF4CDD" w:rsidP="00BF4CDD">
      <w:pPr>
        <w:ind w:left="284"/>
      </w:pPr>
      <w:r w:rsidRPr="00C778E9">
        <w:t>«____» _____________ 20___ г.</w:t>
      </w:r>
    </w:p>
    <w:p w:rsidR="00C221FF" w:rsidRDefault="00C221FF" w:rsidP="00C221FF"/>
    <w:p w:rsidR="00C221FF" w:rsidRPr="00C778E9" w:rsidRDefault="00C221FF" w:rsidP="00C221FF">
      <w:pPr>
        <w:rPr>
          <w:b/>
        </w:rPr>
      </w:pPr>
    </w:p>
    <w:p w:rsidR="00C22923" w:rsidRDefault="00C22923" w:rsidP="00C22923">
      <w:pPr>
        <w:spacing w:line="360" w:lineRule="auto"/>
        <w:jc w:val="both"/>
        <w:outlineLvl w:val="0"/>
      </w:pPr>
    </w:p>
    <w:p w:rsidR="000251BD" w:rsidRPr="00C22923" w:rsidRDefault="00C22923" w:rsidP="00C221FF">
      <w:pPr>
        <w:pStyle w:val="ac"/>
        <w:numPr>
          <w:ilvl w:val="0"/>
          <w:numId w:val="19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C22923">
        <w:rPr>
          <w:i/>
          <w:sz w:val="18"/>
          <w:szCs w:val="18"/>
        </w:rPr>
        <w:lastRenderedPageBreak/>
        <w:t>Заявление на дополнение перечня учебных предметов для сдачи экзаменов</w:t>
      </w:r>
    </w:p>
    <w:p w:rsidR="000251BD" w:rsidRPr="00073240" w:rsidRDefault="000251BD" w:rsidP="000251BD">
      <w:pPr>
        <w:ind w:left="5245"/>
        <w:jc w:val="center"/>
      </w:pPr>
      <w:r w:rsidRPr="00073240">
        <w:t xml:space="preserve">Председателю </w:t>
      </w:r>
    </w:p>
    <w:p w:rsidR="000251BD" w:rsidRPr="00073240" w:rsidRDefault="000251BD" w:rsidP="000251BD">
      <w:pPr>
        <w:ind w:left="5245"/>
        <w:jc w:val="center"/>
      </w:pPr>
      <w:r w:rsidRPr="00073240">
        <w:t>государственной экзаменационной комиссии</w:t>
      </w:r>
    </w:p>
    <w:p w:rsidR="000251BD" w:rsidRPr="00073240" w:rsidRDefault="000251BD" w:rsidP="000251BD">
      <w:pPr>
        <w:ind w:left="5245"/>
        <w:jc w:val="center"/>
      </w:pPr>
      <w:r w:rsidRPr="00073240">
        <w:t>Забайкальского края</w:t>
      </w:r>
    </w:p>
    <w:p w:rsidR="000251BD" w:rsidRPr="00C221FF" w:rsidRDefault="000251BD" w:rsidP="000251BD">
      <w:pPr>
        <w:ind w:left="5245"/>
        <w:jc w:val="center"/>
      </w:pPr>
      <w:r w:rsidRPr="00C221FF">
        <w:t>__________________________</w:t>
      </w:r>
    </w:p>
    <w:p w:rsidR="000251BD" w:rsidRPr="00073240" w:rsidRDefault="000251BD" w:rsidP="000251BD">
      <w:pPr>
        <w:tabs>
          <w:tab w:val="left" w:pos="3045"/>
        </w:tabs>
        <w:jc w:val="center"/>
        <w:rPr>
          <w:b/>
        </w:rPr>
      </w:pPr>
    </w:p>
    <w:p w:rsidR="000251BD" w:rsidRDefault="000251BD" w:rsidP="000251BD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t>заявление.</w:t>
      </w:r>
    </w:p>
    <w:p w:rsidR="000251BD" w:rsidRPr="00073240" w:rsidRDefault="000251BD" w:rsidP="000251BD">
      <w:pPr>
        <w:tabs>
          <w:tab w:val="left" w:pos="3045"/>
        </w:tabs>
        <w:jc w:val="center"/>
        <w:rPr>
          <w:b/>
        </w:rPr>
      </w:pPr>
    </w:p>
    <w:tbl>
      <w:tblPr>
        <w:tblW w:w="11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"/>
        <w:gridCol w:w="97"/>
        <w:gridCol w:w="284"/>
        <w:gridCol w:w="71"/>
        <w:gridCol w:w="85"/>
        <w:gridCol w:w="280"/>
        <w:gridCol w:w="129"/>
        <w:gridCol w:w="246"/>
        <w:gridCol w:w="166"/>
        <w:gridCol w:w="208"/>
        <w:gridCol w:w="205"/>
        <w:gridCol w:w="171"/>
        <w:gridCol w:w="243"/>
        <w:gridCol w:w="133"/>
        <w:gridCol w:w="281"/>
        <w:gridCol w:w="93"/>
        <w:gridCol w:w="320"/>
        <w:gridCol w:w="56"/>
        <w:gridCol w:w="358"/>
        <w:gridCol w:w="18"/>
        <w:gridCol w:w="376"/>
        <w:gridCol w:w="20"/>
        <w:gridCol w:w="353"/>
        <w:gridCol w:w="61"/>
        <w:gridCol w:w="312"/>
        <w:gridCol w:w="101"/>
        <w:gridCol w:w="276"/>
        <w:gridCol w:w="138"/>
        <w:gridCol w:w="237"/>
        <w:gridCol w:w="177"/>
        <w:gridCol w:w="198"/>
        <w:gridCol w:w="215"/>
        <w:gridCol w:w="158"/>
        <w:gridCol w:w="256"/>
        <w:gridCol w:w="117"/>
        <w:gridCol w:w="297"/>
        <w:gridCol w:w="76"/>
        <w:gridCol w:w="337"/>
        <w:gridCol w:w="36"/>
        <w:gridCol w:w="373"/>
        <w:gridCol w:w="9"/>
        <w:gridCol w:w="364"/>
        <w:gridCol w:w="50"/>
        <w:gridCol w:w="323"/>
        <w:gridCol w:w="90"/>
        <w:gridCol w:w="374"/>
        <w:gridCol w:w="39"/>
        <w:gridCol w:w="335"/>
        <w:gridCol w:w="78"/>
        <w:gridCol w:w="391"/>
        <w:gridCol w:w="25"/>
        <w:gridCol w:w="398"/>
        <w:gridCol w:w="46"/>
        <w:gridCol w:w="791"/>
        <w:gridCol w:w="127"/>
      </w:tblGrid>
      <w:tr w:rsidR="000251BD" w:rsidRPr="00C778E9" w:rsidTr="000251BD">
        <w:trPr>
          <w:gridAfter w:val="3"/>
          <w:wAfter w:w="964" w:type="dxa"/>
          <w:trHeight w:hRule="exact" w:val="322"/>
        </w:trPr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51BD" w:rsidRPr="00C778E9" w:rsidRDefault="000251BD" w:rsidP="00CF2368">
            <w:pPr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C778E9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452" w:type="dxa"/>
            <w:gridSpan w:val="3"/>
            <w:tcBorders>
              <w:left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5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4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r w:rsidRPr="00C778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469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3" w:type="dxa"/>
            <w:gridSpan w:val="2"/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0251BD" w:rsidRPr="00C778E9" w:rsidTr="000251BD">
        <w:trPr>
          <w:gridAfter w:val="2"/>
          <w:wAfter w:w="918" w:type="dxa"/>
          <w:trHeight w:hRule="exact" w:val="221"/>
        </w:trPr>
        <w:tc>
          <w:tcPr>
            <w:tcW w:w="1055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0251BD" w:rsidRPr="00C778E9" w:rsidRDefault="000251BD" w:rsidP="00CF2368">
            <w:pPr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C778E9">
              <w:rPr>
                <w:i/>
                <w:szCs w:val="26"/>
                <w:vertAlign w:val="superscript"/>
              </w:rPr>
              <w:t>фамилия</w:t>
            </w:r>
          </w:p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0251BD" w:rsidRPr="00C778E9" w:rsidTr="000251BD">
        <w:trPr>
          <w:gridAfter w:val="3"/>
          <w:wAfter w:w="964" w:type="dxa"/>
          <w:trHeight w:hRule="exact" w:val="322"/>
        </w:trPr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5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3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0251BD" w:rsidRPr="00C778E9" w:rsidTr="000251BD">
        <w:trPr>
          <w:gridAfter w:val="3"/>
          <w:wAfter w:w="964" w:type="dxa"/>
          <w:trHeight w:hRule="exact" w:val="203"/>
        </w:trPr>
        <w:tc>
          <w:tcPr>
            <w:tcW w:w="10504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0251BD" w:rsidRPr="00C778E9" w:rsidRDefault="000251BD" w:rsidP="00CF2368">
            <w:pPr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C778E9">
              <w:rPr>
                <w:i/>
                <w:szCs w:val="26"/>
                <w:vertAlign w:val="superscript"/>
              </w:rPr>
              <w:t>имя</w:t>
            </w:r>
          </w:p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0251BD" w:rsidRPr="00C778E9" w:rsidTr="000251BD">
        <w:trPr>
          <w:gridAfter w:val="3"/>
          <w:wAfter w:w="964" w:type="dxa"/>
          <w:trHeight w:hRule="exact" w:val="322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0251BD" w:rsidRPr="00C778E9" w:rsidRDefault="000251BD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0251BD" w:rsidRPr="00C778E9" w:rsidTr="000251BD">
        <w:trPr>
          <w:gridAfter w:val="3"/>
          <w:wAfter w:w="964" w:type="dxa"/>
          <w:trHeight w:hRule="exact" w:val="197"/>
        </w:trPr>
        <w:tc>
          <w:tcPr>
            <w:tcW w:w="10504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0251BD" w:rsidRPr="00C778E9" w:rsidRDefault="000251BD" w:rsidP="00CF2368">
            <w:pPr>
              <w:contextualSpacing/>
              <w:mirrorIndents/>
              <w:jc w:val="center"/>
              <w:rPr>
                <w:sz w:val="26"/>
                <w:szCs w:val="26"/>
              </w:rPr>
            </w:pPr>
            <w:r w:rsidRPr="00C778E9">
              <w:rPr>
                <w:i/>
                <w:szCs w:val="26"/>
                <w:vertAlign w:val="superscript"/>
              </w:rPr>
              <w:t>отчество</w:t>
            </w:r>
          </w:p>
        </w:tc>
      </w:tr>
      <w:tr w:rsidR="000251BD" w:rsidRPr="00C778E9" w:rsidTr="000251BD">
        <w:tblPrEx>
          <w:tblLook w:val="04A0"/>
        </w:tblPrEx>
        <w:trPr>
          <w:gridBefore w:val="1"/>
          <w:gridAfter w:val="1"/>
          <w:wBefore w:w="470" w:type="dxa"/>
          <w:wAfter w:w="127" w:type="dxa"/>
        </w:trPr>
        <w:tc>
          <w:tcPr>
            <w:tcW w:w="3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251BD" w:rsidRPr="00C778E9" w:rsidRDefault="000251BD" w:rsidP="00CF2368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51BD" w:rsidRPr="00C778E9" w:rsidRDefault="000251BD" w:rsidP="00CF2368">
            <w:pPr>
              <w:tabs>
                <w:tab w:val="left" w:pos="0"/>
              </w:tabs>
              <w:jc w:val="both"/>
            </w:pPr>
            <w:r w:rsidRPr="00C778E9">
              <w:t xml:space="preserve">выпускник прошлых лет </w:t>
            </w:r>
          </w:p>
        </w:tc>
      </w:tr>
      <w:tr w:rsidR="000251BD" w:rsidRPr="00C778E9" w:rsidTr="000251BD">
        <w:tblPrEx>
          <w:tblLook w:val="04A0"/>
        </w:tblPrEx>
        <w:trPr>
          <w:gridBefore w:val="1"/>
          <w:gridAfter w:val="1"/>
          <w:wBefore w:w="470" w:type="dxa"/>
          <w:wAfter w:w="127" w:type="dxa"/>
        </w:trPr>
        <w:tc>
          <w:tcPr>
            <w:tcW w:w="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51BD" w:rsidRPr="00C778E9" w:rsidRDefault="000251BD" w:rsidP="00CF2368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0251BD" w:rsidRPr="00C778E9" w:rsidRDefault="000251BD" w:rsidP="00CF2368">
            <w:pPr>
              <w:tabs>
                <w:tab w:val="left" w:pos="0"/>
              </w:tabs>
              <w:jc w:val="both"/>
            </w:pPr>
          </w:p>
        </w:tc>
      </w:tr>
      <w:tr w:rsidR="000251BD" w:rsidRPr="00C778E9" w:rsidTr="000251BD">
        <w:tblPrEx>
          <w:tblLook w:val="04A0"/>
        </w:tblPrEx>
        <w:trPr>
          <w:gridBefore w:val="1"/>
          <w:gridAfter w:val="1"/>
          <w:wBefore w:w="470" w:type="dxa"/>
          <w:wAfter w:w="127" w:type="dxa"/>
          <w:trHeight w:val="379"/>
        </w:trPr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D" w:rsidRPr="00C778E9" w:rsidRDefault="000251BD" w:rsidP="00CF2368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51BD" w:rsidRPr="00C778E9" w:rsidRDefault="000251BD" w:rsidP="00CF2368">
            <w:pPr>
              <w:tabs>
                <w:tab w:val="left" w:pos="0"/>
              </w:tabs>
              <w:jc w:val="both"/>
            </w:pPr>
            <w:r w:rsidRPr="00C778E9">
              <w:t>обучающи</w:t>
            </w:r>
            <w:proofErr w:type="gramStart"/>
            <w:r w:rsidRPr="00C778E9">
              <w:t>й(</w:t>
            </w:r>
            <w:proofErr w:type="spellStart"/>
            <w:proofErr w:type="gramEnd"/>
            <w:r w:rsidRPr="00C778E9">
              <w:t>ая</w:t>
            </w:r>
            <w:proofErr w:type="spellEnd"/>
            <w:r w:rsidRPr="00C778E9">
              <w:t>)</w:t>
            </w:r>
            <w:proofErr w:type="spellStart"/>
            <w:r w:rsidRPr="00C778E9">
              <w:t>ся</w:t>
            </w:r>
            <w:proofErr w:type="spellEnd"/>
            <w:r w:rsidRPr="00C778E9">
              <w:t xml:space="preserve"> по образовательным программам среднего профессионального образования</w:t>
            </w:r>
          </w:p>
        </w:tc>
      </w:tr>
      <w:tr w:rsidR="000251BD" w:rsidRPr="00C778E9" w:rsidTr="000251BD">
        <w:tblPrEx>
          <w:tblLook w:val="04A0"/>
        </w:tblPrEx>
        <w:trPr>
          <w:gridBefore w:val="1"/>
          <w:gridAfter w:val="1"/>
          <w:wBefore w:w="470" w:type="dxa"/>
          <w:wAfter w:w="127" w:type="dxa"/>
        </w:trPr>
        <w:tc>
          <w:tcPr>
            <w:tcW w:w="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51BD" w:rsidRPr="00C778E9" w:rsidRDefault="000251BD" w:rsidP="00CF2368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0251BD" w:rsidRPr="00C778E9" w:rsidRDefault="000251BD" w:rsidP="00CF2368">
            <w:pPr>
              <w:tabs>
                <w:tab w:val="left" w:pos="0"/>
              </w:tabs>
              <w:jc w:val="both"/>
            </w:pPr>
          </w:p>
        </w:tc>
      </w:tr>
      <w:tr w:rsidR="000251BD" w:rsidRPr="00C778E9" w:rsidTr="000251BD">
        <w:tblPrEx>
          <w:tblLook w:val="04A0"/>
        </w:tblPrEx>
        <w:trPr>
          <w:gridBefore w:val="1"/>
          <w:gridAfter w:val="1"/>
          <w:wBefore w:w="470" w:type="dxa"/>
          <w:wAfter w:w="127" w:type="dxa"/>
        </w:trPr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D" w:rsidRPr="00C778E9" w:rsidRDefault="000251BD" w:rsidP="00CF2368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51BD" w:rsidRPr="00C778E9" w:rsidRDefault="000251BD" w:rsidP="00CF2368">
            <w:pPr>
              <w:tabs>
                <w:tab w:val="left" w:pos="0"/>
              </w:tabs>
              <w:jc w:val="both"/>
            </w:pPr>
            <w:r w:rsidRPr="00C778E9">
              <w:t>обучающи</w:t>
            </w:r>
            <w:proofErr w:type="gramStart"/>
            <w:r w:rsidRPr="00C778E9">
              <w:t>й(</w:t>
            </w:r>
            <w:proofErr w:type="spellStart"/>
            <w:proofErr w:type="gramEnd"/>
            <w:r w:rsidRPr="00C778E9">
              <w:t>ая</w:t>
            </w:r>
            <w:proofErr w:type="spellEnd"/>
            <w:r w:rsidRPr="00C778E9">
              <w:t>)</w:t>
            </w:r>
            <w:proofErr w:type="spellStart"/>
            <w:r w:rsidRPr="00C778E9">
              <w:t>ся</w:t>
            </w:r>
            <w:proofErr w:type="spellEnd"/>
            <w:r w:rsidRPr="00C778E9">
              <w:t>, получающий(</w:t>
            </w:r>
            <w:proofErr w:type="spellStart"/>
            <w:r w:rsidRPr="00C778E9">
              <w:t>ая</w:t>
            </w:r>
            <w:proofErr w:type="spellEnd"/>
            <w:r w:rsidRPr="00C778E9">
              <w:t>) среднее общее образование в иностранной</w:t>
            </w:r>
          </w:p>
        </w:tc>
      </w:tr>
      <w:tr w:rsidR="000251BD" w:rsidRPr="00C778E9" w:rsidTr="000251BD">
        <w:tblPrEx>
          <w:tblLook w:val="04A0"/>
        </w:tblPrEx>
        <w:trPr>
          <w:gridBefore w:val="1"/>
          <w:gridAfter w:val="1"/>
          <w:wBefore w:w="470" w:type="dxa"/>
          <w:wAfter w:w="127" w:type="dxa"/>
        </w:trPr>
        <w:tc>
          <w:tcPr>
            <w:tcW w:w="3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1BD" w:rsidRPr="00C778E9" w:rsidRDefault="000251BD" w:rsidP="00CF2368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0251BD" w:rsidRPr="00C778E9" w:rsidRDefault="000251BD" w:rsidP="00CF2368">
            <w:pPr>
              <w:tabs>
                <w:tab w:val="left" w:pos="0"/>
              </w:tabs>
              <w:jc w:val="both"/>
            </w:pPr>
            <w:r w:rsidRPr="00C778E9">
              <w:t>образовательной организации</w:t>
            </w:r>
          </w:p>
        </w:tc>
      </w:tr>
      <w:tr w:rsidR="000251BD" w:rsidRPr="00073240" w:rsidTr="000251BD">
        <w:trPr>
          <w:gridBefore w:val="2"/>
          <w:wBefore w:w="567" w:type="dxa"/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0251BD" w:rsidRPr="00073240" w:rsidRDefault="000251BD" w:rsidP="00CF2368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</w:tbl>
    <w:p w:rsidR="000251BD" w:rsidRPr="00073240" w:rsidRDefault="000251BD" w:rsidP="000251BD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:rsidR="000251BD" w:rsidRDefault="000251BD" w:rsidP="000251BD">
      <w:pPr>
        <w:rPr>
          <w:b/>
          <w:sz w:val="14"/>
          <w:szCs w:val="22"/>
        </w:rPr>
      </w:pPr>
    </w:p>
    <w:p w:rsidR="005E6710" w:rsidRPr="00073240" w:rsidRDefault="005E6710" w:rsidP="000251BD">
      <w:pPr>
        <w:rPr>
          <w:b/>
          <w:sz w:val="14"/>
          <w:szCs w:val="22"/>
        </w:rPr>
      </w:pPr>
    </w:p>
    <w:p w:rsidR="000251BD" w:rsidRPr="00073240" w:rsidRDefault="000251BD" w:rsidP="000251BD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101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8"/>
        <w:gridCol w:w="467"/>
        <w:gridCol w:w="467"/>
        <w:gridCol w:w="467"/>
        <w:gridCol w:w="467"/>
        <w:gridCol w:w="2697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</w:tblGrid>
      <w:tr w:rsidR="000251BD" w:rsidRPr="00073240" w:rsidTr="009A342D">
        <w:trPr>
          <w:trHeight w:val="384"/>
        </w:trPr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51BD" w:rsidRPr="00073240" w:rsidRDefault="000251BD" w:rsidP="00CF2368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D" w:rsidRPr="00073240" w:rsidRDefault="000251BD" w:rsidP="00CF2368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D" w:rsidRPr="00073240" w:rsidRDefault="000251BD" w:rsidP="00CF2368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D" w:rsidRPr="00073240" w:rsidRDefault="000251BD" w:rsidP="00CF2368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D" w:rsidRPr="00073240" w:rsidRDefault="000251BD" w:rsidP="00CF2368">
            <w:pPr>
              <w:rPr>
                <w:b/>
                <w:szCs w:val="26"/>
              </w:rPr>
            </w:pPr>
          </w:p>
        </w:tc>
        <w:tc>
          <w:tcPr>
            <w:tcW w:w="2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51BD" w:rsidRPr="00073240" w:rsidRDefault="000251BD" w:rsidP="00CF2368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42D" w:rsidRPr="00073240" w:rsidRDefault="009A342D" w:rsidP="00CF2368">
            <w:pPr>
              <w:rPr>
                <w:b/>
                <w:szCs w:val="2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D" w:rsidRPr="00073240" w:rsidRDefault="000251BD" w:rsidP="00CF2368">
            <w:pPr>
              <w:rPr>
                <w:b/>
                <w:szCs w:val="2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D" w:rsidRPr="00073240" w:rsidRDefault="000251BD" w:rsidP="00CF2368">
            <w:pPr>
              <w:rPr>
                <w:b/>
                <w:szCs w:val="2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D" w:rsidRPr="00073240" w:rsidRDefault="000251BD" w:rsidP="00CF2368">
            <w:pPr>
              <w:rPr>
                <w:b/>
                <w:szCs w:val="2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D" w:rsidRPr="00073240" w:rsidRDefault="000251BD" w:rsidP="00CF2368">
            <w:pPr>
              <w:rPr>
                <w:b/>
                <w:szCs w:val="2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D" w:rsidRPr="00073240" w:rsidRDefault="000251BD" w:rsidP="00CF2368">
            <w:pPr>
              <w:rPr>
                <w:b/>
                <w:szCs w:val="2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D" w:rsidRPr="00073240" w:rsidRDefault="000251BD" w:rsidP="00CF2368">
            <w:pPr>
              <w:rPr>
                <w:b/>
                <w:szCs w:val="2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D" w:rsidRPr="00073240" w:rsidRDefault="000251BD" w:rsidP="00CF2368">
            <w:pPr>
              <w:rPr>
                <w:b/>
                <w:szCs w:val="2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D" w:rsidRPr="00073240" w:rsidRDefault="000251BD" w:rsidP="00CF2368">
            <w:pPr>
              <w:rPr>
                <w:b/>
                <w:szCs w:val="2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BD" w:rsidRPr="00073240" w:rsidRDefault="000251BD" w:rsidP="00CF2368">
            <w:pPr>
              <w:rPr>
                <w:b/>
                <w:szCs w:val="26"/>
              </w:rPr>
            </w:pPr>
          </w:p>
        </w:tc>
      </w:tr>
    </w:tbl>
    <w:p w:rsidR="000251BD" w:rsidRPr="00073240" w:rsidRDefault="000251BD" w:rsidP="000251BD">
      <w:pPr>
        <w:spacing w:line="240" w:lineRule="atLeast"/>
        <w:ind w:left="6804" w:right="-143" w:hanging="6520"/>
        <w:rPr>
          <w:sz w:val="2"/>
          <w:lang w:eastAsia="en-US"/>
        </w:rPr>
      </w:pPr>
    </w:p>
    <w:p w:rsidR="000251BD" w:rsidRPr="00073240" w:rsidRDefault="000251BD" w:rsidP="000251BD">
      <w:pPr>
        <w:spacing w:line="240" w:lineRule="atLeast"/>
        <w:ind w:left="6804" w:right="-143" w:hanging="6520"/>
        <w:rPr>
          <w:b/>
        </w:rPr>
      </w:pPr>
      <w:r w:rsidRPr="00073240">
        <w:t xml:space="preserve">      </w:t>
      </w:r>
    </w:p>
    <w:p w:rsidR="000251BD" w:rsidRPr="00073240" w:rsidRDefault="000251BD" w:rsidP="000251BD">
      <w:pPr>
        <w:tabs>
          <w:tab w:val="left" w:pos="0"/>
        </w:tabs>
        <w:jc w:val="both"/>
      </w:pPr>
      <w:r w:rsidRPr="00073240">
        <w:t>прошу добавить в ранее заявленный перечень экзаменов ГИА экзаме</w:t>
      </w:r>
      <w:proofErr w:type="gramStart"/>
      <w:r w:rsidRPr="00073240">
        <w:t>н(</w:t>
      </w:r>
      <w:proofErr w:type="spellStart"/>
      <w:proofErr w:type="gramEnd"/>
      <w:r w:rsidRPr="00073240">
        <w:t>ы</w:t>
      </w:r>
      <w:proofErr w:type="spellEnd"/>
      <w:r w:rsidRPr="00073240">
        <w:t>) по предмету/предметам:</w:t>
      </w:r>
    </w:p>
    <w:p w:rsidR="000251BD" w:rsidRPr="00073240" w:rsidRDefault="000251BD" w:rsidP="000251BD">
      <w:pPr>
        <w:ind w:left="1701"/>
        <w:jc w:val="both"/>
        <w:rPr>
          <w:sz w:val="28"/>
          <w:szCs w:val="28"/>
        </w:rPr>
      </w:pPr>
      <w:r w:rsidRPr="00073240">
        <w:rPr>
          <w:sz w:val="28"/>
          <w:szCs w:val="28"/>
        </w:rPr>
        <w:t xml:space="preserve">_____________________________________________  </w:t>
      </w:r>
    </w:p>
    <w:p w:rsidR="000251BD" w:rsidRPr="00073240" w:rsidRDefault="000251BD" w:rsidP="000251BD">
      <w:pPr>
        <w:ind w:left="1701"/>
        <w:jc w:val="both"/>
        <w:rPr>
          <w:sz w:val="28"/>
          <w:szCs w:val="28"/>
        </w:rPr>
      </w:pPr>
      <w:r w:rsidRPr="00073240">
        <w:rPr>
          <w:i/>
          <w:sz w:val="16"/>
          <w:szCs w:val="28"/>
        </w:rPr>
        <w:t xml:space="preserve">                                                 наименование предмета</w:t>
      </w:r>
    </w:p>
    <w:p w:rsidR="000251BD" w:rsidRPr="00073240" w:rsidRDefault="000251BD" w:rsidP="000251BD">
      <w:pPr>
        <w:ind w:left="1701"/>
        <w:jc w:val="both"/>
        <w:rPr>
          <w:sz w:val="28"/>
          <w:szCs w:val="28"/>
        </w:rPr>
      </w:pPr>
      <w:r w:rsidRPr="00073240">
        <w:rPr>
          <w:sz w:val="28"/>
          <w:szCs w:val="28"/>
        </w:rPr>
        <w:t xml:space="preserve">_____________________________________________  </w:t>
      </w:r>
    </w:p>
    <w:p w:rsidR="000251BD" w:rsidRPr="00073240" w:rsidRDefault="000251BD" w:rsidP="000251BD">
      <w:pPr>
        <w:ind w:left="1701"/>
        <w:jc w:val="both"/>
        <w:rPr>
          <w:sz w:val="28"/>
          <w:szCs w:val="28"/>
        </w:rPr>
      </w:pPr>
      <w:r w:rsidRPr="00073240">
        <w:rPr>
          <w:i/>
          <w:sz w:val="16"/>
          <w:szCs w:val="28"/>
        </w:rPr>
        <w:t xml:space="preserve">                                                 наименование предмета</w:t>
      </w:r>
    </w:p>
    <w:p w:rsidR="000251BD" w:rsidRPr="00073240" w:rsidRDefault="000251BD" w:rsidP="000251BD">
      <w:pPr>
        <w:tabs>
          <w:tab w:val="left" w:pos="0"/>
        </w:tabs>
        <w:jc w:val="both"/>
      </w:pPr>
      <w:r w:rsidRPr="00073240">
        <w:t>Данный экзамен не был заявлен ранее по причине _____________________________</w:t>
      </w:r>
    </w:p>
    <w:p w:rsidR="000251BD" w:rsidRPr="00073240" w:rsidRDefault="000251BD" w:rsidP="000251BD">
      <w:pPr>
        <w:tabs>
          <w:tab w:val="left" w:pos="1095"/>
        </w:tabs>
        <w:jc w:val="center"/>
      </w:pPr>
      <w:r w:rsidRPr="0007324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51BD" w:rsidRPr="00073240" w:rsidRDefault="000251BD" w:rsidP="000251BD">
      <w:pPr>
        <w:tabs>
          <w:tab w:val="left" w:pos="0"/>
        </w:tabs>
        <w:jc w:val="both"/>
      </w:pPr>
      <w:r w:rsidRPr="00073240">
        <w:t>Докумен</w:t>
      </w:r>
      <w:proofErr w:type="gramStart"/>
      <w:r w:rsidRPr="00073240">
        <w:t>т(</w:t>
      </w:r>
      <w:proofErr w:type="spellStart"/>
      <w:proofErr w:type="gramEnd"/>
      <w:r w:rsidRPr="00073240">
        <w:t>ы</w:t>
      </w:r>
      <w:proofErr w:type="spellEnd"/>
      <w:r w:rsidRPr="00073240">
        <w:t>) _____________________________________________________________</w:t>
      </w:r>
    </w:p>
    <w:p w:rsidR="000251BD" w:rsidRPr="00073240" w:rsidRDefault="000251BD" w:rsidP="000251BD">
      <w:pPr>
        <w:tabs>
          <w:tab w:val="left" w:pos="0"/>
        </w:tabs>
        <w:jc w:val="both"/>
      </w:pPr>
      <w:r w:rsidRPr="00073240">
        <w:tab/>
      </w:r>
      <w:r w:rsidRPr="00073240">
        <w:tab/>
      </w:r>
      <w:r w:rsidRPr="00073240">
        <w:tab/>
      </w:r>
      <w:r w:rsidRPr="00073240">
        <w:tab/>
        <w:t>(</w:t>
      </w:r>
      <w:r w:rsidRPr="00073240">
        <w:rPr>
          <w:i/>
        </w:rPr>
        <w:t>наименование и реквизиты документа)</w:t>
      </w:r>
    </w:p>
    <w:p w:rsidR="000251BD" w:rsidRPr="00073240" w:rsidRDefault="000251BD" w:rsidP="000251BD">
      <w:pPr>
        <w:tabs>
          <w:tab w:val="left" w:pos="0"/>
        </w:tabs>
        <w:jc w:val="center"/>
      </w:pPr>
      <w:r w:rsidRPr="00073240">
        <w:t>________________________________________________________________________</w:t>
      </w:r>
    </w:p>
    <w:p w:rsidR="000251BD" w:rsidRPr="00073240" w:rsidRDefault="000251BD" w:rsidP="000251BD">
      <w:pPr>
        <w:tabs>
          <w:tab w:val="left" w:pos="0"/>
        </w:tabs>
        <w:jc w:val="both"/>
      </w:pPr>
      <w:r w:rsidRPr="00073240">
        <w:t>подтверждающи</w:t>
      </w:r>
      <w:proofErr w:type="gramStart"/>
      <w:r w:rsidRPr="00073240">
        <w:t>й(</w:t>
      </w:r>
      <w:proofErr w:type="spellStart"/>
      <w:proofErr w:type="gramEnd"/>
      <w:r w:rsidRPr="00073240">
        <w:t>ие</w:t>
      </w:r>
      <w:proofErr w:type="spellEnd"/>
      <w:r w:rsidRPr="00073240">
        <w:t>) наличие уважительной причины, прилагается(</w:t>
      </w:r>
      <w:proofErr w:type="spellStart"/>
      <w:r w:rsidRPr="00073240">
        <w:t>ются</w:t>
      </w:r>
      <w:proofErr w:type="spellEnd"/>
      <w:r w:rsidRPr="00073240">
        <w:t>).</w:t>
      </w:r>
    </w:p>
    <w:p w:rsidR="000251BD" w:rsidRPr="00073240" w:rsidRDefault="000251BD" w:rsidP="000251BD">
      <w:pPr>
        <w:rPr>
          <w:b/>
        </w:rPr>
      </w:pPr>
    </w:p>
    <w:tbl>
      <w:tblPr>
        <w:tblpPr w:leftFromText="180" w:rightFromText="180" w:vertAnchor="text" w:horzAnchor="margin" w:tblpXSpec="center" w:tblpY="331"/>
        <w:tblW w:w="10101" w:type="dxa"/>
        <w:tblLayout w:type="fixed"/>
        <w:tblLook w:val="04A0"/>
      </w:tblPr>
      <w:tblGrid>
        <w:gridCol w:w="3435"/>
        <w:gridCol w:w="582"/>
        <w:gridCol w:w="566"/>
        <w:gridCol w:w="567"/>
        <w:gridCol w:w="568"/>
        <w:gridCol w:w="568"/>
        <w:gridCol w:w="568"/>
        <w:gridCol w:w="568"/>
        <w:gridCol w:w="568"/>
        <w:gridCol w:w="568"/>
        <w:gridCol w:w="568"/>
        <w:gridCol w:w="568"/>
        <w:gridCol w:w="407"/>
      </w:tblGrid>
      <w:tr w:rsidR="000251BD" w:rsidRPr="00073240" w:rsidTr="009A342D">
        <w:trPr>
          <w:trHeight w:val="328"/>
        </w:trPr>
        <w:tc>
          <w:tcPr>
            <w:tcW w:w="343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251BD" w:rsidRPr="00073240" w:rsidRDefault="000251BD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51BD" w:rsidRPr="00073240" w:rsidRDefault="000251BD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D" w:rsidRPr="00073240" w:rsidRDefault="000251BD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D" w:rsidRPr="00073240" w:rsidRDefault="000251BD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D" w:rsidRPr="00073240" w:rsidRDefault="000251BD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BD" w:rsidRPr="00073240" w:rsidRDefault="000251BD" w:rsidP="00CF2368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D" w:rsidRPr="00073240" w:rsidRDefault="000251BD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D" w:rsidRPr="00073240" w:rsidRDefault="000251BD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D" w:rsidRPr="00073240" w:rsidRDefault="000251BD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BD" w:rsidRPr="00073240" w:rsidRDefault="000251BD" w:rsidP="00CF2368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D" w:rsidRPr="00073240" w:rsidRDefault="000251BD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1BD" w:rsidRPr="00073240" w:rsidRDefault="000251BD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BD" w:rsidRPr="00073240" w:rsidRDefault="000251BD" w:rsidP="00CF2368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0251BD" w:rsidRPr="00073240" w:rsidTr="009A342D">
        <w:trPr>
          <w:trHeight w:val="70"/>
        </w:trPr>
        <w:tc>
          <w:tcPr>
            <w:tcW w:w="10098" w:type="dxa"/>
            <w:gridSpan w:val="13"/>
            <w:hideMark/>
          </w:tcPr>
          <w:p w:rsidR="000251BD" w:rsidRPr="00073240" w:rsidRDefault="000251BD" w:rsidP="00CF2368">
            <w:pPr>
              <w:spacing w:after="160" w:line="240" w:lineRule="exact"/>
            </w:pPr>
          </w:p>
          <w:p w:rsidR="000251BD" w:rsidRPr="00073240" w:rsidRDefault="000251BD" w:rsidP="00CF2368">
            <w:pPr>
              <w:spacing w:after="160" w:line="240" w:lineRule="exact"/>
            </w:pPr>
            <w:r w:rsidRPr="00073240">
              <w:t>Электронная почта:  _______________________________________________________________</w:t>
            </w:r>
          </w:p>
        </w:tc>
      </w:tr>
    </w:tbl>
    <w:p w:rsidR="000251BD" w:rsidRPr="00073240" w:rsidRDefault="000251BD" w:rsidP="000251BD"/>
    <w:p w:rsidR="00B14D13" w:rsidRPr="00C778E9" w:rsidRDefault="000251BD" w:rsidP="005E6710">
      <w:r w:rsidRPr="00073240">
        <w:rPr>
          <w:b/>
        </w:rPr>
        <w:t xml:space="preserve">  </w:t>
      </w:r>
    </w:p>
    <w:p w:rsidR="005E6710" w:rsidRPr="00C778E9" w:rsidRDefault="005E6710" w:rsidP="005E6710">
      <w:r w:rsidRPr="00C778E9">
        <w:rPr>
          <w:b/>
        </w:rPr>
        <w:t xml:space="preserve">  Участник  ЕГЭ</w:t>
      </w:r>
      <w:r w:rsidRPr="00C778E9">
        <w:rPr>
          <w:b/>
        </w:rPr>
        <w:tab/>
        <w:t>__________________________</w:t>
      </w:r>
      <w:r w:rsidRPr="00C778E9">
        <w:t>____________________________________</w:t>
      </w:r>
    </w:p>
    <w:p w:rsidR="005E6710" w:rsidRPr="00C778E9" w:rsidRDefault="005E6710" w:rsidP="005E6710">
      <w:pPr>
        <w:rPr>
          <w:sz w:val="16"/>
          <w:szCs w:val="16"/>
        </w:rPr>
      </w:pPr>
      <w:r w:rsidRPr="00C778E9">
        <w:t xml:space="preserve">                                                          </w:t>
      </w:r>
      <w:r w:rsidRPr="00C778E9">
        <w:rPr>
          <w:i/>
          <w:sz w:val="16"/>
          <w:szCs w:val="16"/>
        </w:rPr>
        <w:t xml:space="preserve">(подпись)                                                  </w:t>
      </w:r>
      <w:r w:rsidRPr="00C778E9">
        <w:rPr>
          <w:i/>
          <w:sz w:val="16"/>
          <w:szCs w:val="16"/>
        </w:rPr>
        <w:tab/>
      </w:r>
      <w:r w:rsidRPr="00C778E9">
        <w:rPr>
          <w:i/>
          <w:sz w:val="16"/>
          <w:szCs w:val="16"/>
        </w:rPr>
        <w:tab/>
      </w:r>
      <w:r w:rsidRPr="00C778E9">
        <w:rPr>
          <w:i/>
          <w:sz w:val="16"/>
          <w:szCs w:val="16"/>
        </w:rPr>
        <w:tab/>
      </w:r>
      <w:r w:rsidRPr="00C778E9">
        <w:rPr>
          <w:i/>
          <w:sz w:val="16"/>
          <w:szCs w:val="16"/>
        </w:rPr>
        <w:tab/>
        <w:t xml:space="preserve">  (ФИО)</w:t>
      </w:r>
    </w:p>
    <w:p w:rsidR="005E6710" w:rsidRPr="00C778E9" w:rsidRDefault="005E6710" w:rsidP="005E6710"/>
    <w:p w:rsidR="005E6710" w:rsidRPr="00C778E9" w:rsidRDefault="005E6710" w:rsidP="005E6710">
      <w:pPr>
        <w:ind w:left="284"/>
      </w:pPr>
      <w:r w:rsidRPr="00C778E9">
        <w:t>«____» _____________ 20___ г.</w:t>
      </w:r>
    </w:p>
    <w:p w:rsidR="0033741A" w:rsidRPr="00C778E9" w:rsidRDefault="0033741A" w:rsidP="00653CC3"/>
    <w:p w:rsidR="000251BD" w:rsidRDefault="000251BD" w:rsidP="00BF4CDD">
      <w:pPr>
        <w:ind w:left="5245"/>
        <w:contextualSpacing/>
        <w:jc w:val="center"/>
        <w:rPr>
          <w:b/>
        </w:rPr>
      </w:pPr>
    </w:p>
    <w:p w:rsidR="00825776" w:rsidRDefault="00825776" w:rsidP="00BF4CDD">
      <w:pPr>
        <w:ind w:left="5245"/>
        <w:contextualSpacing/>
        <w:jc w:val="center"/>
      </w:pPr>
    </w:p>
    <w:p w:rsidR="00825776" w:rsidRDefault="00825776" w:rsidP="00BF4CDD">
      <w:pPr>
        <w:ind w:left="5245"/>
        <w:contextualSpacing/>
        <w:jc w:val="center"/>
      </w:pPr>
    </w:p>
    <w:p w:rsidR="00825776" w:rsidRPr="00825776" w:rsidRDefault="00825776" w:rsidP="00825776">
      <w:pPr>
        <w:pStyle w:val="ac"/>
        <w:numPr>
          <w:ilvl w:val="0"/>
          <w:numId w:val="19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825776">
        <w:rPr>
          <w:i/>
          <w:sz w:val="18"/>
          <w:szCs w:val="18"/>
        </w:rPr>
        <w:t>Заявление на удаление отдельных учебных предметов из перечня ранее заявленных экзаменов</w:t>
      </w:r>
    </w:p>
    <w:p w:rsidR="005E6710" w:rsidRPr="00073240" w:rsidRDefault="005E6710" w:rsidP="005E6710">
      <w:pPr>
        <w:ind w:left="5245"/>
        <w:jc w:val="center"/>
      </w:pPr>
      <w:r w:rsidRPr="00073240">
        <w:t xml:space="preserve">Председателю </w:t>
      </w:r>
    </w:p>
    <w:p w:rsidR="005E6710" w:rsidRPr="00073240" w:rsidRDefault="005E6710" w:rsidP="005E6710">
      <w:pPr>
        <w:ind w:left="5245"/>
        <w:jc w:val="center"/>
      </w:pPr>
      <w:r w:rsidRPr="00073240">
        <w:t>государственной экзаменационной комиссии</w:t>
      </w:r>
    </w:p>
    <w:p w:rsidR="005E6710" w:rsidRPr="00073240" w:rsidRDefault="005E6710" w:rsidP="005E6710">
      <w:pPr>
        <w:ind w:left="5245"/>
        <w:jc w:val="center"/>
      </w:pPr>
      <w:r w:rsidRPr="00073240">
        <w:t>Забайкальского края</w:t>
      </w:r>
    </w:p>
    <w:p w:rsidR="005E6710" w:rsidRPr="00073240" w:rsidRDefault="005E6710" w:rsidP="005E6710">
      <w:pPr>
        <w:ind w:left="5670"/>
        <w:jc w:val="center"/>
        <w:rPr>
          <w:b/>
          <w:sz w:val="6"/>
          <w:lang w:val="en-US"/>
        </w:rPr>
      </w:pPr>
      <w:r w:rsidRPr="00073240">
        <w:rPr>
          <w:lang w:val="en-US"/>
        </w:rPr>
        <w:t>________________________</w:t>
      </w:r>
    </w:p>
    <w:p w:rsidR="005E6710" w:rsidRDefault="005E6710" w:rsidP="005E6710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t>заявление.</w:t>
      </w:r>
    </w:p>
    <w:p w:rsidR="005E6710" w:rsidRPr="00073240" w:rsidRDefault="005E6710" w:rsidP="005E6710">
      <w:pPr>
        <w:tabs>
          <w:tab w:val="left" w:pos="3045"/>
        </w:tabs>
        <w:jc w:val="center"/>
        <w:rPr>
          <w:b/>
        </w:rPr>
      </w:pPr>
    </w:p>
    <w:tbl>
      <w:tblPr>
        <w:tblW w:w="114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"/>
        <w:gridCol w:w="97"/>
        <w:gridCol w:w="284"/>
        <w:gridCol w:w="71"/>
        <w:gridCol w:w="85"/>
        <w:gridCol w:w="280"/>
        <w:gridCol w:w="129"/>
        <w:gridCol w:w="246"/>
        <w:gridCol w:w="166"/>
        <w:gridCol w:w="208"/>
        <w:gridCol w:w="205"/>
        <w:gridCol w:w="171"/>
        <w:gridCol w:w="243"/>
        <w:gridCol w:w="133"/>
        <w:gridCol w:w="281"/>
        <w:gridCol w:w="93"/>
        <w:gridCol w:w="320"/>
        <w:gridCol w:w="56"/>
        <w:gridCol w:w="358"/>
        <w:gridCol w:w="18"/>
        <w:gridCol w:w="376"/>
        <w:gridCol w:w="20"/>
        <w:gridCol w:w="353"/>
        <w:gridCol w:w="61"/>
        <w:gridCol w:w="312"/>
        <w:gridCol w:w="101"/>
        <w:gridCol w:w="276"/>
        <w:gridCol w:w="138"/>
        <w:gridCol w:w="237"/>
        <w:gridCol w:w="177"/>
        <w:gridCol w:w="198"/>
        <w:gridCol w:w="215"/>
        <w:gridCol w:w="158"/>
        <w:gridCol w:w="256"/>
        <w:gridCol w:w="117"/>
        <w:gridCol w:w="297"/>
        <w:gridCol w:w="76"/>
        <w:gridCol w:w="337"/>
        <w:gridCol w:w="36"/>
        <w:gridCol w:w="373"/>
        <w:gridCol w:w="9"/>
        <w:gridCol w:w="364"/>
        <w:gridCol w:w="50"/>
        <w:gridCol w:w="323"/>
        <w:gridCol w:w="90"/>
        <w:gridCol w:w="374"/>
        <w:gridCol w:w="39"/>
        <w:gridCol w:w="335"/>
        <w:gridCol w:w="78"/>
        <w:gridCol w:w="391"/>
        <w:gridCol w:w="25"/>
        <w:gridCol w:w="398"/>
        <w:gridCol w:w="46"/>
        <w:gridCol w:w="791"/>
        <w:gridCol w:w="127"/>
      </w:tblGrid>
      <w:tr w:rsidR="005E6710" w:rsidRPr="00C778E9" w:rsidTr="005E6710">
        <w:trPr>
          <w:gridAfter w:val="3"/>
          <w:wAfter w:w="964" w:type="dxa"/>
          <w:trHeight w:hRule="exact" w:val="322"/>
        </w:trPr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E6710" w:rsidRPr="00C778E9" w:rsidRDefault="005E6710" w:rsidP="00CF2368">
            <w:pPr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C778E9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452" w:type="dxa"/>
            <w:gridSpan w:val="3"/>
            <w:tcBorders>
              <w:left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5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4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r w:rsidRPr="00C778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469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3" w:type="dxa"/>
            <w:gridSpan w:val="2"/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5E6710" w:rsidRPr="00C778E9" w:rsidTr="005E6710">
        <w:trPr>
          <w:gridAfter w:val="2"/>
          <w:wAfter w:w="918" w:type="dxa"/>
          <w:trHeight w:hRule="exact" w:val="221"/>
        </w:trPr>
        <w:tc>
          <w:tcPr>
            <w:tcW w:w="1055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5E6710" w:rsidRPr="00C778E9" w:rsidRDefault="005E6710" w:rsidP="00CF2368">
            <w:pPr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C778E9">
              <w:rPr>
                <w:i/>
                <w:szCs w:val="26"/>
                <w:vertAlign w:val="superscript"/>
              </w:rPr>
              <w:t>фамилия</w:t>
            </w:r>
          </w:p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5E6710" w:rsidRPr="00C778E9" w:rsidTr="005E6710">
        <w:trPr>
          <w:gridAfter w:val="3"/>
          <w:wAfter w:w="964" w:type="dxa"/>
          <w:trHeight w:hRule="exact" w:val="322"/>
        </w:trPr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5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3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5E6710" w:rsidRPr="00C778E9" w:rsidTr="005E6710">
        <w:trPr>
          <w:gridAfter w:val="3"/>
          <w:wAfter w:w="964" w:type="dxa"/>
          <w:trHeight w:hRule="exact" w:val="203"/>
        </w:trPr>
        <w:tc>
          <w:tcPr>
            <w:tcW w:w="10504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5E6710" w:rsidRPr="00C778E9" w:rsidRDefault="005E6710" w:rsidP="00CF2368">
            <w:pPr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C778E9">
              <w:rPr>
                <w:i/>
                <w:szCs w:val="26"/>
                <w:vertAlign w:val="superscript"/>
              </w:rPr>
              <w:t>имя</w:t>
            </w:r>
          </w:p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5E6710" w:rsidRPr="00C778E9" w:rsidTr="005E6710">
        <w:trPr>
          <w:gridAfter w:val="3"/>
          <w:wAfter w:w="964" w:type="dxa"/>
          <w:trHeight w:hRule="exact" w:val="322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5E6710" w:rsidRPr="00C778E9" w:rsidRDefault="005E6710" w:rsidP="00CF2368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5E6710" w:rsidRPr="00C778E9" w:rsidTr="005E6710">
        <w:trPr>
          <w:gridAfter w:val="3"/>
          <w:wAfter w:w="964" w:type="dxa"/>
          <w:trHeight w:hRule="exact" w:val="197"/>
        </w:trPr>
        <w:tc>
          <w:tcPr>
            <w:tcW w:w="10504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5E6710" w:rsidRPr="00C778E9" w:rsidRDefault="005E6710" w:rsidP="00CF2368">
            <w:pPr>
              <w:contextualSpacing/>
              <w:mirrorIndents/>
              <w:jc w:val="center"/>
              <w:rPr>
                <w:sz w:val="26"/>
                <w:szCs w:val="26"/>
              </w:rPr>
            </w:pPr>
            <w:r w:rsidRPr="00C778E9">
              <w:rPr>
                <w:i/>
                <w:szCs w:val="26"/>
                <w:vertAlign w:val="superscript"/>
              </w:rPr>
              <w:t>отчество</w:t>
            </w:r>
          </w:p>
        </w:tc>
      </w:tr>
      <w:tr w:rsidR="005E6710" w:rsidRPr="00C778E9" w:rsidTr="005E6710">
        <w:tblPrEx>
          <w:tblLook w:val="04A0"/>
        </w:tblPrEx>
        <w:trPr>
          <w:gridBefore w:val="1"/>
          <w:gridAfter w:val="1"/>
          <w:wBefore w:w="470" w:type="dxa"/>
          <w:wAfter w:w="127" w:type="dxa"/>
        </w:trPr>
        <w:tc>
          <w:tcPr>
            <w:tcW w:w="3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E6710" w:rsidRPr="00C778E9" w:rsidRDefault="005E6710" w:rsidP="00CF2368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6710" w:rsidRPr="00C778E9" w:rsidRDefault="005E6710" w:rsidP="00CF2368">
            <w:pPr>
              <w:tabs>
                <w:tab w:val="left" w:pos="0"/>
              </w:tabs>
              <w:jc w:val="both"/>
            </w:pPr>
            <w:r w:rsidRPr="00C778E9">
              <w:t xml:space="preserve">выпускник прошлых лет </w:t>
            </w:r>
          </w:p>
        </w:tc>
      </w:tr>
      <w:tr w:rsidR="005E6710" w:rsidRPr="00C778E9" w:rsidTr="005E6710">
        <w:tblPrEx>
          <w:tblLook w:val="04A0"/>
        </w:tblPrEx>
        <w:trPr>
          <w:gridBefore w:val="1"/>
          <w:gridAfter w:val="1"/>
          <w:wBefore w:w="470" w:type="dxa"/>
          <w:wAfter w:w="127" w:type="dxa"/>
        </w:trPr>
        <w:tc>
          <w:tcPr>
            <w:tcW w:w="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E6710" w:rsidRPr="00C778E9" w:rsidRDefault="005E6710" w:rsidP="00CF2368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5E6710" w:rsidRPr="00C778E9" w:rsidRDefault="005E6710" w:rsidP="00CF2368">
            <w:pPr>
              <w:tabs>
                <w:tab w:val="left" w:pos="0"/>
              </w:tabs>
              <w:jc w:val="both"/>
            </w:pPr>
          </w:p>
        </w:tc>
      </w:tr>
      <w:tr w:rsidR="005E6710" w:rsidRPr="00C778E9" w:rsidTr="005E6710">
        <w:tblPrEx>
          <w:tblLook w:val="04A0"/>
        </w:tblPrEx>
        <w:trPr>
          <w:gridBefore w:val="1"/>
          <w:gridAfter w:val="1"/>
          <w:wBefore w:w="470" w:type="dxa"/>
          <w:wAfter w:w="127" w:type="dxa"/>
          <w:trHeight w:val="379"/>
        </w:trPr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10" w:rsidRPr="00C778E9" w:rsidRDefault="005E6710" w:rsidP="00CF2368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6710" w:rsidRPr="00C778E9" w:rsidRDefault="005E6710" w:rsidP="00CF2368">
            <w:pPr>
              <w:tabs>
                <w:tab w:val="left" w:pos="0"/>
              </w:tabs>
              <w:jc w:val="both"/>
            </w:pPr>
            <w:r w:rsidRPr="00C778E9">
              <w:t>обучающи</w:t>
            </w:r>
            <w:proofErr w:type="gramStart"/>
            <w:r w:rsidRPr="00C778E9">
              <w:t>й(</w:t>
            </w:r>
            <w:proofErr w:type="spellStart"/>
            <w:proofErr w:type="gramEnd"/>
            <w:r w:rsidRPr="00C778E9">
              <w:t>ая</w:t>
            </w:r>
            <w:proofErr w:type="spellEnd"/>
            <w:r w:rsidRPr="00C778E9">
              <w:t>)</w:t>
            </w:r>
            <w:proofErr w:type="spellStart"/>
            <w:r w:rsidRPr="00C778E9">
              <w:t>ся</w:t>
            </w:r>
            <w:proofErr w:type="spellEnd"/>
            <w:r w:rsidRPr="00C778E9">
              <w:t xml:space="preserve"> по образовательным программам среднего профессионального образования</w:t>
            </w:r>
          </w:p>
        </w:tc>
      </w:tr>
      <w:tr w:rsidR="005E6710" w:rsidRPr="00C778E9" w:rsidTr="005E6710">
        <w:tblPrEx>
          <w:tblLook w:val="04A0"/>
        </w:tblPrEx>
        <w:trPr>
          <w:gridBefore w:val="1"/>
          <w:gridAfter w:val="1"/>
          <w:wBefore w:w="470" w:type="dxa"/>
          <w:wAfter w:w="127" w:type="dxa"/>
        </w:trPr>
        <w:tc>
          <w:tcPr>
            <w:tcW w:w="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6710" w:rsidRPr="00C778E9" w:rsidRDefault="005E6710" w:rsidP="00CF2368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5E6710" w:rsidRPr="00C778E9" w:rsidRDefault="005E6710" w:rsidP="00CF2368">
            <w:pPr>
              <w:tabs>
                <w:tab w:val="left" w:pos="0"/>
              </w:tabs>
              <w:jc w:val="both"/>
            </w:pPr>
          </w:p>
        </w:tc>
      </w:tr>
      <w:tr w:rsidR="005E6710" w:rsidRPr="00C778E9" w:rsidTr="005E6710">
        <w:tblPrEx>
          <w:tblLook w:val="04A0"/>
        </w:tblPrEx>
        <w:trPr>
          <w:gridBefore w:val="1"/>
          <w:gridAfter w:val="1"/>
          <w:wBefore w:w="470" w:type="dxa"/>
          <w:wAfter w:w="127" w:type="dxa"/>
        </w:trPr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10" w:rsidRPr="00C778E9" w:rsidRDefault="005E6710" w:rsidP="00CF2368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6710" w:rsidRPr="00C778E9" w:rsidRDefault="005E6710" w:rsidP="00CF2368">
            <w:pPr>
              <w:tabs>
                <w:tab w:val="left" w:pos="0"/>
              </w:tabs>
              <w:jc w:val="both"/>
            </w:pPr>
            <w:r w:rsidRPr="00C778E9">
              <w:t>обучающи</w:t>
            </w:r>
            <w:proofErr w:type="gramStart"/>
            <w:r w:rsidRPr="00C778E9">
              <w:t>й(</w:t>
            </w:r>
            <w:proofErr w:type="spellStart"/>
            <w:proofErr w:type="gramEnd"/>
            <w:r w:rsidRPr="00C778E9">
              <w:t>ая</w:t>
            </w:r>
            <w:proofErr w:type="spellEnd"/>
            <w:r w:rsidRPr="00C778E9">
              <w:t>)</w:t>
            </w:r>
            <w:proofErr w:type="spellStart"/>
            <w:r w:rsidRPr="00C778E9">
              <w:t>ся</w:t>
            </w:r>
            <w:proofErr w:type="spellEnd"/>
            <w:r w:rsidRPr="00C778E9">
              <w:t>, получающий(</w:t>
            </w:r>
            <w:proofErr w:type="spellStart"/>
            <w:r w:rsidRPr="00C778E9">
              <w:t>ая</w:t>
            </w:r>
            <w:proofErr w:type="spellEnd"/>
            <w:r w:rsidRPr="00C778E9">
              <w:t>) среднее общее образование в иностранной</w:t>
            </w:r>
          </w:p>
        </w:tc>
      </w:tr>
      <w:tr w:rsidR="005E6710" w:rsidRPr="00C778E9" w:rsidTr="005E6710">
        <w:tblPrEx>
          <w:tblLook w:val="04A0"/>
        </w:tblPrEx>
        <w:trPr>
          <w:gridBefore w:val="1"/>
          <w:gridAfter w:val="1"/>
          <w:wBefore w:w="470" w:type="dxa"/>
          <w:wAfter w:w="127" w:type="dxa"/>
        </w:trPr>
        <w:tc>
          <w:tcPr>
            <w:tcW w:w="3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6710" w:rsidRPr="00C778E9" w:rsidRDefault="005E6710" w:rsidP="00CF2368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5E6710" w:rsidRPr="00C778E9" w:rsidRDefault="005E6710" w:rsidP="00CF2368">
            <w:pPr>
              <w:tabs>
                <w:tab w:val="left" w:pos="0"/>
              </w:tabs>
              <w:jc w:val="both"/>
            </w:pPr>
            <w:r w:rsidRPr="00C778E9">
              <w:t>образовательной организации</w:t>
            </w:r>
          </w:p>
        </w:tc>
      </w:tr>
      <w:tr w:rsidR="005E6710" w:rsidRPr="00073240" w:rsidTr="005E6710">
        <w:trPr>
          <w:gridBefore w:val="2"/>
          <w:wBefore w:w="567" w:type="dxa"/>
          <w:trHeight w:hRule="exact" w:val="87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5E6710" w:rsidRPr="00073240" w:rsidRDefault="005E6710" w:rsidP="00CF2368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5E6710" w:rsidRPr="00073240" w:rsidTr="005E6710">
        <w:trPr>
          <w:gridBefore w:val="2"/>
          <w:wBefore w:w="567" w:type="dxa"/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5E6710" w:rsidRPr="00073240" w:rsidRDefault="005E6710" w:rsidP="00CF2368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</w:tbl>
    <w:p w:rsidR="005E6710" w:rsidRDefault="005E6710" w:rsidP="005E6710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:rsidR="005E6710" w:rsidRPr="005E6710" w:rsidRDefault="005E6710" w:rsidP="005E6710">
      <w:pPr>
        <w:spacing w:line="240" w:lineRule="atLeast"/>
        <w:ind w:right="-143"/>
      </w:pPr>
    </w:p>
    <w:p w:rsidR="005E6710" w:rsidRPr="00073240" w:rsidRDefault="005E6710" w:rsidP="005E6710">
      <w:pPr>
        <w:rPr>
          <w:b/>
          <w:sz w:val="14"/>
          <w:szCs w:val="22"/>
        </w:rPr>
      </w:pPr>
    </w:p>
    <w:p w:rsidR="005E6710" w:rsidRPr="00073240" w:rsidRDefault="005E6710" w:rsidP="005E6710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468"/>
        <w:gridCol w:w="468"/>
        <w:gridCol w:w="468"/>
        <w:gridCol w:w="468"/>
        <w:gridCol w:w="2702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5E6710" w:rsidRPr="00073240" w:rsidTr="009A342D">
        <w:trPr>
          <w:trHeight w:val="402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6710" w:rsidRPr="00073240" w:rsidRDefault="005E6710" w:rsidP="00CF2368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10" w:rsidRPr="00073240" w:rsidRDefault="005E6710" w:rsidP="00CF2368">
            <w:pPr>
              <w:rPr>
                <w:b/>
                <w:szCs w:val="2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10" w:rsidRPr="00073240" w:rsidRDefault="005E6710" w:rsidP="00CF2368">
            <w:pPr>
              <w:rPr>
                <w:b/>
                <w:szCs w:val="2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10" w:rsidRPr="00073240" w:rsidRDefault="005E6710" w:rsidP="00CF2368">
            <w:pPr>
              <w:rPr>
                <w:b/>
                <w:szCs w:val="2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10" w:rsidRPr="00073240" w:rsidRDefault="005E6710" w:rsidP="00CF2368">
            <w:pPr>
              <w:rPr>
                <w:b/>
                <w:szCs w:val="26"/>
              </w:rPr>
            </w:pPr>
          </w:p>
        </w:tc>
        <w:tc>
          <w:tcPr>
            <w:tcW w:w="2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6710" w:rsidRPr="00073240" w:rsidRDefault="005E6710" w:rsidP="00CF2368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10" w:rsidRPr="00073240" w:rsidRDefault="005E6710" w:rsidP="00CF2368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10" w:rsidRPr="00073240" w:rsidRDefault="005E6710" w:rsidP="00CF2368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10" w:rsidRPr="00073240" w:rsidRDefault="005E6710" w:rsidP="00CF2368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10" w:rsidRPr="00073240" w:rsidRDefault="005E6710" w:rsidP="00CF2368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10" w:rsidRPr="00073240" w:rsidRDefault="005E6710" w:rsidP="00CF2368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10" w:rsidRPr="00073240" w:rsidRDefault="005E6710" w:rsidP="00CF2368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10" w:rsidRPr="00073240" w:rsidRDefault="005E6710" w:rsidP="00CF2368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10" w:rsidRPr="00073240" w:rsidRDefault="005E6710" w:rsidP="00CF2368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10" w:rsidRPr="00073240" w:rsidRDefault="005E6710" w:rsidP="00CF2368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10" w:rsidRPr="00073240" w:rsidRDefault="005E6710" w:rsidP="00CF2368">
            <w:pPr>
              <w:rPr>
                <w:b/>
                <w:szCs w:val="26"/>
              </w:rPr>
            </w:pPr>
          </w:p>
        </w:tc>
      </w:tr>
    </w:tbl>
    <w:p w:rsidR="005E6710" w:rsidRPr="00073240" w:rsidRDefault="005E6710" w:rsidP="005E6710">
      <w:pPr>
        <w:spacing w:line="240" w:lineRule="atLeast"/>
        <w:ind w:left="6804" w:right="-143" w:hanging="6520"/>
        <w:rPr>
          <w:sz w:val="2"/>
          <w:lang w:eastAsia="en-US"/>
        </w:rPr>
      </w:pPr>
    </w:p>
    <w:p w:rsidR="005E6710" w:rsidRPr="00073240" w:rsidRDefault="005E6710" w:rsidP="005E6710">
      <w:pPr>
        <w:spacing w:line="240" w:lineRule="atLeast"/>
        <w:ind w:left="6804" w:right="-143" w:hanging="6520"/>
        <w:rPr>
          <w:b/>
        </w:rPr>
      </w:pPr>
      <w:r w:rsidRPr="00073240">
        <w:t xml:space="preserve">      </w:t>
      </w:r>
    </w:p>
    <w:p w:rsidR="005E6710" w:rsidRPr="00073240" w:rsidRDefault="005E6710" w:rsidP="005E6710">
      <w:r w:rsidRPr="00073240">
        <w:t xml:space="preserve"> </w:t>
      </w:r>
      <w:r w:rsidRPr="00073240">
        <w:rPr>
          <w:szCs w:val="28"/>
        </w:rPr>
        <w:t>Прошу освободить меня от сдачи экзамена по учебному предмет</w:t>
      </w:r>
      <w:proofErr w:type="gramStart"/>
      <w:r w:rsidRPr="00073240">
        <w:rPr>
          <w:szCs w:val="28"/>
        </w:rPr>
        <w:t>у(</w:t>
      </w:r>
      <w:proofErr w:type="spellStart"/>
      <w:proofErr w:type="gramEnd"/>
      <w:r w:rsidRPr="00073240">
        <w:rPr>
          <w:szCs w:val="28"/>
        </w:rPr>
        <w:t>ам</w:t>
      </w:r>
      <w:proofErr w:type="spellEnd"/>
      <w:r w:rsidRPr="00073240">
        <w:rPr>
          <w:szCs w:val="28"/>
        </w:rPr>
        <w:t>):</w:t>
      </w:r>
    </w:p>
    <w:p w:rsidR="005E6710" w:rsidRPr="00073240" w:rsidRDefault="005E6710" w:rsidP="005E6710">
      <w:pPr>
        <w:jc w:val="center"/>
      </w:pPr>
      <w:r w:rsidRPr="00073240">
        <w:t>________________________________________________________________________________</w:t>
      </w:r>
    </w:p>
    <w:p w:rsidR="005E6710" w:rsidRPr="00073240" w:rsidRDefault="005E6710" w:rsidP="005E6710">
      <w:pPr>
        <w:jc w:val="center"/>
        <w:rPr>
          <w:sz w:val="16"/>
          <w:szCs w:val="16"/>
        </w:rPr>
      </w:pPr>
      <w:r w:rsidRPr="00073240">
        <w:rPr>
          <w:sz w:val="16"/>
          <w:szCs w:val="16"/>
        </w:rPr>
        <w:t>(наименование учебного предмета)</w:t>
      </w:r>
    </w:p>
    <w:p w:rsidR="005E6710" w:rsidRPr="00073240" w:rsidRDefault="005E6710" w:rsidP="005E6710">
      <w:pPr>
        <w:jc w:val="both"/>
        <w:rPr>
          <w:sz w:val="2"/>
        </w:rPr>
      </w:pPr>
    </w:p>
    <w:p w:rsidR="005E6710" w:rsidRPr="00073240" w:rsidRDefault="005E6710" w:rsidP="005E6710">
      <w:pPr>
        <w:jc w:val="center"/>
      </w:pPr>
      <w:r w:rsidRPr="00073240">
        <w:t>__________________________________________________________________________________</w:t>
      </w:r>
    </w:p>
    <w:p w:rsidR="005E6710" w:rsidRPr="00073240" w:rsidRDefault="005E6710" w:rsidP="005E6710">
      <w:pPr>
        <w:jc w:val="center"/>
        <w:rPr>
          <w:sz w:val="16"/>
          <w:szCs w:val="16"/>
        </w:rPr>
      </w:pPr>
      <w:r w:rsidRPr="00073240">
        <w:rPr>
          <w:sz w:val="16"/>
          <w:szCs w:val="16"/>
        </w:rPr>
        <w:t>(наименование учебного предмета)</w:t>
      </w:r>
    </w:p>
    <w:p w:rsidR="005E6710" w:rsidRPr="00073240" w:rsidRDefault="005E6710" w:rsidP="005E6710">
      <w:pPr>
        <w:autoSpaceDE w:val="0"/>
        <w:autoSpaceDN w:val="0"/>
        <w:adjustRightInd w:val="0"/>
        <w:jc w:val="both"/>
      </w:pPr>
    </w:p>
    <w:p w:rsidR="005E6710" w:rsidRPr="00073240" w:rsidRDefault="005E6710" w:rsidP="005E6710">
      <w:pPr>
        <w:ind w:left="142"/>
      </w:pPr>
      <w:r w:rsidRPr="00073240">
        <w:t xml:space="preserve">в связи с тем, что </w:t>
      </w:r>
      <w:r w:rsidRPr="00073240">
        <w:rPr>
          <w:i/>
        </w:rPr>
        <w:t>___________________________________________________________________</w:t>
      </w:r>
    </w:p>
    <w:tbl>
      <w:tblPr>
        <w:tblW w:w="0" w:type="auto"/>
        <w:tblInd w:w="14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97"/>
      </w:tblGrid>
      <w:tr w:rsidR="005E6710" w:rsidRPr="00073240" w:rsidTr="00CF2368"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6710" w:rsidRPr="00073240" w:rsidRDefault="005E6710" w:rsidP="00CF23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E6710" w:rsidRPr="00073240" w:rsidTr="00CF2368"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6710" w:rsidRPr="00073240" w:rsidRDefault="005E6710" w:rsidP="00CF23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E6710" w:rsidRPr="00073240" w:rsidTr="00CF2368"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E6710" w:rsidRPr="00073240" w:rsidRDefault="005E6710" w:rsidP="00CF23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5E6710" w:rsidRPr="00073240" w:rsidRDefault="005E6710" w:rsidP="005E6710">
      <w:pPr>
        <w:rPr>
          <w:rFonts w:ascii="Calibri" w:hAnsi="Calibri"/>
          <w:sz w:val="2"/>
          <w:szCs w:val="22"/>
          <w:lang w:eastAsia="en-US"/>
        </w:rPr>
      </w:pPr>
    </w:p>
    <w:p w:rsidR="005E6710" w:rsidRPr="00073240" w:rsidRDefault="005E6710" w:rsidP="005E6710">
      <w:pPr>
        <w:contextualSpacing/>
        <w:jc w:val="both"/>
        <w:rPr>
          <w:sz w:val="2"/>
        </w:rPr>
      </w:pPr>
    </w:p>
    <w:p w:rsidR="005E6710" w:rsidRPr="00073240" w:rsidRDefault="005E6710" w:rsidP="005E6710">
      <w:pPr>
        <w:rPr>
          <w:sz w:val="14"/>
          <w:szCs w:val="20"/>
        </w:rPr>
      </w:pPr>
    </w:p>
    <w:p w:rsidR="005E6710" w:rsidRPr="00073240" w:rsidRDefault="005E6710" w:rsidP="005E6710">
      <w:pPr>
        <w:contextualSpacing/>
        <w:rPr>
          <w:sz w:val="6"/>
        </w:rPr>
      </w:pPr>
    </w:p>
    <w:p w:rsidR="005E6710" w:rsidRPr="00073240" w:rsidRDefault="005E6710" w:rsidP="005E6710">
      <w:pPr>
        <w:rPr>
          <w:b/>
        </w:rPr>
      </w:pP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5E6710" w:rsidRPr="00073240" w:rsidTr="00CF2368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E6710" w:rsidRPr="00073240" w:rsidRDefault="005E6710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E6710" w:rsidRPr="00073240" w:rsidRDefault="005E6710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10" w:rsidRPr="00073240" w:rsidRDefault="005E6710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10" w:rsidRPr="00073240" w:rsidRDefault="005E6710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10" w:rsidRPr="00073240" w:rsidRDefault="005E6710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710" w:rsidRPr="00073240" w:rsidRDefault="005E6710" w:rsidP="00CF2368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10" w:rsidRPr="00073240" w:rsidRDefault="005E6710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10" w:rsidRPr="00073240" w:rsidRDefault="005E6710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10" w:rsidRPr="00073240" w:rsidRDefault="005E6710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710" w:rsidRPr="00073240" w:rsidRDefault="005E6710" w:rsidP="00CF2368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10" w:rsidRPr="00073240" w:rsidRDefault="005E6710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710" w:rsidRPr="00073240" w:rsidRDefault="005E6710" w:rsidP="00CF2368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710" w:rsidRPr="00073240" w:rsidRDefault="005E6710" w:rsidP="00CF2368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5E6710" w:rsidRPr="00073240" w:rsidTr="00CF2368">
        <w:trPr>
          <w:trHeight w:val="72"/>
        </w:trPr>
        <w:tc>
          <w:tcPr>
            <w:tcW w:w="10031" w:type="dxa"/>
            <w:gridSpan w:val="13"/>
            <w:hideMark/>
          </w:tcPr>
          <w:p w:rsidR="005E6710" w:rsidRPr="00073240" w:rsidRDefault="005E6710" w:rsidP="00CF2368">
            <w:pPr>
              <w:spacing w:after="160" w:line="240" w:lineRule="exact"/>
            </w:pPr>
          </w:p>
          <w:p w:rsidR="005E6710" w:rsidRPr="00073240" w:rsidRDefault="005E6710" w:rsidP="00CF2368">
            <w:pPr>
              <w:spacing w:after="160" w:line="240" w:lineRule="exact"/>
            </w:pPr>
            <w:r w:rsidRPr="00073240">
              <w:t>Электронная почта:  _______________________________________________________________</w:t>
            </w:r>
          </w:p>
          <w:p w:rsidR="005E6710" w:rsidRPr="00073240" w:rsidRDefault="005E6710" w:rsidP="00CF2368">
            <w:pPr>
              <w:spacing w:after="160" w:line="240" w:lineRule="exact"/>
            </w:pPr>
          </w:p>
        </w:tc>
      </w:tr>
    </w:tbl>
    <w:p w:rsidR="005E6710" w:rsidRPr="00073240" w:rsidRDefault="005E6710" w:rsidP="005E6710"/>
    <w:p w:rsidR="005E6710" w:rsidRPr="00C778E9" w:rsidRDefault="005E6710" w:rsidP="005E6710">
      <w:r w:rsidRPr="00C778E9">
        <w:rPr>
          <w:b/>
        </w:rPr>
        <w:t xml:space="preserve">  Участник  ЕГЭ</w:t>
      </w:r>
      <w:r w:rsidRPr="00C778E9">
        <w:rPr>
          <w:b/>
        </w:rPr>
        <w:tab/>
        <w:t>__________________________</w:t>
      </w:r>
      <w:r w:rsidRPr="00C778E9">
        <w:t>____________________________________</w:t>
      </w:r>
    </w:p>
    <w:p w:rsidR="005E6710" w:rsidRPr="00C778E9" w:rsidRDefault="005E6710" w:rsidP="005E6710">
      <w:pPr>
        <w:rPr>
          <w:sz w:val="16"/>
          <w:szCs w:val="16"/>
        </w:rPr>
      </w:pPr>
      <w:r w:rsidRPr="00C778E9">
        <w:t xml:space="preserve">                                                          </w:t>
      </w:r>
      <w:r w:rsidRPr="00C778E9">
        <w:rPr>
          <w:i/>
          <w:sz w:val="16"/>
          <w:szCs w:val="16"/>
        </w:rPr>
        <w:t xml:space="preserve">(подпись)                                                  </w:t>
      </w:r>
      <w:r w:rsidRPr="00C778E9">
        <w:rPr>
          <w:i/>
          <w:sz w:val="16"/>
          <w:szCs w:val="16"/>
        </w:rPr>
        <w:tab/>
      </w:r>
      <w:r w:rsidRPr="00C778E9">
        <w:rPr>
          <w:i/>
          <w:sz w:val="16"/>
          <w:szCs w:val="16"/>
        </w:rPr>
        <w:tab/>
      </w:r>
      <w:r w:rsidRPr="00C778E9">
        <w:rPr>
          <w:i/>
          <w:sz w:val="16"/>
          <w:szCs w:val="16"/>
        </w:rPr>
        <w:tab/>
      </w:r>
      <w:r w:rsidRPr="00C778E9">
        <w:rPr>
          <w:i/>
          <w:sz w:val="16"/>
          <w:szCs w:val="16"/>
        </w:rPr>
        <w:tab/>
        <w:t xml:space="preserve">  (ФИО)</w:t>
      </w:r>
    </w:p>
    <w:p w:rsidR="005E6710" w:rsidRPr="00C778E9" w:rsidRDefault="005E6710" w:rsidP="005E6710"/>
    <w:p w:rsidR="005E6710" w:rsidRPr="00C778E9" w:rsidRDefault="005E6710" w:rsidP="005E6710">
      <w:pPr>
        <w:ind w:left="284"/>
      </w:pPr>
      <w:r w:rsidRPr="00C778E9">
        <w:t>«____» _____________ 20___ г.</w:t>
      </w:r>
    </w:p>
    <w:p w:rsidR="005E6710" w:rsidRPr="00C778E9" w:rsidRDefault="005E6710" w:rsidP="005E6710"/>
    <w:p w:rsidR="000251BD" w:rsidRDefault="000251BD" w:rsidP="00BF4CDD">
      <w:pPr>
        <w:ind w:left="5245"/>
        <w:contextualSpacing/>
        <w:jc w:val="center"/>
      </w:pPr>
    </w:p>
    <w:p w:rsidR="000251BD" w:rsidRDefault="000251BD" w:rsidP="00BF4CDD">
      <w:pPr>
        <w:ind w:left="5245"/>
        <w:contextualSpacing/>
        <w:jc w:val="center"/>
      </w:pPr>
    </w:p>
    <w:p w:rsidR="005E6710" w:rsidRDefault="005E6710" w:rsidP="005E6710">
      <w:pPr>
        <w:contextualSpacing/>
        <w:rPr>
          <w:b/>
        </w:rPr>
      </w:pPr>
    </w:p>
    <w:p w:rsidR="00825776" w:rsidRDefault="00825776" w:rsidP="005E6710">
      <w:pPr>
        <w:contextualSpacing/>
        <w:rPr>
          <w:b/>
        </w:rPr>
      </w:pPr>
    </w:p>
    <w:p w:rsidR="00825776" w:rsidRDefault="00825776" w:rsidP="005E6710">
      <w:pPr>
        <w:contextualSpacing/>
        <w:rPr>
          <w:b/>
        </w:rPr>
      </w:pPr>
    </w:p>
    <w:p w:rsidR="005E6710" w:rsidRPr="00825776" w:rsidRDefault="00825776" w:rsidP="005E6710">
      <w:pPr>
        <w:pStyle w:val="ac"/>
        <w:numPr>
          <w:ilvl w:val="0"/>
          <w:numId w:val="19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825776">
        <w:rPr>
          <w:i/>
          <w:sz w:val="18"/>
          <w:szCs w:val="18"/>
        </w:rPr>
        <w:lastRenderedPageBreak/>
        <w:t>Заявление на повторный допу</w:t>
      </w:r>
      <w:proofErr w:type="gramStart"/>
      <w:r w:rsidRPr="00825776">
        <w:rPr>
          <w:i/>
          <w:sz w:val="18"/>
          <w:szCs w:val="18"/>
        </w:rPr>
        <w:t>ск к сд</w:t>
      </w:r>
      <w:proofErr w:type="gramEnd"/>
      <w:r w:rsidRPr="00825776">
        <w:rPr>
          <w:i/>
          <w:sz w:val="18"/>
          <w:szCs w:val="18"/>
        </w:rPr>
        <w:t>аче экзамена - для участников ЕГЭ, не явившихся на  экзамен по уважительным причинам, подтвержденным документально</w:t>
      </w:r>
    </w:p>
    <w:p w:rsidR="000251BD" w:rsidRDefault="000251BD" w:rsidP="00BF4CDD">
      <w:pPr>
        <w:ind w:left="5245"/>
        <w:contextualSpacing/>
        <w:jc w:val="center"/>
      </w:pPr>
    </w:p>
    <w:p w:rsidR="00BF4CDD" w:rsidRPr="00C778E9" w:rsidRDefault="00BF4CDD" w:rsidP="00BF4CDD">
      <w:pPr>
        <w:ind w:left="5245"/>
        <w:contextualSpacing/>
        <w:jc w:val="center"/>
      </w:pPr>
      <w:r w:rsidRPr="00C778E9">
        <w:t xml:space="preserve">Председателю </w:t>
      </w:r>
    </w:p>
    <w:p w:rsidR="00BF4CDD" w:rsidRPr="00C778E9" w:rsidRDefault="00BF4CDD" w:rsidP="00BF4CDD">
      <w:pPr>
        <w:ind w:left="5245"/>
        <w:contextualSpacing/>
        <w:jc w:val="center"/>
      </w:pPr>
      <w:r w:rsidRPr="00C778E9">
        <w:t>государственной экзаменационной комиссии</w:t>
      </w:r>
    </w:p>
    <w:p w:rsidR="00BF4CDD" w:rsidRPr="00C778E9" w:rsidRDefault="00BF4CDD" w:rsidP="00BF4CDD">
      <w:pPr>
        <w:ind w:left="5245"/>
        <w:contextualSpacing/>
        <w:jc w:val="center"/>
      </w:pPr>
      <w:r w:rsidRPr="00C778E9">
        <w:t>Забайкальского края</w:t>
      </w:r>
    </w:p>
    <w:p w:rsidR="00BF4CDD" w:rsidRPr="00C778E9" w:rsidRDefault="00BF4CDD" w:rsidP="00BF4CDD">
      <w:pPr>
        <w:tabs>
          <w:tab w:val="left" w:pos="6525"/>
        </w:tabs>
        <w:ind w:left="5670"/>
        <w:contextualSpacing/>
        <w:jc w:val="center"/>
        <w:rPr>
          <w:b/>
          <w:sz w:val="28"/>
          <w:szCs w:val="28"/>
        </w:rPr>
      </w:pPr>
      <w:r w:rsidRPr="00C778E9">
        <w:t>________________________</w:t>
      </w:r>
    </w:p>
    <w:p w:rsidR="00BF4CDD" w:rsidRPr="00C778E9" w:rsidRDefault="00BF4CDD" w:rsidP="00BF4CDD">
      <w:pPr>
        <w:tabs>
          <w:tab w:val="left" w:pos="3045"/>
        </w:tabs>
        <w:jc w:val="center"/>
        <w:rPr>
          <w:b/>
        </w:rPr>
      </w:pPr>
      <w:r w:rsidRPr="00C778E9">
        <w:rPr>
          <w:b/>
        </w:rPr>
        <w:t>заявление.</w:t>
      </w:r>
    </w:p>
    <w:p w:rsidR="00BF4CDD" w:rsidRPr="00C778E9" w:rsidRDefault="00BF4CDD" w:rsidP="00BF4CDD">
      <w:pPr>
        <w:tabs>
          <w:tab w:val="left" w:pos="3045"/>
        </w:tabs>
        <w:jc w:val="center"/>
        <w:rPr>
          <w:b/>
          <w:sz w:val="28"/>
          <w:szCs w:val="28"/>
        </w:rPr>
      </w:pPr>
    </w:p>
    <w:tbl>
      <w:tblPr>
        <w:tblW w:w="1134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"/>
        <w:gridCol w:w="97"/>
        <w:gridCol w:w="284"/>
        <w:gridCol w:w="71"/>
        <w:gridCol w:w="85"/>
        <w:gridCol w:w="280"/>
        <w:gridCol w:w="129"/>
        <w:gridCol w:w="246"/>
        <w:gridCol w:w="166"/>
        <w:gridCol w:w="208"/>
        <w:gridCol w:w="205"/>
        <w:gridCol w:w="171"/>
        <w:gridCol w:w="243"/>
        <w:gridCol w:w="133"/>
        <w:gridCol w:w="281"/>
        <w:gridCol w:w="93"/>
        <w:gridCol w:w="320"/>
        <w:gridCol w:w="56"/>
        <w:gridCol w:w="358"/>
        <w:gridCol w:w="18"/>
        <w:gridCol w:w="376"/>
        <w:gridCol w:w="20"/>
        <w:gridCol w:w="353"/>
        <w:gridCol w:w="61"/>
        <w:gridCol w:w="312"/>
        <w:gridCol w:w="101"/>
        <w:gridCol w:w="276"/>
        <w:gridCol w:w="138"/>
        <w:gridCol w:w="237"/>
        <w:gridCol w:w="177"/>
        <w:gridCol w:w="198"/>
        <w:gridCol w:w="215"/>
        <w:gridCol w:w="158"/>
        <w:gridCol w:w="256"/>
        <w:gridCol w:w="117"/>
        <w:gridCol w:w="297"/>
        <w:gridCol w:w="76"/>
        <w:gridCol w:w="337"/>
        <w:gridCol w:w="36"/>
        <w:gridCol w:w="373"/>
        <w:gridCol w:w="9"/>
        <w:gridCol w:w="364"/>
        <w:gridCol w:w="50"/>
        <w:gridCol w:w="323"/>
        <w:gridCol w:w="90"/>
        <w:gridCol w:w="374"/>
        <w:gridCol w:w="39"/>
        <w:gridCol w:w="335"/>
        <w:gridCol w:w="78"/>
        <w:gridCol w:w="391"/>
        <w:gridCol w:w="25"/>
        <w:gridCol w:w="398"/>
        <w:gridCol w:w="46"/>
        <w:gridCol w:w="791"/>
      </w:tblGrid>
      <w:tr w:rsidR="00BF4CDD" w:rsidRPr="00C778E9" w:rsidTr="00357163">
        <w:trPr>
          <w:gridAfter w:val="2"/>
          <w:wAfter w:w="837" w:type="dxa"/>
          <w:trHeight w:hRule="exact" w:val="322"/>
        </w:trPr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F4CDD" w:rsidRPr="00C778E9" w:rsidRDefault="00BF4CDD" w:rsidP="00357163">
            <w:pPr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C778E9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452" w:type="dxa"/>
            <w:gridSpan w:val="3"/>
            <w:tcBorders>
              <w:left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5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3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4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r w:rsidRPr="00C778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469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3" w:type="dxa"/>
            <w:gridSpan w:val="2"/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BF4CDD" w:rsidRPr="00C778E9" w:rsidTr="00357163">
        <w:trPr>
          <w:gridAfter w:val="1"/>
          <w:wAfter w:w="791" w:type="dxa"/>
          <w:trHeight w:hRule="exact" w:val="221"/>
        </w:trPr>
        <w:tc>
          <w:tcPr>
            <w:tcW w:w="1055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BF4CDD" w:rsidRPr="00C778E9" w:rsidRDefault="00BF4CDD" w:rsidP="00357163">
            <w:pPr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C778E9">
              <w:rPr>
                <w:i/>
                <w:szCs w:val="26"/>
                <w:vertAlign w:val="superscript"/>
              </w:rPr>
              <w:t>фамилия</w:t>
            </w:r>
          </w:p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BF4CDD" w:rsidRPr="00C778E9" w:rsidTr="00357163">
        <w:trPr>
          <w:gridAfter w:val="2"/>
          <w:wAfter w:w="837" w:type="dxa"/>
          <w:trHeight w:hRule="exact" w:val="322"/>
        </w:trPr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53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3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BF4CDD" w:rsidRPr="00C778E9" w:rsidTr="00357163">
        <w:trPr>
          <w:gridAfter w:val="2"/>
          <w:wAfter w:w="837" w:type="dxa"/>
          <w:trHeight w:hRule="exact" w:val="203"/>
        </w:trPr>
        <w:tc>
          <w:tcPr>
            <w:tcW w:w="10504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BF4CDD" w:rsidRPr="00C778E9" w:rsidRDefault="00BF4CDD" w:rsidP="00357163">
            <w:pPr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C778E9">
              <w:rPr>
                <w:i/>
                <w:szCs w:val="26"/>
                <w:vertAlign w:val="superscript"/>
              </w:rPr>
              <w:t>имя</w:t>
            </w:r>
          </w:p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BF4CDD" w:rsidRPr="00C778E9" w:rsidTr="00357163">
        <w:trPr>
          <w:gridAfter w:val="2"/>
          <w:wAfter w:w="837" w:type="dxa"/>
          <w:trHeight w:hRule="exact" w:val="322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</w:tcPr>
          <w:p w:rsidR="00BF4CDD" w:rsidRPr="00C778E9" w:rsidRDefault="00BF4CDD" w:rsidP="00357163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BF4CDD" w:rsidRPr="00C778E9" w:rsidTr="00357163">
        <w:trPr>
          <w:gridAfter w:val="2"/>
          <w:wAfter w:w="837" w:type="dxa"/>
          <w:trHeight w:hRule="exact" w:val="197"/>
        </w:trPr>
        <w:tc>
          <w:tcPr>
            <w:tcW w:w="10504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BF4CDD" w:rsidRPr="00C778E9" w:rsidRDefault="00BF4CDD" w:rsidP="00357163">
            <w:pPr>
              <w:contextualSpacing/>
              <w:mirrorIndents/>
              <w:jc w:val="center"/>
              <w:rPr>
                <w:sz w:val="26"/>
                <w:szCs w:val="26"/>
              </w:rPr>
            </w:pPr>
            <w:r w:rsidRPr="00C778E9">
              <w:rPr>
                <w:i/>
                <w:szCs w:val="26"/>
                <w:vertAlign w:val="superscript"/>
              </w:rPr>
              <w:t>отчество</w:t>
            </w:r>
          </w:p>
        </w:tc>
      </w:tr>
      <w:tr w:rsidR="00BF4CDD" w:rsidRPr="00C778E9" w:rsidTr="00357163">
        <w:tblPrEx>
          <w:tblLook w:val="04A0"/>
        </w:tblPrEx>
        <w:trPr>
          <w:gridBefore w:val="1"/>
          <w:wBefore w:w="470" w:type="dxa"/>
        </w:trPr>
        <w:tc>
          <w:tcPr>
            <w:tcW w:w="3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4CDD" w:rsidRPr="00C778E9" w:rsidRDefault="00BF4CDD" w:rsidP="00357163">
            <w:pPr>
              <w:tabs>
                <w:tab w:val="left" w:pos="0"/>
              </w:tabs>
              <w:jc w:val="both"/>
            </w:pPr>
            <w:r w:rsidRPr="00C778E9">
              <w:t xml:space="preserve">выпускник прошлых лет </w:t>
            </w:r>
          </w:p>
        </w:tc>
      </w:tr>
      <w:tr w:rsidR="00BF4CDD" w:rsidRPr="00C778E9" w:rsidTr="00357163">
        <w:tblPrEx>
          <w:tblLook w:val="04A0"/>
        </w:tblPrEx>
        <w:trPr>
          <w:gridBefore w:val="1"/>
          <w:wBefore w:w="470" w:type="dxa"/>
        </w:trPr>
        <w:tc>
          <w:tcPr>
            <w:tcW w:w="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4CDD" w:rsidRPr="00C778E9" w:rsidRDefault="00BF4CDD" w:rsidP="00357163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BF4CDD" w:rsidRPr="00C778E9" w:rsidRDefault="00BF4CDD" w:rsidP="00357163">
            <w:pPr>
              <w:tabs>
                <w:tab w:val="left" w:pos="0"/>
              </w:tabs>
              <w:jc w:val="both"/>
            </w:pPr>
          </w:p>
        </w:tc>
      </w:tr>
      <w:tr w:rsidR="00BF4CDD" w:rsidRPr="00C778E9" w:rsidTr="00357163">
        <w:tblPrEx>
          <w:tblLook w:val="04A0"/>
        </w:tblPrEx>
        <w:trPr>
          <w:gridBefore w:val="1"/>
          <w:wBefore w:w="470" w:type="dxa"/>
          <w:trHeight w:val="379"/>
        </w:trPr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4CDD" w:rsidRPr="00C778E9" w:rsidRDefault="00BF4CDD" w:rsidP="00357163">
            <w:pPr>
              <w:tabs>
                <w:tab w:val="left" w:pos="0"/>
              </w:tabs>
              <w:jc w:val="both"/>
            </w:pPr>
            <w:r w:rsidRPr="00C778E9">
              <w:t>обучающи</w:t>
            </w:r>
            <w:proofErr w:type="gramStart"/>
            <w:r w:rsidRPr="00C778E9">
              <w:t>й(</w:t>
            </w:r>
            <w:proofErr w:type="spellStart"/>
            <w:proofErr w:type="gramEnd"/>
            <w:r w:rsidRPr="00C778E9">
              <w:t>ая</w:t>
            </w:r>
            <w:proofErr w:type="spellEnd"/>
            <w:r w:rsidRPr="00C778E9">
              <w:t>)</w:t>
            </w:r>
            <w:proofErr w:type="spellStart"/>
            <w:r w:rsidRPr="00C778E9">
              <w:t>ся</w:t>
            </w:r>
            <w:proofErr w:type="spellEnd"/>
            <w:r w:rsidRPr="00C778E9">
              <w:t xml:space="preserve"> по образовательным программам среднего профессионального образования</w:t>
            </w:r>
          </w:p>
        </w:tc>
      </w:tr>
      <w:tr w:rsidR="00BF4CDD" w:rsidRPr="00C778E9" w:rsidTr="00357163">
        <w:tblPrEx>
          <w:tblLook w:val="04A0"/>
        </w:tblPrEx>
        <w:trPr>
          <w:gridBefore w:val="1"/>
          <w:wBefore w:w="470" w:type="dxa"/>
        </w:trPr>
        <w:tc>
          <w:tcPr>
            <w:tcW w:w="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4CDD" w:rsidRPr="00C778E9" w:rsidRDefault="00BF4CDD" w:rsidP="00357163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BF4CDD" w:rsidRPr="00C778E9" w:rsidRDefault="00BF4CDD" w:rsidP="00357163">
            <w:pPr>
              <w:tabs>
                <w:tab w:val="left" w:pos="0"/>
              </w:tabs>
              <w:jc w:val="both"/>
            </w:pPr>
          </w:p>
        </w:tc>
      </w:tr>
      <w:tr w:rsidR="00BF4CDD" w:rsidRPr="00C778E9" w:rsidTr="00357163">
        <w:tblPrEx>
          <w:tblLook w:val="04A0"/>
        </w:tblPrEx>
        <w:trPr>
          <w:gridBefore w:val="1"/>
          <w:wBefore w:w="470" w:type="dxa"/>
        </w:trPr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4CDD" w:rsidRPr="00C778E9" w:rsidRDefault="00BF4CDD" w:rsidP="00357163">
            <w:pPr>
              <w:tabs>
                <w:tab w:val="left" w:pos="0"/>
              </w:tabs>
              <w:jc w:val="both"/>
            </w:pPr>
            <w:r w:rsidRPr="00C778E9">
              <w:t>обучающи</w:t>
            </w:r>
            <w:proofErr w:type="gramStart"/>
            <w:r w:rsidRPr="00C778E9">
              <w:t>й(</w:t>
            </w:r>
            <w:proofErr w:type="spellStart"/>
            <w:proofErr w:type="gramEnd"/>
            <w:r w:rsidRPr="00C778E9">
              <w:t>ая</w:t>
            </w:r>
            <w:proofErr w:type="spellEnd"/>
            <w:r w:rsidRPr="00C778E9">
              <w:t>)</w:t>
            </w:r>
            <w:proofErr w:type="spellStart"/>
            <w:r w:rsidRPr="00C778E9">
              <w:t>ся</w:t>
            </w:r>
            <w:proofErr w:type="spellEnd"/>
            <w:r w:rsidRPr="00C778E9">
              <w:t>, получающий(</w:t>
            </w:r>
            <w:proofErr w:type="spellStart"/>
            <w:r w:rsidRPr="00C778E9">
              <w:t>ая</w:t>
            </w:r>
            <w:proofErr w:type="spellEnd"/>
            <w:r w:rsidRPr="00C778E9">
              <w:t>) среднее общее образование в иностранной</w:t>
            </w:r>
          </w:p>
        </w:tc>
      </w:tr>
      <w:tr w:rsidR="00BF4CDD" w:rsidRPr="00C778E9" w:rsidTr="00357163">
        <w:tblPrEx>
          <w:tblLook w:val="04A0"/>
        </w:tblPrEx>
        <w:trPr>
          <w:gridBefore w:val="1"/>
          <w:wBefore w:w="470" w:type="dxa"/>
        </w:trPr>
        <w:tc>
          <w:tcPr>
            <w:tcW w:w="3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4CDD" w:rsidRPr="00C778E9" w:rsidRDefault="00BF4CDD" w:rsidP="00357163">
            <w:pPr>
              <w:tabs>
                <w:tab w:val="left" w:pos="0"/>
              </w:tabs>
              <w:jc w:val="both"/>
            </w:pPr>
          </w:p>
        </w:tc>
        <w:tc>
          <w:tcPr>
            <w:tcW w:w="10490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BF4CDD" w:rsidRPr="00C778E9" w:rsidRDefault="00BF4CDD" w:rsidP="00357163">
            <w:pPr>
              <w:tabs>
                <w:tab w:val="left" w:pos="0"/>
              </w:tabs>
              <w:jc w:val="both"/>
            </w:pPr>
            <w:r w:rsidRPr="00C778E9">
              <w:t>образовательной организации</w:t>
            </w:r>
          </w:p>
        </w:tc>
      </w:tr>
    </w:tbl>
    <w:p w:rsidR="00BF4CDD" w:rsidRPr="00C778E9" w:rsidRDefault="00BF4CDD" w:rsidP="00BF4CDD">
      <w:pPr>
        <w:spacing w:line="240" w:lineRule="atLeast"/>
        <w:ind w:right="-143"/>
        <w:rPr>
          <w:b/>
          <w:lang w:val="en-US"/>
        </w:rPr>
      </w:pPr>
    </w:p>
    <w:p w:rsidR="00805906" w:rsidRPr="00C778E9" w:rsidRDefault="00805906" w:rsidP="00805906">
      <w:pPr>
        <w:spacing w:line="240" w:lineRule="atLeast"/>
        <w:ind w:right="-143"/>
        <w:rPr>
          <w:lang w:val="en-US"/>
        </w:rPr>
      </w:pPr>
      <w:r w:rsidRPr="00C778E9">
        <w:rPr>
          <w:b/>
        </w:rPr>
        <w:t>Наименование документа, удостоверяющего личность______________________________</w:t>
      </w:r>
      <w:r w:rsidRPr="00C778E9">
        <w:rPr>
          <w:b/>
          <w:lang w:val="en-US"/>
        </w:rPr>
        <w:t>____</w:t>
      </w:r>
    </w:p>
    <w:p w:rsidR="00805906" w:rsidRPr="00C778E9" w:rsidRDefault="00805906" w:rsidP="00805906">
      <w:pPr>
        <w:rPr>
          <w:b/>
          <w:sz w:val="14"/>
          <w:szCs w:val="22"/>
        </w:rPr>
      </w:pPr>
    </w:p>
    <w:p w:rsidR="00805906" w:rsidRPr="00C778E9" w:rsidRDefault="00805906" w:rsidP="00805906">
      <w:pPr>
        <w:rPr>
          <w:b/>
          <w:sz w:val="2"/>
        </w:rPr>
      </w:pPr>
      <w:r w:rsidRPr="00C778E9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468"/>
        <w:gridCol w:w="468"/>
        <w:gridCol w:w="468"/>
        <w:gridCol w:w="468"/>
        <w:gridCol w:w="2702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805906" w:rsidRPr="00C778E9" w:rsidTr="009A342D">
        <w:trPr>
          <w:trHeight w:val="411"/>
        </w:trPr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  <w:r w:rsidRPr="00C778E9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5906" w:rsidRPr="00C778E9" w:rsidRDefault="00805906" w:rsidP="00805906">
            <w:pPr>
              <w:jc w:val="right"/>
              <w:rPr>
                <w:b/>
                <w:szCs w:val="26"/>
              </w:rPr>
            </w:pPr>
            <w:r w:rsidRPr="00C778E9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</w:tr>
    </w:tbl>
    <w:p w:rsidR="00805906" w:rsidRPr="00C778E9" w:rsidRDefault="00805906" w:rsidP="0033741A">
      <w:pPr>
        <w:ind w:left="-426"/>
        <w:jc w:val="both"/>
        <w:rPr>
          <w:lang w:val="en-US"/>
        </w:rPr>
      </w:pPr>
    </w:p>
    <w:p w:rsidR="0033741A" w:rsidRPr="00C778E9" w:rsidRDefault="0033741A" w:rsidP="0033741A">
      <w:pPr>
        <w:ind w:left="-426"/>
        <w:jc w:val="both"/>
        <w:rPr>
          <w:sz w:val="28"/>
          <w:szCs w:val="28"/>
        </w:rPr>
      </w:pPr>
      <w:r w:rsidRPr="00C778E9">
        <w:t>прошу повторно допустить меня к сдаче экзамена по предмету</w:t>
      </w:r>
      <w:r w:rsidRPr="00C778E9">
        <w:rPr>
          <w:sz w:val="28"/>
          <w:szCs w:val="28"/>
        </w:rPr>
        <w:br/>
        <w:t xml:space="preserve"> ____________________________________________________________________, </w:t>
      </w:r>
    </w:p>
    <w:p w:rsidR="0033741A" w:rsidRPr="00C778E9" w:rsidRDefault="0033741A" w:rsidP="0033741A">
      <w:pPr>
        <w:ind w:left="-426"/>
        <w:rPr>
          <w:sz w:val="28"/>
          <w:szCs w:val="28"/>
        </w:rPr>
      </w:pPr>
      <w:r w:rsidRPr="00C778E9">
        <w:rPr>
          <w:sz w:val="16"/>
          <w:szCs w:val="28"/>
        </w:rPr>
        <w:t xml:space="preserve">        </w:t>
      </w:r>
      <w:r w:rsidRPr="00C778E9">
        <w:rPr>
          <w:sz w:val="16"/>
          <w:szCs w:val="28"/>
        </w:rPr>
        <w:tab/>
      </w:r>
      <w:r w:rsidRPr="00C778E9">
        <w:rPr>
          <w:sz w:val="16"/>
          <w:szCs w:val="28"/>
        </w:rPr>
        <w:tab/>
      </w:r>
      <w:r w:rsidRPr="00C778E9">
        <w:rPr>
          <w:sz w:val="16"/>
          <w:szCs w:val="28"/>
        </w:rPr>
        <w:tab/>
      </w:r>
      <w:r w:rsidRPr="00C778E9">
        <w:rPr>
          <w:sz w:val="16"/>
          <w:szCs w:val="28"/>
        </w:rPr>
        <w:tab/>
      </w:r>
      <w:r w:rsidRPr="00C778E9">
        <w:rPr>
          <w:sz w:val="16"/>
          <w:szCs w:val="28"/>
        </w:rPr>
        <w:tab/>
        <w:t xml:space="preserve"> (</w:t>
      </w:r>
      <w:r w:rsidRPr="00C778E9">
        <w:rPr>
          <w:i/>
          <w:sz w:val="16"/>
          <w:szCs w:val="28"/>
        </w:rPr>
        <w:t>наименование предмета</w:t>
      </w:r>
      <w:r w:rsidRPr="00C778E9">
        <w:rPr>
          <w:sz w:val="16"/>
          <w:szCs w:val="28"/>
        </w:rPr>
        <w:t>)</w:t>
      </w:r>
      <w:r w:rsidRPr="00C778E9">
        <w:rPr>
          <w:sz w:val="16"/>
          <w:szCs w:val="28"/>
        </w:rPr>
        <w:tab/>
      </w:r>
      <w:r w:rsidRPr="00C778E9">
        <w:rPr>
          <w:sz w:val="16"/>
          <w:szCs w:val="28"/>
        </w:rPr>
        <w:tab/>
      </w:r>
      <w:r w:rsidRPr="00C778E9">
        <w:rPr>
          <w:sz w:val="16"/>
          <w:szCs w:val="28"/>
        </w:rPr>
        <w:tab/>
        <w:t xml:space="preserve">                </w:t>
      </w:r>
    </w:p>
    <w:p w:rsidR="0033741A" w:rsidRPr="00C778E9" w:rsidRDefault="0033741A" w:rsidP="0033741A">
      <w:pPr>
        <w:ind w:left="-426"/>
        <w:rPr>
          <w:sz w:val="28"/>
          <w:szCs w:val="28"/>
        </w:rPr>
      </w:pPr>
      <w:r w:rsidRPr="00C778E9">
        <w:t>в связи с тем, что я не явилс</w:t>
      </w:r>
      <w:proofErr w:type="gramStart"/>
      <w:r w:rsidRPr="00C778E9">
        <w:t>я(</w:t>
      </w:r>
      <w:proofErr w:type="spellStart"/>
      <w:proofErr w:type="gramEnd"/>
      <w:r w:rsidRPr="00C778E9">
        <w:t>лась</w:t>
      </w:r>
      <w:proofErr w:type="spellEnd"/>
      <w:r w:rsidRPr="00C778E9">
        <w:t>) на данный экзамен</w:t>
      </w:r>
      <w:r w:rsidRPr="00C778E9">
        <w:rPr>
          <w:sz w:val="28"/>
          <w:szCs w:val="28"/>
        </w:rPr>
        <w:t xml:space="preserve"> ________________________</w:t>
      </w:r>
      <w:r w:rsidR="007F57D5">
        <w:rPr>
          <w:sz w:val="28"/>
          <w:szCs w:val="28"/>
        </w:rPr>
        <w:t>____</w:t>
      </w:r>
      <w:r w:rsidRPr="00C778E9">
        <w:rPr>
          <w:sz w:val="28"/>
          <w:szCs w:val="28"/>
        </w:rPr>
        <w:t>____</w:t>
      </w:r>
    </w:p>
    <w:p w:rsidR="0033741A" w:rsidRPr="00C778E9" w:rsidRDefault="0033741A" w:rsidP="0033741A">
      <w:pPr>
        <w:ind w:left="-426"/>
        <w:rPr>
          <w:sz w:val="28"/>
          <w:szCs w:val="28"/>
        </w:rPr>
      </w:pPr>
      <w:r w:rsidRPr="00C778E9">
        <w:rPr>
          <w:sz w:val="16"/>
          <w:szCs w:val="28"/>
        </w:rPr>
        <w:t xml:space="preserve">                                                                                                                                                              (</w:t>
      </w:r>
      <w:r w:rsidRPr="00C778E9">
        <w:rPr>
          <w:i/>
          <w:sz w:val="16"/>
          <w:szCs w:val="28"/>
        </w:rPr>
        <w:t>дата проведения</w:t>
      </w:r>
      <w:r w:rsidRPr="00C778E9">
        <w:rPr>
          <w:sz w:val="16"/>
          <w:szCs w:val="28"/>
        </w:rPr>
        <w:t xml:space="preserve"> </w:t>
      </w:r>
      <w:r w:rsidRPr="00C778E9">
        <w:rPr>
          <w:i/>
          <w:sz w:val="16"/>
          <w:szCs w:val="28"/>
        </w:rPr>
        <w:t>экзамена)</w:t>
      </w:r>
      <w:r w:rsidRPr="00C778E9">
        <w:rPr>
          <w:sz w:val="28"/>
          <w:szCs w:val="28"/>
        </w:rPr>
        <w:t xml:space="preserve">  </w:t>
      </w:r>
    </w:p>
    <w:p w:rsidR="0033741A" w:rsidRPr="00C778E9" w:rsidRDefault="0033741A" w:rsidP="0033741A">
      <w:pPr>
        <w:ind w:left="-426"/>
        <w:rPr>
          <w:sz w:val="28"/>
          <w:szCs w:val="28"/>
        </w:rPr>
      </w:pPr>
      <w:r w:rsidRPr="00C778E9">
        <w:t>по причине</w:t>
      </w:r>
      <w:r w:rsidRPr="00C778E9">
        <w:rPr>
          <w:sz w:val="28"/>
          <w:szCs w:val="28"/>
        </w:rPr>
        <w:t>_____________________________________________________________</w:t>
      </w:r>
    </w:p>
    <w:p w:rsidR="0033741A" w:rsidRPr="00C778E9" w:rsidRDefault="0033741A" w:rsidP="0033741A">
      <w:pPr>
        <w:ind w:left="-426"/>
        <w:jc w:val="both"/>
        <w:rPr>
          <w:sz w:val="28"/>
          <w:szCs w:val="28"/>
        </w:rPr>
      </w:pPr>
      <w:r w:rsidRPr="00C778E9">
        <w:rPr>
          <w:sz w:val="28"/>
          <w:szCs w:val="28"/>
        </w:rPr>
        <w:t>_____________________________________________________________________</w:t>
      </w:r>
    </w:p>
    <w:p w:rsidR="0033741A" w:rsidRPr="00C778E9" w:rsidRDefault="0033741A" w:rsidP="0033741A">
      <w:pPr>
        <w:ind w:left="-426"/>
        <w:jc w:val="both"/>
        <w:rPr>
          <w:i/>
          <w:sz w:val="28"/>
          <w:szCs w:val="28"/>
        </w:rPr>
      </w:pPr>
      <w:r w:rsidRPr="00C778E9">
        <w:rPr>
          <w:sz w:val="28"/>
          <w:szCs w:val="28"/>
        </w:rPr>
        <w:t>_____________________________________________________________________.</w:t>
      </w:r>
    </w:p>
    <w:p w:rsidR="0033741A" w:rsidRPr="00C778E9" w:rsidRDefault="0033741A" w:rsidP="0033741A">
      <w:pPr>
        <w:tabs>
          <w:tab w:val="left" w:pos="709"/>
        </w:tabs>
        <w:ind w:left="-426"/>
        <w:rPr>
          <w:sz w:val="28"/>
          <w:szCs w:val="28"/>
        </w:rPr>
      </w:pPr>
      <w:r w:rsidRPr="00C778E9">
        <w:rPr>
          <w:sz w:val="28"/>
          <w:szCs w:val="28"/>
        </w:rPr>
        <w:tab/>
      </w:r>
    </w:p>
    <w:p w:rsidR="0033741A" w:rsidRPr="00C778E9" w:rsidRDefault="0033741A" w:rsidP="0033741A">
      <w:pPr>
        <w:ind w:left="-426"/>
        <w:jc w:val="both"/>
        <w:rPr>
          <w:sz w:val="28"/>
          <w:szCs w:val="28"/>
        </w:rPr>
      </w:pPr>
      <w:r w:rsidRPr="00C778E9">
        <w:t>Докумен</w:t>
      </w:r>
      <w:proofErr w:type="gramStart"/>
      <w:r w:rsidRPr="00C778E9">
        <w:t>т(</w:t>
      </w:r>
      <w:proofErr w:type="gramEnd"/>
      <w:r w:rsidRPr="00C778E9">
        <w:t>ы</w:t>
      </w:r>
      <w:r w:rsidRPr="00C778E9">
        <w:rPr>
          <w:sz w:val="28"/>
          <w:szCs w:val="28"/>
        </w:rPr>
        <w:t>)____________________________________________________________</w:t>
      </w:r>
    </w:p>
    <w:p w:rsidR="0033741A" w:rsidRPr="00C778E9" w:rsidRDefault="0033741A" w:rsidP="0033741A">
      <w:pPr>
        <w:ind w:left="-426"/>
        <w:jc w:val="both"/>
        <w:rPr>
          <w:sz w:val="28"/>
          <w:szCs w:val="28"/>
        </w:rPr>
      </w:pPr>
      <w:r w:rsidRPr="00C778E9">
        <w:rPr>
          <w:sz w:val="28"/>
          <w:szCs w:val="28"/>
        </w:rPr>
        <w:t xml:space="preserve"> </w:t>
      </w:r>
      <w:r w:rsidRPr="00C778E9">
        <w:rPr>
          <w:sz w:val="28"/>
          <w:szCs w:val="28"/>
        </w:rPr>
        <w:tab/>
      </w:r>
      <w:r w:rsidRPr="00C778E9">
        <w:rPr>
          <w:sz w:val="28"/>
          <w:szCs w:val="28"/>
        </w:rPr>
        <w:tab/>
      </w:r>
      <w:r w:rsidRPr="00C778E9">
        <w:rPr>
          <w:sz w:val="28"/>
          <w:szCs w:val="28"/>
        </w:rPr>
        <w:tab/>
      </w:r>
      <w:r w:rsidRPr="00C778E9">
        <w:rPr>
          <w:sz w:val="28"/>
          <w:szCs w:val="28"/>
        </w:rPr>
        <w:tab/>
      </w:r>
      <w:r w:rsidRPr="00C778E9">
        <w:rPr>
          <w:sz w:val="28"/>
          <w:szCs w:val="28"/>
        </w:rPr>
        <w:tab/>
      </w:r>
      <w:r w:rsidRPr="00C778E9">
        <w:rPr>
          <w:sz w:val="28"/>
          <w:szCs w:val="28"/>
        </w:rPr>
        <w:tab/>
      </w:r>
      <w:r w:rsidRPr="00C778E9">
        <w:rPr>
          <w:sz w:val="16"/>
          <w:szCs w:val="28"/>
        </w:rPr>
        <w:t>(</w:t>
      </w:r>
      <w:r w:rsidRPr="00C778E9">
        <w:rPr>
          <w:i/>
          <w:sz w:val="16"/>
          <w:szCs w:val="28"/>
        </w:rPr>
        <w:t>наименование и реквизиты документа)</w:t>
      </w:r>
    </w:p>
    <w:p w:rsidR="0033741A" w:rsidRPr="00C778E9" w:rsidRDefault="0033741A" w:rsidP="0033741A">
      <w:pPr>
        <w:ind w:left="-426"/>
        <w:jc w:val="both"/>
        <w:rPr>
          <w:sz w:val="28"/>
          <w:szCs w:val="28"/>
        </w:rPr>
      </w:pPr>
      <w:r w:rsidRPr="00C778E9">
        <w:rPr>
          <w:sz w:val="28"/>
          <w:szCs w:val="28"/>
        </w:rPr>
        <w:t>_____________________________________________________________________,</w:t>
      </w:r>
    </w:p>
    <w:p w:rsidR="0033741A" w:rsidRPr="00C778E9" w:rsidRDefault="00E83A70" w:rsidP="0033741A">
      <w:pPr>
        <w:ind w:left="-426"/>
        <w:jc w:val="both"/>
        <w:rPr>
          <w:sz w:val="28"/>
          <w:szCs w:val="28"/>
        </w:rPr>
      </w:pPr>
      <w:r>
        <w:t>п</w:t>
      </w:r>
      <w:r w:rsidR="0033741A" w:rsidRPr="00C778E9">
        <w:t>одтверждающи</w:t>
      </w:r>
      <w:proofErr w:type="gramStart"/>
      <w:r w:rsidR="0033741A" w:rsidRPr="00C778E9">
        <w:t>й(</w:t>
      </w:r>
      <w:proofErr w:type="gramEnd"/>
      <w:r w:rsidR="0033741A" w:rsidRPr="00C778E9">
        <w:t>е) наличие уважительной причины, прилагается(</w:t>
      </w:r>
      <w:proofErr w:type="spellStart"/>
      <w:r w:rsidR="0033741A" w:rsidRPr="00C778E9">
        <w:t>ются</w:t>
      </w:r>
      <w:proofErr w:type="spellEnd"/>
      <w:r w:rsidR="0033741A" w:rsidRPr="00C778E9">
        <w:t>)</w:t>
      </w:r>
      <w:r w:rsidR="0033741A" w:rsidRPr="00C778E9">
        <w:rPr>
          <w:sz w:val="28"/>
          <w:szCs w:val="28"/>
        </w:rPr>
        <w:t>.</w:t>
      </w:r>
    </w:p>
    <w:p w:rsidR="0033741A" w:rsidRPr="00C778E9" w:rsidRDefault="0033741A" w:rsidP="0033741A">
      <w:pPr>
        <w:tabs>
          <w:tab w:val="left" w:pos="1875"/>
        </w:tabs>
        <w:ind w:left="-426"/>
        <w:rPr>
          <w:sz w:val="28"/>
          <w:szCs w:val="28"/>
        </w:rPr>
      </w:pPr>
    </w:p>
    <w:p w:rsidR="0033741A" w:rsidRPr="00C778E9" w:rsidRDefault="0033741A" w:rsidP="0033741A">
      <w:pPr>
        <w:ind w:left="-426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BF4CDD" w:rsidRPr="00C778E9" w:rsidTr="00357163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C778E9">
              <w:rPr>
                <w:lang w:val="en-US"/>
              </w:rPr>
              <w:t>Контактный</w:t>
            </w:r>
            <w:r w:rsidRPr="00C778E9">
              <w:rPr>
                <w:rFonts w:ascii="Baskerville Old Face" w:hAnsi="Baskerville Old Face"/>
                <w:lang w:val="en-US"/>
              </w:rPr>
              <w:t xml:space="preserve"> </w:t>
            </w:r>
            <w:r w:rsidRPr="00C778E9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CDD" w:rsidRPr="00C778E9" w:rsidRDefault="00BF4CDD" w:rsidP="00357163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CDD" w:rsidRPr="00C778E9" w:rsidRDefault="00BF4CDD" w:rsidP="00357163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CDD" w:rsidRPr="00C778E9" w:rsidRDefault="00BF4CDD" w:rsidP="00357163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BF4CDD" w:rsidRPr="00C778E9" w:rsidTr="00357163">
        <w:trPr>
          <w:trHeight w:val="72"/>
        </w:trPr>
        <w:tc>
          <w:tcPr>
            <w:tcW w:w="10031" w:type="dxa"/>
            <w:gridSpan w:val="13"/>
            <w:hideMark/>
          </w:tcPr>
          <w:p w:rsidR="00BF4CDD" w:rsidRPr="00C778E9" w:rsidRDefault="00BF4CDD" w:rsidP="00357163">
            <w:pPr>
              <w:spacing w:after="160" w:line="240" w:lineRule="exact"/>
            </w:pPr>
          </w:p>
          <w:p w:rsidR="00BF4CDD" w:rsidRPr="00C778E9" w:rsidRDefault="00BF4CDD" w:rsidP="00357163">
            <w:pPr>
              <w:spacing w:after="160" w:line="240" w:lineRule="exact"/>
            </w:pPr>
            <w:r w:rsidRPr="00C778E9">
              <w:t>Электронная почта:  _______________________________________________________________</w:t>
            </w:r>
          </w:p>
          <w:p w:rsidR="00BF4CDD" w:rsidRPr="00C778E9" w:rsidRDefault="00BF4CDD" w:rsidP="00357163">
            <w:pPr>
              <w:spacing w:after="160" w:line="240" w:lineRule="exact"/>
            </w:pPr>
          </w:p>
        </w:tc>
      </w:tr>
    </w:tbl>
    <w:p w:rsidR="00BF4CDD" w:rsidRPr="00C778E9" w:rsidRDefault="00BF4CDD" w:rsidP="00BF4CDD"/>
    <w:p w:rsidR="005E6710" w:rsidRPr="00C778E9" w:rsidRDefault="00BF4CDD" w:rsidP="005E6710">
      <w:r w:rsidRPr="00C778E9">
        <w:rPr>
          <w:b/>
        </w:rPr>
        <w:t xml:space="preserve">  </w:t>
      </w:r>
      <w:r w:rsidR="005E6710" w:rsidRPr="00C778E9">
        <w:rPr>
          <w:b/>
        </w:rPr>
        <w:t>Участник  ЕГЭ</w:t>
      </w:r>
      <w:r w:rsidR="005E6710" w:rsidRPr="00C778E9">
        <w:rPr>
          <w:b/>
        </w:rPr>
        <w:tab/>
        <w:t>__________________________</w:t>
      </w:r>
      <w:r w:rsidR="005E6710" w:rsidRPr="00C778E9">
        <w:t>____________________________________</w:t>
      </w:r>
    </w:p>
    <w:p w:rsidR="005E6710" w:rsidRPr="00C778E9" w:rsidRDefault="005E6710" w:rsidP="005E6710">
      <w:pPr>
        <w:rPr>
          <w:sz w:val="16"/>
          <w:szCs w:val="16"/>
        </w:rPr>
      </w:pPr>
      <w:r w:rsidRPr="00C778E9">
        <w:t xml:space="preserve">                                                          </w:t>
      </w:r>
      <w:r w:rsidRPr="00C778E9">
        <w:rPr>
          <w:i/>
          <w:sz w:val="16"/>
          <w:szCs w:val="16"/>
        </w:rPr>
        <w:t xml:space="preserve">(подпись)                                                  </w:t>
      </w:r>
      <w:r w:rsidRPr="00C778E9">
        <w:rPr>
          <w:i/>
          <w:sz w:val="16"/>
          <w:szCs w:val="16"/>
        </w:rPr>
        <w:tab/>
      </w:r>
      <w:r w:rsidRPr="00C778E9">
        <w:rPr>
          <w:i/>
          <w:sz w:val="16"/>
          <w:szCs w:val="16"/>
        </w:rPr>
        <w:tab/>
      </w:r>
      <w:r w:rsidRPr="00C778E9">
        <w:rPr>
          <w:i/>
          <w:sz w:val="16"/>
          <w:szCs w:val="16"/>
        </w:rPr>
        <w:tab/>
      </w:r>
      <w:r w:rsidRPr="00C778E9">
        <w:rPr>
          <w:i/>
          <w:sz w:val="16"/>
          <w:szCs w:val="16"/>
        </w:rPr>
        <w:tab/>
        <w:t xml:space="preserve">  (ФИО)</w:t>
      </w:r>
    </w:p>
    <w:p w:rsidR="005E6710" w:rsidRPr="00C778E9" w:rsidRDefault="005E6710" w:rsidP="005E6710"/>
    <w:p w:rsidR="005E6710" w:rsidRPr="00C778E9" w:rsidRDefault="005E6710" w:rsidP="005E6710">
      <w:pPr>
        <w:ind w:left="284"/>
      </w:pPr>
      <w:r w:rsidRPr="00C778E9">
        <w:t>«____» _____________ 20___ г.</w:t>
      </w:r>
    </w:p>
    <w:p w:rsidR="008B7E5C" w:rsidRPr="00C778E9" w:rsidRDefault="008B7E5C" w:rsidP="005E6710">
      <w:pPr>
        <w:rPr>
          <w:b/>
          <w:sz w:val="28"/>
          <w:szCs w:val="28"/>
        </w:rPr>
      </w:pPr>
    </w:p>
    <w:p w:rsidR="00BF4CDD" w:rsidRDefault="00BF4CDD" w:rsidP="009A342D">
      <w:pPr>
        <w:jc w:val="both"/>
        <w:rPr>
          <w:b/>
          <w:sz w:val="28"/>
          <w:szCs w:val="28"/>
        </w:rPr>
      </w:pPr>
    </w:p>
    <w:p w:rsidR="00825776" w:rsidRPr="00C778E9" w:rsidRDefault="00825776" w:rsidP="009A342D">
      <w:pPr>
        <w:jc w:val="both"/>
        <w:rPr>
          <w:b/>
          <w:sz w:val="28"/>
          <w:szCs w:val="28"/>
        </w:rPr>
      </w:pPr>
    </w:p>
    <w:p w:rsidR="008B7E5C" w:rsidRPr="00C778E9" w:rsidRDefault="008B7E5C" w:rsidP="0033741A">
      <w:pPr>
        <w:ind w:left="5245"/>
        <w:jc w:val="both"/>
        <w:rPr>
          <w:b/>
          <w:sz w:val="28"/>
          <w:szCs w:val="28"/>
        </w:rPr>
      </w:pPr>
    </w:p>
    <w:p w:rsidR="00783618" w:rsidRPr="00825776" w:rsidRDefault="00825776" w:rsidP="00825776">
      <w:pPr>
        <w:pStyle w:val="ac"/>
        <w:numPr>
          <w:ilvl w:val="0"/>
          <w:numId w:val="19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825776">
        <w:rPr>
          <w:i/>
          <w:sz w:val="18"/>
          <w:szCs w:val="18"/>
        </w:rPr>
        <w:lastRenderedPageBreak/>
        <w:t xml:space="preserve">Заявление на повторный допуск к сдаче экзамена - для не </w:t>
      </w:r>
      <w:proofErr w:type="gramStart"/>
      <w:r w:rsidRPr="00825776">
        <w:rPr>
          <w:i/>
          <w:sz w:val="18"/>
          <w:szCs w:val="18"/>
        </w:rPr>
        <w:t>завершивших</w:t>
      </w:r>
      <w:proofErr w:type="gramEnd"/>
      <w:r w:rsidRPr="00825776">
        <w:rPr>
          <w:i/>
          <w:sz w:val="18"/>
          <w:szCs w:val="18"/>
        </w:rPr>
        <w:t xml:space="preserve"> выполнение экзаменационной работы по уважительным причинам, подтвержденным документально</w:t>
      </w:r>
    </w:p>
    <w:p w:rsidR="00825776" w:rsidRDefault="00825776" w:rsidP="00BF4CDD">
      <w:pPr>
        <w:ind w:left="4820"/>
        <w:jc w:val="center"/>
      </w:pPr>
    </w:p>
    <w:p w:rsidR="008B7E5C" w:rsidRPr="00C778E9" w:rsidRDefault="008B7E5C" w:rsidP="00BF4CDD">
      <w:pPr>
        <w:ind w:left="4820"/>
        <w:jc w:val="center"/>
      </w:pPr>
      <w:r w:rsidRPr="00C778E9">
        <w:t>Председателю</w:t>
      </w:r>
    </w:p>
    <w:p w:rsidR="008B7E5C" w:rsidRPr="00C778E9" w:rsidRDefault="008B7E5C" w:rsidP="00BF4CDD">
      <w:pPr>
        <w:tabs>
          <w:tab w:val="left" w:pos="4820"/>
        </w:tabs>
        <w:ind w:left="4820"/>
        <w:jc w:val="center"/>
      </w:pPr>
      <w:r w:rsidRPr="00C778E9">
        <w:t xml:space="preserve"> государственной экзаменационной комиссии</w:t>
      </w:r>
    </w:p>
    <w:p w:rsidR="008B7E5C" w:rsidRPr="00C778E9" w:rsidRDefault="008B7E5C" w:rsidP="008B7E5C">
      <w:pPr>
        <w:ind w:left="5245"/>
        <w:jc w:val="center"/>
      </w:pPr>
      <w:r w:rsidRPr="00C778E9">
        <w:t>Забайкальского края</w:t>
      </w:r>
    </w:p>
    <w:p w:rsidR="008B7E5C" w:rsidRPr="00C778E9" w:rsidRDefault="0061067A" w:rsidP="008B7E5C">
      <w:pPr>
        <w:ind w:left="5245"/>
        <w:jc w:val="center"/>
      </w:pPr>
      <w:r w:rsidRPr="00C778E9">
        <w:t>________________________</w:t>
      </w:r>
    </w:p>
    <w:p w:rsidR="008B7E5C" w:rsidRPr="00C778E9" w:rsidRDefault="008B7E5C" w:rsidP="008B7E5C">
      <w:pPr>
        <w:tabs>
          <w:tab w:val="left" w:pos="6765"/>
        </w:tabs>
      </w:pPr>
    </w:p>
    <w:p w:rsidR="008B7E5C" w:rsidRPr="00C778E9" w:rsidRDefault="008B7E5C" w:rsidP="008B7E5C">
      <w:pPr>
        <w:tabs>
          <w:tab w:val="left" w:pos="2715"/>
        </w:tabs>
        <w:jc w:val="center"/>
        <w:rPr>
          <w:b/>
        </w:rPr>
      </w:pPr>
      <w:r w:rsidRPr="00C778E9">
        <w:rPr>
          <w:b/>
        </w:rPr>
        <w:t>заявление.</w:t>
      </w:r>
    </w:p>
    <w:tbl>
      <w:tblPr>
        <w:tblW w:w="105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"/>
        <w:gridCol w:w="454"/>
        <w:gridCol w:w="67"/>
        <w:gridCol w:w="44"/>
        <w:gridCol w:w="312"/>
        <w:gridCol w:w="81"/>
        <w:gridCol w:w="275"/>
        <w:gridCol w:w="124"/>
        <w:gridCol w:w="242"/>
        <w:gridCol w:w="160"/>
        <w:gridCol w:w="205"/>
        <w:gridCol w:w="199"/>
        <w:gridCol w:w="168"/>
        <w:gridCol w:w="236"/>
        <w:gridCol w:w="131"/>
        <w:gridCol w:w="273"/>
        <w:gridCol w:w="92"/>
        <w:gridCol w:w="312"/>
        <w:gridCol w:w="55"/>
        <w:gridCol w:w="349"/>
        <w:gridCol w:w="18"/>
        <w:gridCol w:w="367"/>
        <w:gridCol w:w="19"/>
        <w:gridCol w:w="345"/>
        <w:gridCol w:w="59"/>
        <w:gridCol w:w="305"/>
        <w:gridCol w:w="99"/>
        <w:gridCol w:w="269"/>
        <w:gridCol w:w="135"/>
        <w:gridCol w:w="231"/>
        <w:gridCol w:w="173"/>
        <w:gridCol w:w="193"/>
        <w:gridCol w:w="211"/>
        <w:gridCol w:w="153"/>
        <w:gridCol w:w="251"/>
        <w:gridCol w:w="113"/>
        <w:gridCol w:w="291"/>
        <w:gridCol w:w="73"/>
        <w:gridCol w:w="331"/>
        <w:gridCol w:w="33"/>
        <w:gridCol w:w="364"/>
        <w:gridCol w:w="11"/>
        <w:gridCol w:w="353"/>
        <w:gridCol w:w="51"/>
        <w:gridCol w:w="313"/>
        <w:gridCol w:w="91"/>
        <w:gridCol w:w="364"/>
        <w:gridCol w:w="40"/>
        <w:gridCol w:w="325"/>
        <w:gridCol w:w="79"/>
        <w:gridCol w:w="380"/>
        <w:gridCol w:w="27"/>
        <w:gridCol w:w="94"/>
        <w:gridCol w:w="298"/>
        <w:gridCol w:w="53"/>
      </w:tblGrid>
      <w:tr w:rsidR="008B7E5C" w:rsidRPr="00C778E9" w:rsidTr="00805906">
        <w:trPr>
          <w:trHeight w:hRule="exact" w:val="325"/>
        </w:trPr>
        <w:tc>
          <w:tcPr>
            <w:tcW w:w="10565" w:type="dxa"/>
            <w:gridSpan w:val="55"/>
            <w:tcBorders>
              <w:top w:val="nil"/>
              <w:left w:val="nil"/>
              <w:bottom w:val="nil"/>
              <w:right w:val="nil"/>
            </w:tcBorders>
          </w:tcPr>
          <w:p w:rsidR="008B7E5C" w:rsidRPr="00C778E9" w:rsidRDefault="008B7E5C" w:rsidP="0056097B">
            <w:pPr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</w:p>
        </w:tc>
      </w:tr>
      <w:tr w:rsidR="008B7E5C" w:rsidRPr="00C778E9" w:rsidTr="00BF4CDD">
        <w:trPr>
          <w:gridAfter w:val="1"/>
          <w:wAfter w:w="53" w:type="dxa"/>
          <w:trHeight w:hRule="exact" w:val="328"/>
        </w:trPr>
        <w:tc>
          <w:tcPr>
            <w:tcW w:w="7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B7E5C" w:rsidRPr="00C778E9" w:rsidRDefault="008B7E5C" w:rsidP="0056097B">
            <w:pPr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C778E9">
              <w:rPr>
                <w:sz w:val="28"/>
                <w:szCs w:val="28"/>
              </w:rPr>
              <w:t>Я,</w:t>
            </w:r>
          </w:p>
        </w:tc>
        <w:tc>
          <w:tcPr>
            <w:tcW w:w="356" w:type="dxa"/>
            <w:gridSpan w:val="2"/>
            <w:tcBorders>
              <w:left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6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5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7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7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5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7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7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7" w:type="dxa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4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4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6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6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4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4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4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4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4" w:type="dxa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4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4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55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5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  <w:r w:rsidRPr="00C778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459" w:type="dxa"/>
            <w:gridSpan w:val="2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9" w:type="dxa"/>
            <w:gridSpan w:val="3"/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8B7E5C" w:rsidRPr="00C778E9" w:rsidTr="00805906">
        <w:trPr>
          <w:trHeight w:hRule="exact" w:val="225"/>
        </w:trPr>
        <w:tc>
          <w:tcPr>
            <w:tcW w:w="10565" w:type="dxa"/>
            <w:gridSpan w:val="55"/>
            <w:tcBorders>
              <w:top w:val="nil"/>
              <w:left w:val="nil"/>
              <w:bottom w:val="nil"/>
              <w:right w:val="nil"/>
            </w:tcBorders>
          </w:tcPr>
          <w:p w:rsidR="008B7E5C" w:rsidRPr="00C778E9" w:rsidRDefault="008B7E5C" w:rsidP="0056097B">
            <w:pPr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C778E9">
              <w:rPr>
                <w:i/>
                <w:szCs w:val="26"/>
                <w:vertAlign w:val="superscript"/>
              </w:rPr>
              <w:t>фамилия</w:t>
            </w:r>
          </w:p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8B7E5C" w:rsidRPr="00C778E9" w:rsidTr="00BF4CDD">
        <w:trPr>
          <w:gridAfter w:val="1"/>
          <w:wAfter w:w="53" w:type="dxa"/>
          <w:trHeight w:hRule="exact" w:val="328"/>
        </w:trPr>
        <w:tc>
          <w:tcPr>
            <w:tcW w:w="83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3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3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2" w:type="dxa"/>
            <w:gridSpan w:val="2"/>
            <w:tcBorders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8B7E5C" w:rsidRPr="00C778E9" w:rsidTr="00BF4CDD">
        <w:trPr>
          <w:gridAfter w:val="1"/>
          <w:wAfter w:w="53" w:type="dxa"/>
          <w:trHeight w:hRule="exact" w:val="207"/>
        </w:trPr>
        <w:tc>
          <w:tcPr>
            <w:tcW w:w="10512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8B7E5C" w:rsidRPr="00C778E9" w:rsidRDefault="008B7E5C" w:rsidP="0056097B">
            <w:pPr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C778E9">
              <w:rPr>
                <w:i/>
                <w:sz w:val="26"/>
                <w:szCs w:val="26"/>
                <w:vertAlign w:val="superscript"/>
              </w:rPr>
              <w:t>имя</w:t>
            </w:r>
          </w:p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8B7E5C" w:rsidRPr="00C778E9" w:rsidTr="00BF4CDD">
        <w:trPr>
          <w:gridAfter w:val="1"/>
          <w:wAfter w:w="53" w:type="dxa"/>
          <w:trHeight w:hRule="exact" w:val="328"/>
        </w:trPr>
        <w:tc>
          <w:tcPr>
            <w:tcW w:w="83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5C" w:rsidRPr="00C778E9" w:rsidRDefault="008B7E5C" w:rsidP="0056097B">
            <w:pPr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8B7E5C" w:rsidRPr="00C778E9" w:rsidTr="00BF4CDD">
        <w:trPr>
          <w:gridAfter w:val="1"/>
          <w:wAfter w:w="53" w:type="dxa"/>
          <w:trHeight w:hRule="exact" w:val="201"/>
        </w:trPr>
        <w:tc>
          <w:tcPr>
            <w:tcW w:w="10512" w:type="dxa"/>
            <w:gridSpan w:val="54"/>
            <w:tcBorders>
              <w:top w:val="nil"/>
              <w:left w:val="nil"/>
              <w:bottom w:val="nil"/>
              <w:right w:val="nil"/>
            </w:tcBorders>
          </w:tcPr>
          <w:p w:rsidR="008B7E5C" w:rsidRPr="00C778E9" w:rsidRDefault="008B7E5C" w:rsidP="0056097B">
            <w:pPr>
              <w:contextualSpacing/>
              <w:mirrorIndents/>
              <w:jc w:val="center"/>
              <w:rPr>
                <w:sz w:val="26"/>
                <w:szCs w:val="26"/>
              </w:rPr>
            </w:pPr>
            <w:r w:rsidRPr="00C778E9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</w:tc>
      </w:tr>
      <w:tr w:rsidR="009E087F" w:rsidRPr="00C778E9" w:rsidTr="00BF4CDD">
        <w:tblPrEx>
          <w:tblLook w:val="04A0"/>
        </w:tblPrEx>
        <w:trPr>
          <w:gridBefore w:val="1"/>
          <w:gridAfter w:val="2"/>
          <w:wBefore w:w="274" w:type="dxa"/>
          <w:wAfter w:w="351" w:type="dxa"/>
          <w:trHeight w:val="273"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:rsidR="009E087F" w:rsidRPr="00C778E9" w:rsidRDefault="009E087F" w:rsidP="009E087F">
            <w:pPr>
              <w:ind w:left="-426" w:right="-343"/>
              <w:jc w:val="both"/>
            </w:pPr>
          </w:p>
        </w:tc>
        <w:tc>
          <w:tcPr>
            <w:tcW w:w="9486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087F" w:rsidRPr="00C778E9" w:rsidRDefault="009E087F" w:rsidP="009E087F">
            <w:pPr>
              <w:ind w:left="175"/>
              <w:jc w:val="both"/>
            </w:pPr>
            <w:r w:rsidRPr="00C778E9">
              <w:t xml:space="preserve">выпускник прошлых лет </w:t>
            </w:r>
          </w:p>
        </w:tc>
      </w:tr>
      <w:tr w:rsidR="009E087F" w:rsidRPr="00C778E9" w:rsidTr="00BF4CDD">
        <w:tblPrEx>
          <w:tblLook w:val="04A0"/>
        </w:tblPrEx>
        <w:trPr>
          <w:gridBefore w:val="1"/>
          <w:gridAfter w:val="2"/>
          <w:wBefore w:w="274" w:type="dxa"/>
          <w:wAfter w:w="351" w:type="dxa"/>
          <w:trHeight w:val="273"/>
        </w:trPr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087F" w:rsidRPr="00C778E9" w:rsidRDefault="009E087F" w:rsidP="009E087F">
            <w:pPr>
              <w:ind w:left="-426"/>
              <w:jc w:val="both"/>
            </w:pPr>
          </w:p>
        </w:tc>
        <w:tc>
          <w:tcPr>
            <w:tcW w:w="9486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9E087F" w:rsidRPr="00C778E9" w:rsidRDefault="009E087F" w:rsidP="009E087F">
            <w:pPr>
              <w:ind w:left="175"/>
              <w:jc w:val="both"/>
            </w:pPr>
          </w:p>
        </w:tc>
      </w:tr>
      <w:tr w:rsidR="009E087F" w:rsidRPr="00C778E9" w:rsidTr="00BF4CDD">
        <w:tblPrEx>
          <w:tblLook w:val="04A0"/>
        </w:tblPrEx>
        <w:trPr>
          <w:gridBefore w:val="1"/>
          <w:gridAfter w:val="2"/>
          <w:wBefore w:w="274" w:type="dxa"/>
          <w:wAfter w:w="351" w:type="dxa"/>
          <w:trHeight w:val="27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7F" w:rsidRPr="00C778E9" w:rsidRDefault="009E087F" w:rsidP="009E087F">
            <w:pPr>
              <w:ind w:left="-426"/>
              <w:jc w:val="both"/>
            </w:pPr>
          </w:p>
        </w:tc>
        <w:tc>
          <w:tcPr>
            <w:tcW w:w="9486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087F" w:rsidRPr="00C778E9" w:rsidRDefault="009E087F" w:rsidP="009E087F">
            <w:pPr>
              <w:ind w:left="175"/>
              <w:jc w:val="both"/>
            </w:pPr>
            <w:r w:rsidRPr="00C778E9">
              <w:t>обучающи</w:t>
            </w:r>
            <w:proofErr w:type="gramStart"/>
            <w:r w:rsidRPr="00C778E9">
              <w:t>й(</w:t>
            </w:r>
            <w:proofErr w:type="spellStart"/>
            <w:proofErr w:type="gramEnd"/>
            <w:r w:rsidRPr="00C778E9">
              <w:t>ая</w:t>
            </w:r>
            <w:proofErr w:type="spellEnd"/>
            <w:r w:rsidRPr="00C778E9">
              <w:t>)</w:t>
            </w:r>
            <w:proofErr w:type="spellStart"/>
            <w:r w:rsidRPr="00C778E9">
              <w:t>ся</w:t>
            </w:r>
            <w:proofErr w:type="spellEnd"/>
            <w:r w:rsidRPr="00C778E9">
              <w:t xml:space="preserve"> по образовательным программам среднего</w:t>
            </w:r>
            <w:r w:rsidR="00BF4CDD" w:rsidRPr="00C778E9">
              <w:t xml:space="preserve"> профессионального образования</w:t>
            </w:r>
          </w:p>
        </w:tc>
      </w:tr>
      <w:tr w:rsidR="009E087F" w:rsidRPr="00C778E9" w:rsidTr="00BF4CDD">
        <w:tblPrEx>
          <w:tblLook w:val="04A0"/>
        </w:tblPrEx>
        <w:trPr>
          <w:gridBefore w:val="1"/>
          <w:gridAfter w:val="2"/>
          <w:wBefore w:w="274" w:type="dxa"/>
          <w:wAfter w:w="351" w:type="dxa"/>
          <w:trHeight w:val="291"/>
        </w:trPr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87F" w:rsidRPr="00C778E9" w:rsidRDefault="009E087F" w:rsidP="009E087F">
            <w:pPr>
              <w:ind w:left="-426"/>
              <w:jc w:val="both"/>
            </w:pPr>
          </w:p>
        </w:tc>
        <w:tc>
          <w:tcPr>
            <w:tcW w:w="9486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9E087F" w:rsidRPr="00C778E9" w:rsidRDefault="009E087F" w:rsidP="009E087F">
            <w:pPr>
              <w:ind w:left="175"/>
              <w:jc w:val="both"/>
            </w:pPr>
          </w:p>
        </w:tc>
      </w:tr>
      <w:tr w:rsidR="009E087F" w:rsidRPr="00C778E9" w:rsidTr="00BF4CDD">
        <w:tblPrEx>
          <w:tblLook w:val="04A0"/>
        </w:tblPrEx>
        <w:trPr>
          <w:gridBefore w:val="1"/>
          <w:gridAfter w:val="2"/>
          <w:wBefore w:w="274" w:type="dxa"/>
          <w:wAfter w:w="351" w:type="dxa"/>
          <w:trHeight w:val="27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87F" w:rsidRPr="00C778E9" w:rsidRDefault="009E087F" w:rsidP="009E087F">
            <w:pPr>
              <w:ind w:left="-426"/>
              <w:jc w:val="both"/>
            </w:pPr>
          </w:p>
        </w:tc>
        <w:tc>
          <w:tcPr>
            <w:tcW w:w="9486" w:type="dxa"/>
            <w:gridSpan w:val="51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087F" w:rsidRPr="00C778E9" w:rsidRDefault="009E087F" w:rsidP="009E087F">
            <w:pPr>
              <w:ind w:left="175"/>
              <w:jc w:val="both"/>
            </w:pPr>
            <w:r w:rsidRPr="00C778E9">
              <w:t>обучающи</w:t>
            </w:r>
            <w:proofErr w:type="gramStart"/>
            <w:r w:rsidRPr="00C778E9">
              <w:t>й(</w:t>
            </w:r>
            <w:proofErr w:type="spellStart"/>
            <w:proofErr w:type="gramEnd"/>
            <w:r w:rsidRPr="00C778E9">
              <w:t>ая</w:t>
            </w:r>
            <w:proofErr w:type="spellEnd"/>
            <w:r w:rsidRPr="00C778E9">
              <w:t>)</w:t>
            </w:r>
            <w:proofErr w:type="spellStart"/>
            <w:r w:rsidRPr="00C778E9">
              <w:t>ся</w:t>
            </w:r>
            <w:proofErr w:type="spellEnd"/>
            <w:r w:rsidRPr="00C778E9">
              <w:t>, получающий(</w:t>
            </w:r>
            <w:proofErr w:type="spellStart"/>
            <w:r w:rsidRPr="00C778E9">
              <w:t>ая</w:t>
            </w:r>
            <w:proofErr w:type="spellEnd"/>
            <w:r w:rsidRPr="00C778E9">
              <w:t>) среднее общее образование в иностранной</w:t>
            </w:r>
          </w:p>
        </w:tc>
      </w:tr>
      <w:tr w:rsidR="009E087F" w:rsidRPr="00C778E9" w:rsidTr="00BF4CDD">
        <w:tblPrEx>
          <w:tblLook w:val="04A0"/>
        </w:tblPrEx>
        <w:trPr>
          <w:gridBefore w:val="1"/>
          <w:gridAfter w:val="2"/>
          <w:wBefore w:w="274" w:type="dxa"/>
          <w:wAfter w:w="351" w:type="dxa"/>
          <w:trHeight w:val="273"/>
        </w:trPr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087F" w:rsidRPr="00C778E9" w:rsidRDefault="009E087F" w:rsidP="009E087F">
            <w:pPr>
              <w:ind w:left="-426"/>
              <w:jc w:val="both"/>
            </w:pPr>
          </w:p>
        </w:tc>
        <w:tc>
          <w:tcPr>
            <w:tcW w:w="9486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9E087F" w:rsidRPr="00C778E9" w:rsidRDefault="009E087F" w:rsidP="009E087F">
            <w:pPr>
              <w:ind w:left="175"/>
              <w:jc w:val="both"/>
            </w:pPr>
            <w:r w:rsidRPr="00C778E9">
              <w:t>образовательной организации</w:t>
            </w:r>
          </w:p>
        </w:tc>
      </w:tr>
      <w:tr w:rsidR="009E087F" w:rsidRPr="00C778E9" w:rsidTr="00BF4CDD">
        <w:tblPrEx>
          <w:tblLook w:val="04A0"/>
        </w:tblPrEx>
        <w:trPr>
          <w:gridBefore w:val="1"/>
          <w:gridAfter w:val="2"/>
          <w:wBefore w:w="274" w:type="dxa"/>
          <w:wAfter w:w="351" w:type="dxa"/>
          <w:trHeight w:val="87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9E087F" w:rsidRPr="00C778E9" w:rsidRDefault="009E087F" w:rsidP="009E087F">
            <w:pPr>
              <w:ind w:left="-426"/>
              <w:jc w:val="both"/>
            </w:pPr>
          </w:p>
        </w:tc>
        <w:tc>
          <w:tcPr>
            <w:tcW w:w="9486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9E087F" w:rsidRPr="00C778E9" w:rsidRDefault="009E087F" w:rsidP="009E087F">
            <w:pPr>
              <w:ind w:left="-426"/>
              <w:jc w:val="both"/>
            </w:pPr>
          </w:p>
        </w:tc>
      </w:tr>
    </w:tbl>
    <w:p w:rsidR="00805906" w:rsidRPr="00C778E9" w:rsidRDefault="00805906" w:rsidP="00805906">
      <w:pPr>
        <w:spacing w:line="240" w:lineRule="atLeast"/>
        <w:ind w:right="-143"/>
        <w:rPr>
          <w:lang w:val="en-US"/>
        </w:rPr>
      </w:pPr>
      <w:r w:rsidRPr="00C778E9">
        <w:rPr>
          <w:b/>
        </w:rPr>
        <w:t>Наименование документа, удостоверяющего личность______________________________</w:t>
      </w:r>
      <w:r w:rsidRPr="00C778E9">
        <w:rPr>
          <w:b/>
          <w:lang w:val="en-US"/>
        </w:rPr>
        <w:t>____</w:t>
      </w:r>
    </w:p>
    <w:p w:rsidR="00805906" w:rsidRPr="00C778E9" w:rsidRDefault="00805906" w:rsidP="00805906">
      <w:pPr>
        <w:rPr>
          <w:b/>
          <w:sz w:val="14"/>
          <w:szCs w:val="22"/>
        </w:rPr>
      </w:pPr>
    </w:p>
    <w:p w:rsidR="00805906" w:rsidRPr="00C778E9" w:rsidRDefault="00805906" w:rsidP="00805906">
      <w:pPr>
        <w:rPr>
          <w:b/>
          <w:sz w:val="2"/>
        </w:rPr>
      </w:pPr>
      <w:r w:rsidRPr="00C778E9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468"/>
        <w:gridCol w:w="468"/>
        <w:gridCol w:w="468"/>
        <w:gridCol w:w="468"/>
        <w:gridCol w:w="2702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805906" w:rsidRPr="00C778E9" w:rsidTr="009A342D">
        <w:trPr>
          <w:trHeight w:val="419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  <w:r w:rsidRPr="00C778E9">
              <w:rPr>
                <w:b/>
                <w:szCs w:val="26"/>
              </w:rPr>
              <w:t>Серия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2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5906" w:rsidRPr="00C778E9" w:rsidRDefault="00805906" w:rsidP="00805906">
            <w:pPr>
              <w:jc w:val="right"/>
              <w:rPr>
                <w:b/>
                <w:szCs w:val="26"/>
              </w:rPr>
            </w:pPr>
            <w:r w:rsidRPr="00C778E9">
              <w:rPr>
                <w:b/>
                <w:szCs w:val="26"/>
              </w:rPr>
              <w:t>Номер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06" w:rsidRPr="00C778E9" w:rsidRDefault="00805906" w:rsidP="00805906">
            <w:pPr>
              <w:rPr>
                <w:b/>
                <w:szCs w:val="26"/>
              </w:rPr>
            </w:pPr>
          </w:p>
        </w:tc>
      </w:tr>
    </w:tbl>
    <w:p w:rsidR="00805906" w:rsidRPr="00C778E9" w:rsidRDefault="00805906" w:rsidP="008B7E5C">
      <w:pPr>
        <w:jc w:val="both"/>
        <w:rPr>
          <w:lang w:val="en-US"/>
        </w:rPr>
      </w:pPr>
    </w:p>
    <w:p w:rsidR="008B7E5C" w:rsidRPr="00C778E9" w:rsidRDefault="008B7E5C" w:rsidP="008B7E5C">
      <w:pPr>
        <w:jc w:val="both"/>
        <w:rPr>
          <w:sz w:val="28"/>
          <w:szCs w:val="28"/>
        </w:rPr>
      </w:pPr>
      <w:r w:rsidRPr="00C778E9">
        <w:t>прошу повторно допустить меня к сдаче экзамена по предмету</w:t>
      </w:r>
      <w:r w:rsidRPr="00C778E9">
        <w:rPr>
          <w:sz w:val="28"/>
          <w:szCs w:val="28"/>
        </w:rPr>
        <w:br/>
        <w:t xml:space="preserve"> ____________________________________________________________________, </w:t>
      </w:r>
    </w:p>
    <w:p w:rsidR="008B7E5C" w:rsidRPr="00C778E9" w:rsidRDefault="008B7E5C" w:rsidP="008B7E5C">
      <w:pPr>
        <w:ind w:left="-426"/>
        <w:rPr>
          <w:sz w:val="28"/>
          <w:szCs w:val="28"/>
        </w:rPr>
      </w:pPr>
      <w:r w:rsidRPr="00C778E9">
        <w:rPr>
          <w:sz w:val="16"/>
          <w:szCs w:val="28"/>
        </w:rPr>
        <w:t xml:space="preserve">        </w:t>
      </w:r>
      <w:r w:rsidRPr="00C778E9">
        <w:rPr>
          <w:sz w:val="16"/>
          <w:szCs w:val="28"/>
        </w:rPr>
        <w:tab/>
      </w:r>
      <w:r w:rsidRPr="00C778E9">
        <w:rPr>
          <w:sz w:val="16"/>
          <w:szCs w:val="28"/>
        </w:rPr>
        <w:tab/>
      </w:r>
      <w:r w:rsidRPr="00C778E9">
        <w:rPr>
          <w:sz w:val="16"/>
          <w:szCs w:val="28"/>
        </w:rPr>
        <w:tab/>
      </w:r>
      <w:r w:rsidRPr="00C778E9">
        <w:rPr>
          <w:sz w:val="16"/>
          <w:szCs w:val="28"/>
        </w:rPr>
        <w:tab/>
      </w:r>
      <w:r w:rsidRPr="00C778E9">
        <w:rPr>
          <w:sz w:val="16"/>
          <w:szCs w:val="28"/>
        </w:rPr>
        <w:tab/>
        <w:t xml:space="preserve"> (</w:t>
      </w:r>
      <w:r w:rsidRPr="00C778E9">
        <w:rPr>
          <w:i/>
          <w:sz w:val="16"/>
          <w:szCs w:val="28"/>
        </w:rPr>
        <w:t>наименование предмета</w:t>
      </w:r>
      <w:r w:rsidRPr="00C778E9">
        <w:rPr>
          <w:sz w:val="16"/>
          <w:szCs w:val="28"/>
        </w:rPr>
        <w:t>)</w:t>
      </w:r>
      <w:r w:rsidRPr="00C778E9">
        <w:rPr>
          <w:sz w:val="16"/>
          <w:szCs w:val="28"/>
        </w:rPr>
        <w:tab/>
      </w:r>
      <w:r w:rsidRPr="00C778E9">
        <w:rPr>
          <w:sz w:val="16"/>
          <w:szCs w:val="28"/>
        </w:rPr>
        <w:tab/>
      </w:r>
      <w:r w:rsidRPr="00C778E9">
        <w:rPr>
          <w:sz w:val="16"/>
          <w:szCs w:val="28"/>
        </w:rPr>
        <w:tab/>
        <w:t xml:space="preserve">                </w:t>
      </w:r>
    </w:p>
    <w:p w:rsidR="008B7E5C" w:rsidRPr="00C778E9" w:rsidRDefault="008B7E5C" w:rsidP="00805906">
      <w:pPr>
        <w:rPr>
          <w:sz w:val="28"/>
          <w:szCs w:val="28"/>
        </w:rPr>
      </w:pPr>
      <w:r w:rsidRPr="00C778E9">
        <w:t>в связи с тем, что я не завершил (а) вы</w:t>
      </w:r>
      <w:r w:rsidR="00805906" w:rsidRPr="00C778E9">
        <w:t xml:space="preserve">полнение экзаменационной работы </w:t>
      </w:r>
      <w:r w:rsidRPr="00C778E9">
        <w:rPr>
          <w:sz w:val="28"/>
          <w:szCs w:val="28"/>
        </w:rPr>
        <w:t>________________</w:t>
      </w:r>
      <w:r w:rsidR="007F57D5">
        <w:rPr>
          <w:sz w:val="28"/>
          <w:szCs w:val="28"/>
        </w:rPr>
        <w:t>______________________________________________</w:t>
      </w:r>
      <w:r w:rsidRPr="00C778E9">
        <w:rPr>
          <w:sz w:val="28"/>
          <w:szCs w:val="28"/>
        </w:rPr>
        <w:t>_</w:t>
      </w:r>
    </w:p>
    <w:p w:rsidR="008B7E5C" w:rsidRPr="00C778E9" w:rsidRDefault="008B7E5C" w:rsidP="007F57D5">
      <w:pPr>
        <w:tabs>
          <w:tab w:val="left" w:pos="8715"/>
        </w:tabs>
        <w:ind w:left="-426"/>
        <w:jc w:val="center"/>
        <w:rPr>
          <w:sz w:val="28"/>
          <w:szCs w:val="28"/>
        </w:rPr>
      </w:pPr>
      <w:r w:rsidRPr="00C778E9">
        <w:rPr>
          <w:sz w:val="16"/>
          <w:szCs w:val="28"/>
        </w:rPr>
        <w:t>(</w:t>
      </w:r>
      <w:r w:rsidRPr="00C778E9">
        <w:rPr>
          <w:i/>
          <w:sz w:val="16"/>
          <w:szCs w:val="28"/>
        </w:rPr>
        <w:t>дата проведения</w:t>
      </w:r>
      <w:r w:rsidRPr="00C778E9">
        <w:rPr>
          <w:sz w:val="16"/>
          <w:szCs w:val="28"/>
        </w:rPr>
        <w:t xml:space="preserve"> </w:t>
      </w:r>
      <w:r w:rsidRPr="00C778E9">
        <w:rPr>
          <w:i/>
          <w:sz w:val="16"/>
          <w:szCs w:val="28"/>
        </w:rPr>
        <w:t>экзамена)</w:t>
      </w:r>
    </w:p>
    <w:p w:rsidR="008B7E5C" w:rsidRPr="00C778E9" w:rsidRDefault="008B7E5C" w:rsidP="008B7E5C">
      <w:pPr>
        <w:rPr>
          <w:sz w:val="28"/>
          <w:szCs w:val="28"/>
        </w:rPr>
      </w:pPr>
      <w:r w:rsidRPr="00C778E9">
        <w:t>по причине</w:t>
      </w:r>
      <w:r w:rsidRPr="00C778E9">
        <w:rPr>
          <w:sz w:val="28"/>
          <w:szCs w:val="28"/>
        </w:rPr>
        <w:t>_____________________________________________________________</w:t>
      </w:r>
    </w:p>
    <w:p w:rsidR="008B7E5C" w:rsidRPr="00C778E9" w:rsidRDefault="008B7E5C" w:rsidP="008B7E5C">
      <w:pPr>
        <w:jc w:val="both"/>
        <w:rPr>
          <w:sz w:val="28"/>
          <w:szCs w:val="28"/>
        </w:rPr>
      </w:pPr>
      <w:r w:rsidRPr="00C778E9">
        <w:rPr>
          <w:sz w:val="28"/>
          <w:szCs w:val="28"/>
        </w:rPr>
        <w:t>_____________________________________________________________________</w:t>
      </w:r>
    </w:p>
    <w:p w:rsidR="008B7E5C" w:rsidRPr="00C778E9" w:rsidRDefault="008B7E5C" w:rsidP="008B7E5C">
      <w:pPr>
        <w:jc w:val="both"/>
        <w:rPr>
          <w:i/>
          <w:sz w:val="28"/>
          <w:szCs w:val="28"/>
        </w:rPr>
      </w:pPr>
      <w:r w:rsidRPr="00C778E9">
        <w:rPr>
          <w:sz w:val="28"/>
          <w:szCs w:val="28"/>
        </w:rPr>
        <w:t>_____________________________________________________________________.</w:t>
      </w:r>
    </w:p>
    <w:p w:rsidR="008B7E5C" w:rsidRPr="00C778E9" w:rsidRDefault="008B7E5C" w:rsidP="008B7E5C">
      <w:pPr>
        <w:tabs>
          <w:tab w:val="left" w:pos="709"/>
        </w:tabs>
        <w:ind w:left="-426"/>
        <w:rPr>
          <w:sz w:val="28"/>
          <w:szCs w:val="28"/>
        </w:rPr>
      </w:pPr>
      <w:r w:rsidRPr="00C778E9">
        <w:rPr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BF4CDD" w:rsidRPr="00C778E9" w:rsidTr="00357163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C778E9">
              <w:rPr>
                <w:lang w:val="en-US"/>
              </w:rPr>
              <w:t>Контактный</w:t>
            </w:r>
            <w:r w:rsidRPr="00C778E9">
              <w:rPr>
                <w:rFonts w:ascii="Baskerville Old Face" w:hAnsi="Baskerville Old Face"/>
                <w:lang w:val="en-US"/>
              </w:rPr>
              <w:t xml:space="preserve"> </w:t>
            </w:r>
            <w:r w:rsidRPr="00C778E9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CDD" w:rsidRPr="00C778E9" w:rsidRDefault="00BF4CDD" w:rsidP="00357163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CDD" w:rsidRPr="00C778E9" w:rsidRDefault="00BF4CDD" w:rsidP="00357163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CDD" w:rsidRPr="00C778E9" w:rsidRDefault="00BF4CDD" w:rsidP="00357163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CDD" w:rsidRPr="00C778E9" w:rsidRDefault="00BF4CDD" w:rsidP="00357163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BF4CDD" w:rsidRPr="00C778E9" w:rsidTr="00357163">
        <w:trPr>
          <w:trHeight w:val="72"/>
        </w:trPr>
        <w:tc>
          <w:tcPr>
            <w:tcW w:w="10031" w:type="dxa"/>
            <w:gridSpan w:val="13"/>
            <w:hideMark/>
          </w:tcPr>
          <w:p w:rsidR="00BF4CDD" w:rsidRPr="00C778E9" w:rsidRDefault="00BF4CDD" w:rsidP="00357163">
            <w:pPr>
              <w:spacing w:after="160" w:line="240" w:lineRule="exact"/>
            </w:pPr>
          </w:p>
          <w:p w:rsidR="00BF4CDD" w:rsidRPr="00C778E9" w:rsidRDefault="00BF4CDD" w:rsidP="00357163">
            <w:pPr>
              <w:spacing w:after="160" w:line="240" w:lineRule="exact"/>
            </w:pPr>
            <w:r w:rsidRPr="00C778E9">
              <w:t>Электронная почта:  _______________________________________________________________</w:t>
            </w:r>
          </w:p>
          <w:p w:rsidR="00BF4CDD" w:rsidRPr="00C778E9" w:rsidRDefault="00BF4CDD" w:rsidP="00357163">
            <w:pPr>
              <w:spacing w:after="160" w:line="240" w:lineRule="exact"/>
            </w:pPr>
          </w:p>
        </w:tc>
      </w:tr>
    </w:tbl>
    <w:p w:rsidR="00BF4CDD" w:rsidRPr="00C778E9" w:rsidRDefault="00BF4CDD" w:rsidP="00BF4CDD"/>
    <w:p w:rsidR="005E6710" w:rsidRPr="00C778E9" w:rsidRDefault="005E6710" w:rsidP="005E6710">
      <w:r w:rsidRPr="00C778E9">
        <w:rPr>
          <w:b/>
        </w:rPr>
        <w:t>Участник  ЕГЭ</w:t>
      </w:r>
      <w:r w:rsidRPr="00C778E9">
        <w:rPr>
          <w:b/>
        </w:rPr>
        <w:tab/>
        <w:t>__________________________</w:t>
      </w:r>
      <w:r w:rsidRPr="00C778E9">
        <w:t>____________________________________</w:t>
      </w:r>
    </w:p>
    <w:p w:rsidR="005E6710" w:rsidRPr="00C778E9" w:rsidRDefault="005E6710" w:rsidP="005E6710">
      <w:pPr>
        <w:rPr>
          <w:sz w:val="16"/>
          <w:szCs w:val="16"/>
        </w:rPr>
      </w:pPr>
      <w:r w:rsidRPr="00C778E9">
        <w:t xml:space="preserve">                                                          </w:t>
      </w:r>
      <w:r w:rsidRPr="00C778E9">
        <w:rPr>
          <w:i/>
          <w:sz w:val="16"/>
          <w:szCs w:val="16"/>
        </w:rPr>
        <w:t xml:space="preserve">(подпись)                                                  </w:t>
      </w:r>
      <w:r w:rsidRPr="00C778E9">
        <w:rPr>
          <w:i/>
          <w:sz w:val="16"/>
          <w:szCs w:val="16"/>
        </w:rPr>
        <w:tab/>
      </w:r>
      <w:r w:rsidRPr="00C778E9">
        <w:rPr>
          <w:i/>
          <w:sz w:val="16"/>
          <w:szCs w:val="16"/>
        </w:rPr>
        <w:tab/>
      </w:r>
      <w:r w:rsidRPr="00C778E9">
        <w:rPr>
          <w:i/>
          <w:sz w:val="16"/>
          <w:szCs w:val="16"/>
        </w:rPr>
        <w:tab/>
      </w:r>
      <w:r w:rsidRPr="00C778E9">
        <w:rPr>
          <w:i/>
          <w:sz w:val="16"/>
          <w:szCs w:val="16"/>
        </w:rPr>
        <w:tab/>
        <w:t xml:space="preserve">  (ФИО)</w:t>
      </w:r>
    </w:p>
    <w:p w:rsidR="005E6710" w:rsidRPr="00C778E9" w:rsidRDefault="005E6710" w:rsidP="005E6710"/>
    <w:p w:rsidR="005E6710" w:rsidRPr="00C778E9" w:rsidRDefault="005E6710" w:rsidP="005E6710">
      <w:pPr>
        <w:ind w:left="284"/>
      </w:pPr>
      <w:r w:rsidRPr="00C778E9">
        <w:t>«____» _____________ 20___ г.</w:t>
      </w:r>
    </w:p>
    <w:p w:rsidR="00783618" w:rsidRPr="00C778E9" w:rsidRDefault="00783618" w:rsidP="0033741A">
      <w:pPr>
        <w:ind w:left="5245"/>
        <w:jc w:val="both"/>
        <w:rPr>
          <w:b/>
          <w:sz w:val="28"/>
          <w:szCs w:val="28"/>
        </w:rPr>
      </w:pPr>
    </w:p>
    <w:p w:rsidR="00783618" w:rsidRPr="00C778E9" w:rsidRDefault="00783618" w:rsidP="005E5C5F">
      <w:pPr>
        <w:jc w:val="both"/>
        <w:rPr>
          <w:b/>
          <w:sz w:val="28"/>
          <w:szCs w:val="28"/>
        </w:rPr>
      </w:pPr>
    </w:p>
    <w:p w:rsidR="008B7E5C" w:rsidRPr="00C778E9" w:rsidRDefault="008B7E5C" w:rsidP="005E5C5F">
      <w:pPr>
        <w:jc w:val="both"/>
        <w:rPr>
          <w:b/>
          <w:sz w:val="28"/>
          <w:szCs w:val="28"/>
        </w:rPr>
      </w:pPr>
    </w:p>
    <w:p w:rsidR="0033741A" w:rsidRPr="00C221FF" w:rsidRDefault="0033741A" w:rsidP="00C221FF"/>
    <w:sectPr w:rsidR="0033741A" w:rsidRPr="00C221FF" w:rsidSect="0033741A">
      <w:pgSz w:w="11906" w:h="16838"/>
      <w:pgMar w:top="426" w:right="707" w:bottom="14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29F"/>
    <w:multiLevelType w:val="hybridMultilevel"/>
    <w:tmpl w:val="BB4E32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B083F"/>
    <w:multiLevelType w:val="hybridMultilevel"/>
    <w:tmpl w:val="9B349CFC"/>
    <w:lvl w:ilvl="0" w:tplc="CEC62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773C54"/>
    <w:multiLevelType w:val="hybridMultilevel"/>
    <w:tmpl w:val="75E67A24"/>
    <w:lvl w:ilvl="0" w:tplc="21A2CF92">
      <w:start w:val="2"/>
      <w:numFmt w:val="decimal"/>
      <w:lvlText w:val="%1"/>
      <w:lvlJc w:val="left"/>
      <w:pPr>
        <w:tabs>
          <w:tab w:val="num" w:pos="1440"/>
        </w:tabs>
        <w:ind w:left="1440" w:hanging="360"/>
      </w:pPr>
      <w:rPr>
        <w:b/>
      </w:rPr>
    </w:lvl>
    <w:lvl w:ilvl="1" w:tplc="A8706B3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084B61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F2687B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6AC10B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E845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25419C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96EBA4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FE0FD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0BAB5354"/>
    <w:multiLevelType w:val="hybridMultilevel"/>
    <w:tmpl w:val="AB62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7619E"/>
    <w:multiLevelType w:val="hybridMultilevel"/>
    <w:tmpl w:val="76D434D2"/>
    <w:lvl w:ilvl="0" w:tplc="E2E87988">
      <w:start w:val="35"/>
      <w:numFmt w:val="decimal"/>
      <w:lvlText w:val="%1."/>
      <w:lvlJc w:val="left"/>
      <w:pPr>
        <w:ind w:left="115" w:hanging="420"/>
        <w:jc w:val="right"/>
      </w:pPr>
      <w:rPr>
        <w:rFonts w:hint="default"/>
        <w:w w:val="102"/>
      </w:rPr>
    </w:lvl>
    <w:lvl w:ilvl="1" w:tplc="E140E9E4">
      <w:numFmt w:val="bullet"/>
      <w:lvlText w:val="•"/>
      <w:lvlJc w:val="left"/>
      <w:pPr>
        <w:ind w:left="1151" w:hanging="420"/>
      </w:pPr>
      <w:rPr>
        <w:rFonts w:hint="default"/>
      </w:rPr>
    </w:lvl>
    <w:lvl w:ilvl="2" w:tplc="59BCE9C0">
      <w:numFmt w:val="bullet"/>
      <w:lvlText w:val="•"/>
      <w:lvlJc w:val="left"/>
      <w:pPr>
        <w:ind w:left="2182" w:hanging="420"/>
      </w:pPr>
      <w:rPr>
        <w:rFonts w:hint="default"/>
      </w:rPr>
    </w:lvl>
    <w:lvl w:ilvl="3" w:tplc="2576A994">
      <w:numFmt w:val="bullet"/>
      <w:lvlText w:val="•"/>
      <w:lvlJc w:val="left"/>
      <w:pPr>
        <w:ind w:left="3213" w:hanging="420"/>
      </w:pPr>
      <w:rPr>
        <w:rFonts w:hint="default"/>
      </w:rPr>
    </w:lvl>
    <w:lvl w:ilvl="4" w:tplc="073E3A40">
      <w:numFmt w:val="bullet"/>
      <w:lvlText w:val="•"/>
      <w:lvlJc w:val="left"/>
      <w:pPr>
        <w:ind w:left="4244" w:hanging="420"/>
      </w:pPr>
      <w:rPr>
        <w:rFonts w:hint="default"/>
      </w:rPr>
    </w:lvl>
    <w:lvl w:ilvl="5" w:tplc="1FFAFCE2">
      <w:numFmt w:val="bullet"/>
      <w:lvlText w:val="•"/>
      <w:lvlJc w:val="left"/>
      <w:pPr>
        <w:ind w:left="5276" w:hanging="420"/>
      </w:pPr>
      <w:rPr>
        <w:rFonts w:hint="default"/>
      </w:rPr>
    </w:lvl>
    <w:lvl w:ilvl="6" w:tplc="011852B6">
      <w:numFmt w:val="bullet"/>
      <w:lvlText w:val="•"/>
      <w:lvlJc w:val="left"/>
      <w:pPr>
        <w:ind w:left="6307" w:hanging="420"/>
      </w:pPr>
      <w:rPr>
        <w:rFonts w:hint="default"/>
      </w:rPr>
    </w:lvl>
    <w:lvl w:ilvl="7" w:tplc="98462602">
      <w:numFmt w:val="bullet"/>
      <w:lvlText w:val="•"/>
      <w:lvlJc w:val="left"/>
      <w:pPr>
        <w:ind w:left="7338" w:hanging="420"/>
      </w:pPr>
      <w:rPr>
        <w:rFonts w:hint="default"/>
      </w:rPr>
    </w:lvl>
    <w:lvl w:ilvl="8" w:tplc="9126ED66">
      <w:numFmt w:val="bullet"/>
      <w:lvlText w:val="•"/>
      <w:lvlJc w:val="left"/>
      <w:pPr>
        <w:ind w:left="8369" w:hanging="420"/>
      </w:pPr>
      <w:rPr>
        <w:rFonts w:hint="default"/>
      </w:rPr>
    </w:lvl>
  </w:abstractNum>
  <w:abstractNum w:abstractNumId="5">
    <w:nsid w:val="1493749B"/>
    <w:multiLevelType w:val="hybridMultilevel"/>
    <w:tmpl w:val="7E7832B2"/>
    <w:lvl w:ilvl="0" w:tplc="199CD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54B8F"/>
    <w:multiLevelType w:val="hybridMultilevel"/>
    <w:tmpl w:val="DE04DB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7A55A9D"/>
    <w:multiLevelType w:val="hybridMultilevel"/>
    <w:tmpl w:val="27AAF0B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C1175BA"/>
    <w:multiLevelType w:val="hybridMultilevel"/>
    <w:tmpl w:val="1096B656"/>
    <w:lvl w:ilvl="0" w:tplc="B90A6D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670F5A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41014C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7F4F1D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248FAE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B0010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CF66F8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E8EC57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BE87EF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>
    <w:nsid w:val="25706726"/>
    <w:multiLevelType w:val="hybridMultilevel"/>
    <w:tmpl w:val="BBF429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FD7846"/>
    <w:multiLevelType w:val="hybridMultilevel"/>
    <w:tmpl w:val="E74E341C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2">
    <w:nsid w:val="36C44DC7"/>
    <w:multiLevelType w:val="hybridMultilevel"/>
    <w:tmpl w:val="15A48820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3">
    <w:nsid w:val="3EE64B3C"/>
    <w:multiLevelType w:val="hybridMultilevel"/>
    <w:tmpl w:val="C63A3EAC"/>
    <w:lvl w:ilvl="0" w:tplc="4CD4C6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0610CFC"/>
    <w:multiLevelType w:val="hybridMultilevel"/>
    <w:tmpl w:val="C63A3EAC"/>
    <w:lvl w:ilvl="0" w:tplc="4CD4C6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3B16719"/>
    <w:multiLevelType w:val="hybridMultilevel"/>
    <w:tmpl w:val="BBF429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F71DC3"/>
    <w:multiLevelType w:val="hybridMultilevel"/>
    <w:tmpl w:val="4790CD78"/>
    <w:lvl w:ilvl="0" w:tplc="A740DA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4165FF0"/>
    <w:multiLevelType w:val="hybridMultilevel"/>
    <w:tmpl w:val="65969BB0"/>
    <w:lvl w:ilvl="0" w:tplc="0419000F">
      <w:start w:val="1"/>
      <w:numFmt w:val="decimal"/>
      <w:lvlText w:val="%1."/>
      <w:lvlJc w:val="left"/>
      <w:pPr>
        <w:ind w:left="1508" w:hanging="360"/>
      </w:pPr>
    </w:lvl>
    <w:lvl w:ilvl="1" w:tplc="04190019" w:tentative="1">
      <w:start w:val="1"/>
      <w:numFmt w:val="lowerLetter"/>
      <w:lvlText w:val="%2."/>
      <w:lvlJc w:val="left"/>
      <w:pPr>
        <w:ind w:left="2228" w:hanging="360"/>
      </w:pPr>
    </w:lvl>
    <w:lvl w:ilvl="2" w:tplc="0419001B" w:tentative="1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8">
    <w:nsid w:val="68CC3764"/>
    <w:multiLevelType w:val="hybridMultilevel"/>
    <w:tmpl w:val="D9702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12419"/>
    <w:multiLevelType w:val="hybridMultilevel"/>
    <w:tmpl w:val="27508E7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19"/>
  </w:num>
  <w:num w:numId="5">
    <w:abstractNumId w:val="18"/>
  </w:num>
  <w:num w:numId="6">
    <w:abstractNumId w:val="6"/>
  </w:num>
  <w:num w:numId="7">
    <w:abstractNumId w:val="7"/>
  </w:num>
  <w:num w:numId="8">
    <w:abstractNumId w:val="0"/>
  </w:num>
  <w:num w:numId="9">
    <w:abstractNumId w:val="13"/>
  </w:num>
  <w:num w:numId="10">
    <w:abstractNumId w:val="1"/>
  </w:num>
  <w:num w:numId="11">
    <w:abstractNumId w:val="14"/>
  </w:num>
  <w:num w:numId="12">
    <w:abstractNumId w:val="8"/>
  </w:num>
  <w:num w:numId="13">
    <w:abstractNumId w:val="12"/>
  </w:num>
  <w:num w:numId="14">
    <w:abstractNumId w:val="17"/>
  </w:num>
  <w:num w:numId="15">
    <w:abstractNumId w:val="11"/>
  </w:num>
  <w:num w:numId="16">
    <w:abstractNumId w:val="4"/>
  </w:num>
  <w:num w:numId="17">
    <w:abstractNumId w:val="15"/>
  </w:num>
  <w:num w:numId="18">
    <w:abstractNumId w:val="5"/>
  </w:num>
  <w:num w:numId="19">
    <w:abstractNumId w:val="16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9A42FD"/>
    <w:rsid w:val="000037FA"/>
    <w:rsid w:val="000049EE"/>
    <w:rsid w:val="00012B27"/>
    <w:rsid w:val="00015956"/>
    <w:rsid w:val="0001668E"/>
    <w:rsid w:val="000212C2"/>
    <w:rsid w:val="00021BB9"/>
    <w:rsid w:val="00022D71"/>
    <w:rsid w:val="000251BD"/>
    <w:rsid w:val="00030C93"/>
    <w:rsid w:val="0004146B"/>
    <w:rsid w:val="00050EBA"/>
    <w:rsid w:val="000526D0"/>
    <w:rsid w:val="00055663"/>
    <w:rsid w:val="00074044"/>
    <w:rsid w:val="00080A56"/>
    <w:rsid w:val="00080FF5"/>
    <w:rsid w:val="000831EC"/>
    <w:rsid w:val="00086581"/>
    <w:rsid w:val="00086801"/>
    <w:rsid w:val="0008720E"/>
    <w:rsid w:val="000948A5"/>
    <w:rsid w:val="00094F15"/>
    <w:rsid w:val="0009720E"/>
    <w:rsid w:val="000B2662"/>
    <w:rsid w:val="000B3387"/>
    <w:rsid w:val="000B57DE"/>
    <w:rsid w:val="000C1A2E"/>
    <w:rsid w:val="000C6890"/>
    <w:rsid w:val="000C7A70"/>
    <w:rsid w:val="000D03AB"/>
    <w:rsid w:val="000D4CD1"/>
    <w:rsid w:val="000E07BC"/>
    <w:rsid w:val="000E30FA"/>
    <w:rsid w:val="000E7E6A"/>
    <w:rsid w:val="000F3B42"/>
    <w:rsid w:val="000F4077"/>
    <w:rsid w:val="000F6735"/>
    <w:rsid w:val="000F6A7B"/>
    <w:rsid w:val="00103006"/>
    <w:rsid w:val="00110813"/>
    <w:rsid w:val="001144CC"/>
    <w:rsid w:val="00122988"/>
    <w:rsid w:val="00127F7B"/>
    <w:rsid w:val="00130845"/>
    <w:rsid w:val="00137187"/>
    <w:rsid w:val="00143307"/>
    <w:rsid w:val="00144ACF"/>
    <w:rsid w:val="0017727F"/>
    <w:rsid w:val="0018122B"/>
    <w:rsid w:val="001850C9"/>
    <w:rsid w:val="001C639E"/>
    <w:rsid w:val="001C7811"/>
    <w:rsid w:val="001D1E58"/>
    <w:rsid w:val="001D645A"/>
    <w:rsid w:val="001E41CB"/>
    <w:rsid w:val="001E61F1"/>
    <w:rsid w:val="00200C62"/>
    <w:rsid w:val="00203E18"/>
    <w:rsid w:val="00234724"/>
    <w:rsid w:val="002352BD"/>
    <w:rsid w:val="00241844"/>
    <w:rsid w:val="00253370"/>
    <w:rsid w:val="00254AB3"/>
    <w:rsid w:val="0025509B"/>
    <w:rsid w:val="0026055D"/>
    <w:rsid w:val="00266045"/>
    <w:rsid w:val="0026720C"/>
    <w:rsid w:val="0027190D"/>
    <w:rsid w:val="00276903"/>
    <w:rsid w:val="00283197"/>
    <w:rsid w:val="002855AC"/>
    <w:rsid w:val="00290381"/>
    <w:rsid w:val="00290B22"/>
    <w:rsid w:val="0029368D"/>
    <w:rsid w:val="00293E0C"/>
    <w:rsid w:val="0029650E"/>
    <w:rsid w:val="002A093E"/>
    <w:rsid w:val="002A2AAF"/>
    <w:rsid w:val="002A306D"/>
    <w:rsid w:val="002A59DF"/>
    <w:rsid w:val="002A6016"/>
    <w:rsid w:val="002B4E67"/>
    <w:rsid w:val="002C1876"/>
    <w:rsid w:val="002C2C85"/>
    <w:rsid w:val="002D3856"/>
    <w:rsid w:val="002D6EA2"/>
    <w:rsid w:val="002D73A7"/>
    <w:rsid w:val="002D7D5A"/>
    <w:rsid w:val="002F025E"/>
    <w:rsid w:val="002F1140"/>
    <w:rsid w:val="002F21D0"/>
    <w:rsid w:val="002F5BAC"/>
    <w:rsid w:val="002F782E"/>
    <w:rsid w:val="002F7F2A"/>
    <w:rsid w:val="003024AC"/>
    <w:rsid w:val="00310358"/>
    <w:rsid w:val="003167DD"/>
    <w:rsid w:val="00316952"/>
    <w:rsid w:val="00317A93"/>
    <w:rsid w:val="00324C98"/>
    <w:rsid w:val="00325BB4"/>
    <w:rsid w:val="00325E14"/>
    <w:rsid w:val="003271BF"/>
    <w:rsid w:val="003278AF"/>
    <w:rsid w:val="00336D3F"/>
    <w:rsid w:val="0033741A"/>
    <w:rsid w:val="003406EC"/>
    <w:rsid w:val="00341C17"/>
    <w:rsid w:val="0034273D"/>
    <w:rsid w:val="00344521"/>
    <w:rsid w:val="00353041"/>
    <w:rsid w:val="0035672C"/>
    <w:rsid w:val="00363474"/>
    <w:rsid w:val="00367B39"/>
    <w:rsid w:val="00375201"/>
    <w:rsid w:val="0038099B"/>
    <w:rsid w:val="00397D12"/>
    <w:rsid w:val="003A01AF"/>
    <w:rsid w:val="003A2185"/>
    <w:rsid w:val="003A3FA7"/>
    <w:rsid w:val="003B0AA1"/>
    <w:rsid w:val="003C1ACF"/>
    <w:rsid w:val="003C25E7"/>
    <w:rsid w:val="003C5285"/>
    <w:rsid w:val="003C6616"/>
    <w:rsid w:val="003C6B2B"/>
    <w:rsid w:val="003E0B20"/>
    <w:rsid w:val="003E2DC6"/>
    <w:rsid w:val="003E796D"/>
    <w:rsid w:val="00403BE4"/>
    <w:rsid w:val="00404444"/>
    <w:rsid w:val="00405221"/>
    <w:rsid w:val="004110BE"/>
    <w:rsid w:val="00411836"/>
    <w:rsid w:val="0041508B"/>
    <w:rsid w:val="00415D0D"/>
    <w:rsid w:val="00415FDC"/>
    <w:rsid w:val="004273C7"/>
    <w:rsid w:val="004326D5"/>
    <w:rsid w:val="0043283D"/>
    <w:rsid w:val="00435364"/>
    <w:rsid w:val="00440472"/>
    <w:rsid w:val="00440A5B"/>
    <w:rsid w:val="00444356"/>
    <w:rsid w:val="00470BEF"/>
    <w:rsid w:val="00480B95"/>
    <w:rsid w:val="00484D45"/>
    <w:rsid w:val="0048743D"/>
    <w:rsid w:val="00492F1B"/>
    <w:rsid w:val="0049695F"/>
    <w:rsid w:val="004A33C6"/>
    <w:rsid w:val="004B41E7"/>
    <w:rsid w:val="004B5363"/>
    <w:rsid w:val="004C01FF"/>
    <w:rsid w:val="004C138A"/>
    <w:rsid w:val="004C5FA0"/>
    <w:rsid w:val="004E2ABE"/>
    <w:rsid w:val="004E5E5E"/>
    <w:rsid w:val="004E7C1B"/>
    <w:rsid w:val="005012B8"/>
    <w:rsid w:val="00505626"/>
    <w:rsid w:val="00506274"/>
    <w:rsid w:val="005121EB"/>
    <w:rsid w:val="005133EA"/>
    <w:rsid w:val="00515A54"/>
    <w:rsid w:val="00520970"/>
    <w:rsid w:val="00525B01"/>
    <w:rsid w:val="00534EE3"/>
    <w:rsid w:val="00542313"/>
    <w:rsid w:val="00545E8F"/>
    <w:rsid w:val="00557716"/>
    <w:rsid w:val="0056097B"/>
    <w:rsid w:val="00560BC1"/>
    <w:rsid w:val="00577A04"/>
    <w:rsid w:val="00585BC1"/>
    <w:rsid w:val="00587593"/>
    <w:rsid w:val="0059237B"/>
    <w:rsid w:val="00593990"/>
    <w:rsid w:val="005940F2"/>
    <w:rsid w:val="00596293"/>
    <w:rsid w:val="005968B7"/>
    <w:rsid w:val="005A2AD5"/>
    <w:rsid w:val="005A7272"/>
    <w:rsid w:val="005B0F6B"/>
    <w:rsid w:val="005B242F"/>
    <w:rsid w:val="005B573F"/>
    <w:rsid w:val="005C04BC"/>
    <w:rsid w:val="005E5C5F"/>
    <w:rsid w:val="005E6710"/>
    <w:rsid w:val="005F225B"/>
    <w:rsid w:val="005F7481"/>
    <w:rsid w:val="0060139A"/>
    <w:rsid w:val="00601C9D"/>
    <w:rsid w:val="00610578"/>
    <w:rsid w:val="0061067A"/>
    <w:rsid w:val="00612F68"/>
    <w:rsid w:val="006139D1"/>
    <w:rsid w:val="00615627"/>
    <w:rsid w:val="00615CAC"/>
    <w:rsid w:val="006168FA"/>
    <w:rsid w:val="0062028A"/>
    <w:rsid w:val="006263D2"/>
    <w:rsid w:val="00627361"/>
    <w:rsid w:val="00633003"/>
    <w:rsid w:val="006479BD"/>
    <w:rsid w:val="00650D95"/>
    <w:rsid w:val="00653CC3"/>
    <w:rsid w:val="006548BA"/>
    <w:rsid w:val="00656303"/>
    <w:rsid w:val="00656BFE"/>
    <w:rsid w:val="00660A5A"/>
    <w:rsid w:val="006749F3"/>
    <w:rsid w:val="006751E8"/>
    <w:rsid w:val="00676FA8"/>
    <w:rsid w:val="00684238"/>
    <w:rsid w:val="00694BE9"/>
    <w:rsid w:val="006A05CB"/>
    <w:rsid w:val="006B203C"/>
    <w:rsid w:val="006C2DF0"/>
    <w:rsid w:val="006D49F0"/>
    <w:rsid w:val="006D5A38"/>
    <w:rsid w:val="006E1163"/>
    <w:rsid w:val="006E1424"/>
    <w:rsid w:val="006E1683"/>
    <w:rsid w:val="006E43A8"/>
    <w:rsid w:val="006E6ACD"/>
    <w:rsid w:val="006F0B88"/>
    <w:rsid w:val="00701D63"/>
    <w:rsid w:val="00706B12"/>
    <w:rsid w:val="00707157"/>
    <w:rsid w:val="00710005"/>
    <w:rsid w:val="00711D0C"/>
    <w:rsid w:val="00711E7F"/>
    <w:rsid w:val="007205B6"/>
    <w:rsid w:val="00723511"/>
    <w:rsid w:val="007240A9"/>
    <w:rsid w:val="0073709D"/>
    <w:rsid w:val="007370F4"/>
    <w:rsid w:val="0073750C"/>
    <w:rsid w:val="00740235"/>
    <w:rsid w:val="0074029C"/>
    <w:rsid w:val="007454CE"/>
    <w:rsid w:val="007525FF"/>
    <w:rsid w:val="00760310"/>
    <w:rsid w:val="00761DC9"/>
    <w:rsid w:val="00761FA4"/>
    <w:rsid w:val="00763844"/>
    <w:rsid w:val="007654DA"/>
    <w:rsid w:val="00767FBA"/>
    <w:rsid w:val="007723E2"/>
    <w:rsid w:val="00774990"/>
    <w:rsid w:val="00783618"/>
    <w:rsid w:val="00783954"/>
    <w:rsid w:val="007847BB"/>
    <w:rsid w:val="00786440"/>
    <w:rsid w:val="00786F84"/>
    <w:rsid w:val="00787E08"/>
    <w:rsid w:val="007901FB"/>
    <w:rsid w:val="00796996"/>
    <w:rsid w:val="007A0887"/>
    <w:rsid w:val="007A4529"/>
    <w:rsid w:val="007B0398"/>
    <w:rsid w:val="007D196D"/>
    <w:rsid w:val="007D37F1"/>
    <w:rsid w:val="007D74C1"/>
    <w:rsid w:val="007E14D5"/>
    <w:rsid w:val="007E639A"/>
    <w:rsid w:val="007F3A67"/>
    <w:rsid w:val="007F57D5"/>
    <w:rsid w:val="007F5D85"/>
    <w:rsid w:val="007F61B1"/>
    <w:rsid w:val="007F74C9"/>
    <w:rsid w:val="008005B4"/>
    <w:rsid w:val="00800A86"/>
    <w:rsid w:val="00805906"/>
    <w:rsid w:val="00807713"/>
    <w:rsid w:val="008116FE"/>
    <w:rsid w:val="00817175"/>
    <w:rsid w:val="00817CF9"/>
    <w:rsid w:val="00821A1C"/>
    <w:rsid w:val="00822C71"/>
    <w:rsid w:val="00825776"/>
    <w:rsid w:val="00830EB8"/>
    <w:rsid w:val="00831786"/>
    <w:rsid w:val="00833D76"/>
    <w:rsid w:val="00842DEF"/>
    <w:rsid w:val="0084749F"/>
    <w:rsid w:val="0085069F"/>
    <w:rsid w:val="00850A39"/>
    <w:rsid w:val="00855382"/>
    <w:rsid w:val="008704E5"/>
    <w:rsid w:val="0087619F"/>
    <w:rsid w:val="0088172E"/>
    <w:rsid w:val="00881F69"/>
    <w:rsid w:val="008841F1"/>
    <w:rsid w:val="00885327"/>
    <w:rsid w:val="00886167"/>
    <w:rsid w:val="00894590"/>
    <w:rsid w:val="00895AB6"/>
    <w:rsid w:val="00896433"/>
    <w:rsid w:val="008A0709"/>
    <w:rsid w:val="008A132A"/>
    <w:rsid w:val="008B7E5C"/>
    <w:rsid w:val="008C0C48"/>
    <w:rsid w:val="008C4804"/>
    <w:rsid w:val="008C61E2"/>
    <w:rsid w:val="008D0187"/>
    <w:rsid w:val="008E2378"/>
    <w:rsid w:val="008E3D1D"/>
    <w:rsid w:val="008E5C4A"/>
    <w:rsid w:val="008F6D5F"/>
    <w:rsid w:val="00902164"/>
    <w:rsid w:val="00904F46"/>
    <w:rsid w:val="009114FF"/>
    <w:rsid w:val="00912E6A"/>
    <w:rsid w:val="00917ABD"/>
    <w:rsid w:val="00917DEE"/>
    <w:rsid w:val="00920E6A"/>
    <w:rsid w:val="0092650D"/>
    <w:rsid w:val="00930EF8"/>
    <w:rsid w:val="00932BF3"/>
    <w:rsid w:val="00934955"/>
    <w:rsid w:val="0094209F"/>
    <w:rsid w:val="0094309A"/>
    <w:rsid w:val="00944A5B"/>
    <w:rsid w:val="00952523"/>
    <w:rsid w:val="009537A4"/>
    <w:rsid w:val="00953984"/>
    <w:rsid w:val="009554C9"/>
    <w:rsid w:val="00960569"/>
    <w:rsid w:val="00962FF5"/>
    <w:rsid w:val="009740C5"/>
    <w:rsid w:val="00975940"/>
    <w:rsid w:val="00976ED0"/>
    <w:rsid w:val="00981992"/>
    <w:rsid w:val="00984F56"/>
    <w:rsid w:val="00991258"/>
    <w:rsid w:val="00993065"/>
    <w:rsid w:val="009A342D"/>
    <w:rsid w:val="009A42FD"/>
    <w:rsid w:val="009B021D"/>
    <w:rsid w:val="009C2179"/>
    <w:rsid w:val="009C6399"/>
    <w:rsid w:val="009D1E02"/>
    <w:rsid w:val="009D2DA9"/>
    <w:rsid w:val="009E087F"/>
    <w:rsid w:val="009E1DD5"/>
    <w:rsid w:val="009E466D"/>
    <w:rsid w:val="009E7781"/>
    <w:rsid w:val="009F3A10"/>
    <w:rsid w:val="009F5C57"/>
    <w:rsid w:val="009F7A07"/>
    <w:rsid w:val="00A03B95"/>
    <w:rsid w:val="00A10675"/>
    <w:rsid w:val="00A10E38"/>
    <w:rsid w:val="00A115C7"/>
    <w:rsid w:val="00A22EEA"/>
    <w:rsid w:val="00A3736D"/>
    <w:rsid w:val="00A37707"/>
    <w:rsid w:val="00A45C76"/>
    <w:rsid w:val="00A46D58"/>
    <w:rsid w:val="00A514F7"/>
    <w:rsid w:val="00A54F6F"/>
    <w:rsid w:val="00A56328"/>
    <w:rsid w:val="00A727ED"/>
    <w:rsid w:val="00A735F0"/>
    <w:rsid w:val="00A92341"/>
    <w:rsid w:val="00AA20BC"/>
    <w:rsid w:val="00AB15D6"/>
    <w:rsid w:val="00AB3B7A"/>
    <w:rsid w:val="00AB3E1F"/>
    <w:rsid w:val="00AB7529"/>
    <w:rsid w:val="00AC1A7A"/>
    <w:rsid w:val="00AC22F2"/>
    <w:rsid w:val="00AC3F46"/>
    <w:rsid w:val="00AC5DCB"/>
    <w:rsid w:val="00AD43DF"/>
    <w:rsid w:val="00AE0D27"/>
    <w:rsid w:val="00AE4605"/>
    <w:rsid w:val="00AE5681"/>
    <w:rsid w:val="00B00E43"/>
    <w:rsid w:val="00B02936"/>
    <w:rsid w:val="00B07F19"/>
    <w:rsid w:val="00B1356F"/>
    <w:rsid w:val="00B14D13"/>
    <w:rsid w:val="00B21D9C"/>
    <w:rsid w:val="00B235B0"/>
    <w:rsid w:val="00B252BE"/>
    <w:rsid w:val="00B26C5B"/>
    <w:rsid w:val="00B27CE5"/>
    <w:rsid w:val="00B340E5"/>
    <w:rsid w:val="00B53D6A"/>
    <w:rsid w:val="00B546CE"/>
    <w:rsid w:val="00B568D3"/>
    <w:rsid w:val="00B6089C"/>
    <w:rsid w:val="00B64480"/>
    <w:rsid w:val="00B650FE"/>
    <w:rsid w:val="00B70DB5"/>
    <w:rsid w:val="00B85E20"/>
    <w:rsid w:val="00B864CC"/>
    <w:rsid w:val="00B9004F"/>
    <w:rsid w:val="00B9486C"/>
    <w:rsid w:val="00BA2088"/>
    <w:rsid w:val="00BA4559"/>
    <w:rsid w:val="00BA7765"/>
    <w:rsid w:val="00BB0AC1"/>
    <w:rsid w:val="00BB767B"/>
    <w:rsid w:val="00BC0973"/>
    <w:rsid w:val="00BD6915"/>
    <w:rsid w:val="00BE091D"/>
    <w:rsid w:val="00BE2FEA"/>
    <w:rsid w:val="00BF4CDD"/>
    <w:rsid w:val="00C004BB"/>
    <w:rsid w:val="00C00CD5"/>
    <w:rsid w:val="00C12116"/>
    <w:rsid w:val="00C13D71"/>
    <w:rsid w:val="00C1476D"/>
    <w:rsid w:val="00C221FF"/>
    <w:rsid w:val="00C22923"/>
    <w:rsid w:val="00C27DA4"/>
    <w:rsid w:val="00C31E3F"/>
    <w:rsid w:val="00C34A0F"/>
    <w:rsid w:val="00C37B65"/>
    <w:rsid w:val="00C4517C"/>
    <w:rsid w:val="00C56206"/>
    <w:rsid w:val="00C627F0"/>
    <w:rsid w:val="00C66AB4"/>
    <w:rsid w:val="00C7539E"/>
    <w:rsid w:val="00C76907"/>
    <w:rsid w:val="00C778E9"/>
    <w:rsid w:val="00C80BF4"/>
    <w:rsid w:val="00C812D4"/>
    <w:rsid w:val="00C82F18"/>
    <w:rsid w:val="00C91FD9"/>
    <w:rsid w:val="00C93D30"/>
    <w:rsid w:val="00C95B3A"/>
    <w:rsid w:val="00C97C01"/>
    <w:rsid w:val="00CB5983"/>
    <w:rsid w:val="00CD3A1A"/>
    <w:rsid w:val="00CF2DDF"/>
    <w:rsid w:val="00CF3898"/>
    <w:rsid w:val="00CF4483"/>
    <w:rsid w:val="00CF581D"/>
    <w:rsid w:val="00D0100E"/>
    <w:rsid w:val="00D02965"/>
    <w:rsid w:val="00D053A9"/>
    <w:rsid w:val="00D11080"/>
    <w:rsid w:val="00D16B56"/>
    <w:rsid w:val="00D174E9"/>
    <w:rsid w:val="00D22906"/>
    <w:rsid w:val="00D24DFD"/>
    <w:rsid w:val="00D27D54"/>
    <w:rsid w:val="00D3307C"/>
    <w:rsid w:val="00D41D2D"/>
    <w:rsid w:val="00D4671C"/>
    <w:rsid w:val="00D47F61"/>
    <w:rsid w:val="00D50E1A"/>
    <w:rsid w:val="00D5342F"/>
    <w:rsid w:val="00D56A95"/>
    <w:rsid w:val="00D62601"/>
    <w:rsid w:val="00D63321"/>
    <w:rsid w:val="00D958F2"/>
    <w:rsid w:val="00DA3A6A"/>
    <w:rsid w:val="00DC0E20"/>
    <w:rsid w:val="00DC1E86"/>
    <w:rsid w:val="00DD66C6"/>
    <w:rsid w:val="00DF1C89"/>
    <w:rsid w:val="00DF6626"/>
    <w:rsid w:val="00DF720D"/>
    <w:rsid w:val="00E04A2A"/>
    <w:rsid w:val="00E2227A"/>
    <w:rsid w:val="00E3264D"/>
    <w:rsid w:val="00E36967"/>
    <w:rsid w:val="00E374A7"/>
    <w:rsid w:val="00E42ACB"/>
    <w:rsid w:val="00E52926"/>
    <w:rsid w:val="00E70266"/>
    <w:rsid w:val="00E74FF4"/>
    <w:rsid w:val="00E75AD3"/>
    <w:rsid w:val="00E77CCD"/>
    <w:rsid w:val="00E80743"/>
    <w:rsid w:val="00E83A70"/>
    <w:rsid w:val="00E841B8"/>
    <w:rsid w:val="00E86F26"/>
    <w:rsid w:val="00E87655"/>
    <w:rsid w:val="00E90026"/>
    <w:rsid w:val="00E97909"/>
    <w:rsid w:val="00EA1A35"/>
    <w:rsid w:val="00EA4AA6"/>
    <w:rsid w:val="00EB5886"/>
    <w:rsid w:val="00EB681E"/>
    <w:rsid w:val="00EC7BD5"/>
    <w:rsid w:val="00ED4F71"/>
    <w:rsid w:val="00EE0539"/>
    <w:rsid w:val="00EE1D06"/>
    <w:rsid w:val="00EF061E"/>
    <w:rsid w:val="00EF4009"/>
    <w:rsid w:val="00F03EBB"/>
    <w:rsid w:val="00F1353B"/>
    <w:rsid w:val="00F16766"/>
    <w:rsid w:val="00F248E6"/>
    <w:rsid w:val="00F34D19"/>
    <w:rsid w:val="00F3675F"/>
    <w:rsid w:val="00F4492A"/>
    <w:rsid w:val="00F45ED2"/>
    <w:rsid w:val="00F5361A"/>
    <w:rsid w:val="00F607B8"/>
    <w:rsid w:val="00F7110F"/>
    <w:rsid w:val="00F73EF6"/>
    <w:rsid w:val="00F75EEC"/>
    <w:rsid w:val="00F8029E"/>
    <w:rsid w:val="00F97759"/>
    <w:rsid w:val="00FA0495"/>
    <w:rsid w:val="00FA1622"/>
    <w:rsid w:val="00FA6336"/>
    <w:rsid w:val="00FB167E"/>
    <w:rsid w:val="00FB5446"/>
    <w:rsid w:val="00FC389E"/>
    <w:rsid w:val="00FC643C"/>
    <w:rsid w:val="00FC7D27"/>
    <w:rsid w:val="00FE39C4"/>
    <w:rsid w:val="00FE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2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9E46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3A21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241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unhideWhenUsed/>
    <w:rsid w:val="009A42F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9A42F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9A42FD"/>
    <w:pPr>
      <w:jc w:val="center"/>
    </w:pPr>
    <w:rPr>
      <w:sz w:val="28"/>
    </w:rPr>
  </w:style>
  <w:style w:type="character" w:customStyle="1" w:styleId="a9">
    <w:name w:val="Основной текст Знак"/>
    <w:link w:val="a8"/>
    <w:rsid w:val="009A42FD"/>
    <w:rPr>
      <w:sz w:val="28"/>
      <w:szCs w:val="24"/>
    </w:rPr>
  </w:style>
  <w:style w:type="paragraph" w:customStyle="1" w:styleId="ConsPlusNormal">
    <w:name w:val="ConsPlusNormal"/>
    <w:rsid w:val="009A42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A42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0F67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a">
    <w:name w:val="Приложение"/>
    <w:basedOn w:val="a"/>
    <w:link w:val="ab"/>
    <w:uiPriority w:val="99"/>
    <w:rsid w:val="000F6735"/>
    <w:pPr>
      <w:jc w:val="right"/>
    </w:pPr>
  </w:style>
  <w:style w:type="character" w:customStyle="1" w:styleId="ab">
    <w:name w:val="Приложение Знак"/>
    <w:link w:val="aa"/>
    <w:uiPriority w:val="99"/>
    <w:locked/>
    <w:rsid w:val="000F6735"/>
    <w:rPr>
      <w:sz w:val="24"/>
      <w:szCs w:val="24"/>
    </w:rPr>
  </w:style>
  <w:style w:type="paragraph" w:customStyle="1" w:styleId="1">
    <w:name w:val="МР заголовок1"/>
    <w:basedOn w:val="ac"/>
    <w:next w:val="2"/>
    <w:qFormat/>
    <w:rsid w:val="00F34D19"/>
    <w:pPr>
      <w:keepNext/>
      <w:keepLines/>
      <w:pageBreakBefore/>
      <w:numPr>
        <w:numId w:val="12"/>
      </w:numPr>
      <w:spacing w:after="120"/>
      <w:ind w:left="357" w:hanging="357"/>
      <w:contextualSpacing/>
      <w:outlineLvl w:val="0"/>
    </w:pPr>
    <w:rPr>
      <w:rFonts w:eastAsia="Calibri"/>
      <w:b/>
      <w:sz w:val="32"/>
      <w:szCs w:val="28"/>
      <w:lang w:eastAsia="en-US"/>
    </w:rPr>
  </w:style>
  <w:style w:type="paragraph" w:customStyle="1" w:styleId="2">
    <w:name w:val="МР заголовок2"/>
    <w:basedOn w:val="ac"/>
    <w:next w:val="a"/>
    <w:link w:val="20"/>
    <w:qFormat/>
    <w:rsid w:val="00F34D19"/>
    <w:pPr>
      <w:keepNext/>
      <w:keepLines/>
      <w:numPr>
        <w:ilvl w:val="1"/>
        <w:numId w:val="12"/>
      </w:numPr>
      <w:spacing w:before="120" w:after="120"/>
      <w:ind w:left="788" w:hanging="431"/>
      <w:contextualSpacing/>
      <w:outlineLvl w:val="1"/>
    </w:pPr>
    <w:rPr>
      <w:rFonts w:eastAsia="Calibri"/>
      <w:b/>
      <w:sz w:val="28"/>
      <w:szCs w:val="28"/>
      <w:lang w:eastAsia="en-US"/>
    </w:rPr>
  </w:style>
  <w:style w:type="character" w:customStyle="1" w:styleId="20">
    <w:name w:val="МР заголовок2 Знак"/>
    <w:link w:val="2"/>
    <w:rsid w:val="00F34D19"/>
    <w:rPr>
      <w:rFonts w:eastAsia="Calibri"/>
      <w:b/>
      <w:sz w:val="28"/>
      <w:szCs w:val="28"/>
      <w:lang w:eastAsia="en-US"/>
    </w:rPr>
  </w:style>
  <w:style w:type="paragraph" w:styleId="ac">
    <w:name w:val="List Paragraph"/>
    <w:basedOn w:val="a"/>
    <w:uiPriority w:val="1"/>
    <w:qFormat/>
    <w:rsid w:val="00F34D19"/>
    <w:pPr>
      <w:ind w:left="708"/>
    </w:pPr>
  </w:style>
  <w:style w:type="table" w:customStyle="1" w:styleId="3">
    <w:name w:val="Сетка таблицы3"/>
    <w:basedOn w:val="a1"/>
    <w:next w:val="a5"/>
    <w:uiPriority w:val="59"/>
    <w:rsid w:val="0033741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qFormat/>
    <w:rsid w:val="00B14D1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ukova\Desktop\22,10.14%20&#1055;&#1088;.%20&#1085;&#1072;%20&#1088;&#1077;&#1075;&#1080;&#1089;&#1090;&#1088;.%20&#1084;&#1077;&#1089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66809-58F0-402C-B9DA-460C709F9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22,10.14 Пр. на регистр. мест</Template>
  <TotalTime>4128</TotalTime>
  <Pages>8</Pages>
  <Words>2111</Words>
  <Characters>12037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Zhukova</dc:creator>
  <cp:lastModifiedBy>Kozina</cp:lastModifiedBy>
  <cp:revision>21</cp:revision>
  <cp:lastPrinted>2019-09-26T02:55:00Z</cp:lastPrinted>
  <dcterms:created xsi:type="dcterms:W3CDTF">2020-11-29T11:29:00Z</dcterms:created>
  <dcterms:modified xsi:type="dcterms:W3CDTF">2025-01-31T04:55:00Z</dcterms:modified>
</cp:coreProperties>
</file>